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02BD2" w14:textId="036377F0" w:rsidR="00E279B8" w:rsidRDefault="00CE7B6B" w:rsidP="00E279B8">
      <w:pPr>
        <w:pStyle w:val="Subtitle"/>
      </w:pPr>
      <w:sdt>
        <w:sdtPr>
          <w:alias w:val="Version:"/>
          <w:tag w:val="Version:"/>
          <w:id w:val="-907991857"/>
          <w:placeholder>
            <w:docPart w:val="87DE6BFDEF854579A1B93C715F4DD684"/>
          </w:placeholder>
          <w:temporary/>
          <w:showingPlcHdr/>
          <w15:appearance w15:val="hidden"/>
        </w:sdtPr>
        <w:sdtEndPr/>
        <w:sdtContent>
          <w:r w:rsidR="00B87079">
            <w:t>Version</w:t>
          </w:r>
        </w:sdtContent>
      </w:sdt>
      <w:r w:rsidR="00E279B8">
        <w:t xml:space="preserve"> </w:t>
      </w:r>
      <w:r w:rsidR="007F7304">
        <w:t>6</w:t>
      </w:r>
      <w:r w:rsidR="00F7137B">
        <w:t>.0</w:t>
      </w:r>
    </w:p>
    <w:p w14:paraId="264DF94D" w14:textId="271A9942" w:rsidR="00E279B8" w:rsidRDefault="00F7137B" w:rsidP="00E279B8">
      <w:pPr>
        <w:pStyle w:val="Subtitle"/>
      </w:pPr>
      <w:r>
        <w:rPr>
          <w:noProof/>
        </w:rPr>
        <mc:AlternateContent>
          <mc:Choice Requires="wps">
            <w:drawing>
              <wp:anchor distT="0" distB="0" distL="114300" distR="114300" simplePos="0" relativeHeight="251661312" behindDoc="0" locked="0" layoutInCell="1" allowOverlap="1" wp14:anchorId="6AEB2F1B" wp14:editId="2D3BDAC6">
                <wp:simplePos x="0" y="0"/>
                <wp:positionH relativeFrom="column">
                  <wp:posOffset>285750</wp:posOffset>
                </wp:positionH>
                <wp:positionV relativeFrom="paragraph">
                  <wp:posOffset>201930</wp:posOffset>
                </wp:positionV>
                <wp:extent cx="5505450" cy="111442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5505450" cy="1114425"/>
                        </a:xfrm>
                        <a:prstGeom prst="rect">
                          <a:avLst/>
                        </a:prstGeom>
                        <a:noFill/>
                        <a:ln>
                          <a:noFill/>
                        </a:ln>
                      </wps:spPr>
                      <wps:txbx>
                        <w:txbxContent>
                          <w:p w14:paraId="2250AF76" w14:textId="32BEC011" w:rsidR="00F7137B" w:rsidRPr="00F7137B" w:rsidRDefault="00F7137B" w:rsidP="00F7137B">
                            <w:pPr>
                              <w:pStyle w:val="Logo"/>
                              <w:tabs>
                                <w:tab w:val="left" w:pos="6282"/>
                              </w:tabs>
                              <w:spacing w:before="300"/>
                              <w:ind w:left="74" w:right="74"/>
                              <w:jc w:val="left"/>
                              <w:rPr>
                                <w:b/>
                                <w:color w:val="7BA79D" w:themeColor="accent5"/>
                                <w:sz w:val="72"/>
                                <w:szCs w:val="72"/>
                                <w:lang w:val="en-C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7BA79D" w:themeColor="accent5"/>
                                <w:sz w:val="72"/>
                                <w:szCs w:val="72"/>
                                <w:lang w:val="en-C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EnSpire Environmental Inc.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EB2F1B" id="_x0000_t202" coordsize="21600,21600" o:spt="202" path="m,l,21600r21600,l21600,xe">
                <v:stroke joinstyle="miter"/>
                <v:path gradientshapeok="t" o:connecttype="rect"/>
              </v:shapetype>
              <v:shape id="Text Box 6" o:spid="_x0000_s1026" type="#_x0000_t202" style="position:absolute;left:0;text-align:left;margin-left:22.5pt;margin-top:15.9pt;width:433.5pt;height:8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" filled="f" stroked="f">
                <v:fill o:detectmouseclick="t"/>
                <v:textbox>
                  <w:txbxContent>
                    <w:p w14:paraId="2250AF76" w14:textId="32BEC011" w:rsidR="00F7137B" w:rsidRPr="00F7137B" w:rsidRDefault="00F7137B" w:rsidP="00F7137B">
                      <w:pPr>
                        <w:pStyle w:val="Logo"/>
                        <w:tabs>
                          <w:tab w:val="left" w:pos="6282"/>
                        </w:tabs>
                        <w:spacing w:before="300"/>
                        <w:ind w:left="74" w:right="74"/>
                        <w:jc w:val="left"/>
                        <w:rPr>
                          <w:b/>
                          <w:color w:val="7BA79D" w:themeColor="accent5"/>
                          <w:sz w:val="72"/>
                          <w:szCs w:val="72"/>
                          <w:lang w:val="en-C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7BA79D" w:themeColor="accent5"/>
                          <w:sz w:val="72"/>
                          <w:szCs w:val="72"/>
                          <w:lang w:val="en-C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EnSpire Environmental Inc. </w:t>
                      </w:r>
                    </w:p>
                  </w:txbxContent>
                </v:textbox>
              </v:shape>
            </w:pict>
          </mc:Fallback>
        </mc:AlternateContent>
      </w:r>
      <w:r>
        <w:t>Dec - 2019</w:t>
      </w:r>
    </w:p>
    <w:p w14:paraId="58E6A363" w14:textId="38087B33" w:rsidR="00E279B8" w:rsidRDefault="00F7137B" w:rsidP="007F7304">
      <w:pPr>
        <w:pStyle w:val="Logo"/>
        <w:tabs>
          <w:tab w:val="left" w:pos="6282"/>
        </w:tabs>
      </w:pPr>
      <w:bookmarkStart w:id="0" w:name="_GoBack"/>
      <w:bookmarkEnd w:id="0"/>
      <w:r w:rsidRPr="00F7137B">
        <w:drawing>
          <wp:anchor distT="0" distB="0" distL="114300" distR="114300" simplePos="0" relativeHeight="251659264" behindDoc="0" locked="0" layoutInCell="1" allowOverlap="1" wp14:anchorId="2FCEE260" wp14:editId="0CFC59F2">
            <wp:simplePos x="0" y="0"/>
            <wp:positionH relativeFrom="column">
              <wp:posOffset>-219076</wp:posOffset>
            </wp:positionH>
            <wp:positionV relativeFrom="paragraph">
              <wp:posOffset>508634</wp:posOffset>
            </wp:positionV>
            <wp:extent cx="5367783" cy="7228255"/>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2419" cy="72344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16E6E2" w14:textId="675C32BB" w:rsidR="00F7137B" w:rsidRDefault="00F7137B">
      <w:pPr>
        <w:spacing w:after="240" w:line="252" w:lineRule="auto"/>
        <w:ind w:left="0" w:right="0"/>
        <w:rPr>
          <w:noProof/>
        </w:rPr>
      </w:pPr>
      <w:r>
        <w:rPr>
          <w:noProof/>
        </w:rPr>
        <w:br w:type="page"/>
      </w:r>
    </w:p>
    <w:p w14:paraId="40A41E61" w14:textId="77777777" w:rsidR="00907CBB" w:rsidRDefault="00CE7B6B">
      <w:pPr>
        <w:pStyle w:val="Heading1"/>
      </w:pPr>
      <w:sdt>
        <w:sdtPr>
          <w:alias w:val="Enter title:"/>
          <w:tag w:val=""/>
          <w:id w:val="1901021919"/>
          <w:placeholder>
            <w:docPart w:val="07E272F242A241DCAF7907C35DD74874"/>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B87079">
            <w:t>Project Communication Plan</w:t>
          </w:r>
        </w:sdtContent>
      </w:sdt>
    </w:p>
    <w:p w14:paraId="732E4481" w14:textId="77777777" w:rsidR="00907CBB" w:rsidRDefault="00CE7B6B">
      <w:pPr>
        <w:pStyle w:val="Heading2"/>
      </w:pPr>
      <w:sdt>
        <w:sdtPr>
          <w:alias w:val="Enter subheading:"/>
          <w:tag w:val="Enter subheading:"/>
          <w:id w:val="1325401437"/>
          <w:placeholder>
            <w:docPart w:val="A728226C6ABD4458A4B305E4793B2305"/>
          </w:placeholder>
          <w:temporary/>
          <w:showingPlcHdr/>
          <w15:appearance w15:val="hidden"/>
        </w:sdtPr>
        <w:sdtEndPr/>
        <w:sdtContent>
          <w:r w:rsidR="00B55F12">
            <w:t>Project communication documents</w:t>
          </w:r>
        </w:sdtContent>
      </w:sdt>
    </w:p>
    <w:sdt>
      <w:sdtPr>
        <w:alias w:val="Enter description:"/>
        <w:tag w:val="Enter description:"/>
        <w:id w:val="1349829674"/>
        <w:placeholder>
          <w:docPart w:val="0D6F25E7AD5447D983DBDED1835F5613"/>
        </w:placeholder>
        <w:temporary/>
        <w:showingPlcHdr/>
        <w15:appearance w15:val="hidden"/>
      </w:sdtPr>
      <w:sdtEndPr/>
      <w:sdtContent>
        <w:p w14:paraId="5106FDD3" w14:textId="77777777" w:rsidR="00907CBB" w:rsidRDefault="00107CB6">
          <w:r>
            <w:t>Use the Project communication table to identify the communication documents needed for your project, the recipients of the documents, the persons responsible for creating and updating the documents, and how often the documents need to be updated.</w:t>
          </w:r>
        </w:p>
      </w:sdtContent>
    </w:sdt>
    <w:p w14:paraId="14447653" w14:textId="77777777" w:rsidR="00907CBB" w:rsidRDefault="00CE7B6B">
      <w:pPr>
        <w:pStyle w:val="Heading3"/>
      </w:pPr>
      <w:sdt>
        <w:sdtPr>
          <w:alias w:val="Enter subheading:"/>
          <w:tag w:val="Enter subheading:"/>
          <w:id w:val="1968005516"/>
          <w:placeholder>
            <w:docPart w:val="547CEDF30ACD4368B40482684CD65607"/>
          </w:placeholder>
          <w:temporary/>
          <w:showingPlcHdr/>
          <w15:appearance w15:val="hidden"/>
        </w:sdtPr>
        <w:sdtEndPr/>
        <w:sdtContent>
          <w:r w:rsidR="00B55F12">
            <w:t>Project communication table</w:t>
          </w:r>
        </w:sdtContent>
      </w:sdt>
    </w:p>
    <w:tbl>
      <w:tblPr>
        <w:tblStyle w:val="GridTable1Light-Accent2"/>
        <w:tblW w:w="5000" w:type="pct"/>
        <w:tblCellMar>
          <w:left w:w="0" w:type="dxa"/>
          <w:right w:w="0" w:type="dxa"/>
        </w:tblCellMar>
        <w:tblLook w:val="06A0" w:firstRow="1" w:lastRow="0" w:firstColumn="1" w:lastColumn="0" w:noHBand="1" w:noVBand="1"/>
        <w:tblDescription w:val="Project Communication Table to enter details "/>
      </w:tblPr>
      <w:tblGrid>
        <w:gridCol w:w="3329"/>
        <w:gridCol w:w="2010"/>
        <w:gridCol w:w="2010"/>
        <w:gridCol w:w="2011"/>
      </w:tblGrid>
      <w:tr w:rsidR="00907CBB" w14:paraId="38F366B8" w14:textId="77777777" w:rsidTr="00B55F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5" w:type="dxa"/>
            <w:tcBorders>
              <w:top w:val="nil"/>
              <w:left w:val="nil"/>
            </w:tcBorders>
            <w:vAlign w:val="bottom"/>
          </w:tcPr>
          <w:p w14:paraId="217C0C7F" w14:textId="77777777" w:rsidR="00907CBB" w:rsidRDefault="00CE7B6B">
            <w:pPr>
              <w:pStyle w:val="Tabletext"/>
            </w:pPr>
            <w:sdt>
              <w:sdtPr>
                <w:alias w:val="Document:"/>
                <w:tag w:val="Document:"/>
                <w:id w:val="-281810046"/>
                <w:placeholder>
                  <w:docPart w:val="02B7AFA72570446EADEAFA08D8157FCB"/>
                </w:placeholder>
                <w:temporary/>
                <w:showingPlcHdr/>
                <w15:appearance w15:val="hidden"/>
              </w:sdtPr>
              <w:sdtEndPr/>
              <w:sdtContent>
                <w:r w:rsidR="00B55F12">
                  <w:t>Document</w:t>
                </w:r>
              </w:sdtContent>
            </w:sdt>
          </w:p>
        </w:tc>
        <w:tc>
          <w:tcPr>
            <w:tcW w:w="2008" w:type="dxa"/>
            <w:tcBorders>
              <w:top w:val="nil"/>
            </w:tcBorders>
            <w:vAlign w:val="bottom"/>
          </w:tcPr>
          <w:p w14:paraId="2EF81C69"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Recipients:"/>
                <w:tag w:val="Recipients:"/>
                <w:id w:val="1118799056"/>
                <w:placeholder>
                  <w:docPart w:val="23F14888D6E64909B73B9474C42A5CFA"/>
                </w:placeholder>
                <w:temporary/>
                <w:showingPlcHdr/>
                <w15:appearance w15:val="hidden"/>
              </w:sdtPr>
              <w:sdtEndPr/>
              <w:sdtContent>
                <w:r w:rsidR="00B55F12">
                  <w:t>Recipients</w:t>
                </w:r>
              </w:sdtContent>
            </w:sdt>
          </w:p>
        </w:tc>
        <w:tc>
          <w:tcPr>
            <w:tcW w:w="2008" w:type="dxa"/>
            <w:tcBorders>
              <w:top w:val="nil"/>
            </w:tcBorders>
            <w:vAlign w:val="bottom"/>
          </w:tcPr>
          <w:p w14:paraId="7F66AB6D"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Responsibilities:"/>
                <w:tag w:val="Responsibilities:"/>
                <w:id w:val="1221335521"/>
                <w:placeholder>
                  <w:docPart w:val="68BED3A3608C4CCDB5A3823C7E0B80AC"/>
                </w:placeholder>
                <w:temporary/>
                <w:showingPlcHdr/>
                <w15:appearance w15:val="hidden"/>
              </w:sdtPr>
              <w:sdtEndPr/>
              <w:sdtContent>
                <w:r w:rsidR="00B55F12">
                  <w:t>Responsibilities</w:t>
                </w:r>
              </w:sdtContent>
            </w:sdt>
          </w:p>
        </w:tc>
        <w:tc>
          <w:tcPr>
            <w:tcW w:w="2009" w:type="dxa"/>
            <w:tcBorders>
              <w:top w:val="nil"/>
              <w:right w:val="nil"/>
            </w:tcBorders>
            <w:vAlign w:val="bottom"/>
          </w:tcPr>
          <w:p w14:paraId="20CB7926"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Update frequency:"/>
                <w:tag w:val="Update frequency:"/>
                <w:id w:val="275682669"/>
                <w:placeholder>
                  <w:docPart w:val="314E62D02F624FA38FF2AD5EBB2F89FE"/>
                </w:placeholder>
                <w:temporary/>
                <w:showingPlcHdr/>
                <w15:appearance w15:val="hidden"/>
              </w:sdtPr>
              <w:sdtEndPr/>
              <w:sdtContent>
                <w:r w:rsidR="00B55F12">
                  <w:t>Update frequency</w:t>
                </w:r>
              </w:sdtContent>
            </w:sdt>
          </w:p>
        </w:tc>
      </w:tr>
      <w:tr w:rsidR="00907CBB" w14:paraId="527C15F7" w14:textId="77777777" w:rsidTr="00B55F12">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6CB8785C" w14:textId="77777777" w:rsidR="00907CBB" w:rsidRDefault="00CE7B6B">
            <w:pPr>
              <w:pStyle w:val="Tabletext"/>
            </w:pPr>
            <w:sdt>
              <w:sdtPr>
                <w:alias w:val="Executive status report:"/>
                <w:tag w:val="Executive status report:"/>
                <w:id w:val="1472245719"/>
                <w:placeholder>
                  <w:docPart w:val="3703848C10CD421DB37089B8D2147952"/>
                </w:placeholder>
                <w:temporary/>
                <w:showingPlcHdr/>
                <w15:appearance w15:val="hidden"/>
              </w:sdtPr>
              <w:sdtEndPr/>
              <w:sdtContent>
                <w:r w:rsidR="00B55F12">
                  <w:t>Executive status report</w:t>
                </w:r>
              </w:sdtContent>
            </w:sdt>
          </w:p>
        </w:tc>
        <w:sdt>
          <w:sdtPr>
            <w:alias w:val="Enter recipient name:"/>
            <w:tag w:val="Enter recipient name:"/>
            <w:id w:val="-1669479384"/>
            <w:placeholder>
              <w:docPart w:val="45A34FE65FBD4D779B2484AB65B946BF"/>
            </w:placeholder>
            <w:temporary/>
            <w:showingPlcHdr/>
            <w15:appearance w15:val="hidden"/>
          </w:sdtPr>
          <w:sdtEndPr/>
          <w:sdtContent>
            <w:tc>
              <w:tcPr>
                <w:tcW w:w="2008" w:type="dxa"/>
              </w:tcPr>
              <w:p w14:paraId="7BEE4140" w14:textId="77777777" w:rsidR="00907CBB" w:rsidRDefault="00831731">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402765"/>
            <w:placeholder>
              <w:docPart w:val="42059C20B27245F7859F805D3E10B645"/>
            </w:placeholder>
            <w:temporary/>
            <w:showingPlcHdr/>
            <w15:appearance w15:val="hidden"/>
          </w:sdtPr>
          <w:sdtEndPr/>
          <w:sdtContent>
            <w:tc>
              <w:tcPr>
                <w:tcW w:w="2008" w:type="dxa"/>
              </w:tcPr>
              <w:p w14:paraId="7E4A40BD"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215467500"/>
            <w:placeholder>
              <w:docPart w:val="44CFBBCB9FF44062A98E08F3A7DC8A0B"/>
            </w:placeholder>
            <w:temporary/>
            <w:showingPlcHdr/>
            <w15:appearance w15:val="hidden"/>
          </w:sdtPr>
          <w:sdtEndPr/>
          <w:sdtContent>
            <w:tc>
              <w:tcPr>
                <w:tcW w:w="2009" w:type="dxa"/>
                <w:tcBorders>
                  <w:right w:val="nil"/>
                </w:tcBorders>
              </w:tcPr>
              <w:p w14:paraId="01A282AF"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18E7B40D" w14:textId="77777777" w:rsidTr="00B55F12">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7D638CE1" w14:textId="77777777" w:rsidR="00907CBB" w:rsidRDefault="00CE7B6B">
            <w:pPr>
              <w:pStyle w:val="Tabletext"/>
            </w:pPr>
            <w:sdt>
              <w:sdtPr>
                <w:alias w:val="Risk management document:"/>
                <w:tag w:val="Risk management document:"/>
                <w:id w:val="-2106179711"/>
                <w:placeholder>
                  <w:docPart w:val="89748F8DE8AF462E9F33AE590DF0A6CA"/>
                </w:placeholder>
                <w:temporary/>
                <w:showingPlcHdr/>
                <w15:appearance w15:val="hidden"/>
              </w:sdtPr>
              <w:sdtEndPr/>
              <w:sdtContent>
                <w:r w:rsidR="00B55F12">
                  <w:t>Risk management document</w:t>
                </w:r>
              </w:sdtContent>
            </w:sdt>
          </w:p>
        </w:tc>
        <w:sdt>
          <w:sdtPr>
            <w:alias w:val="Enter recipient name:"/>
            <w:tag w:val="Enter recipient name:"/>
            <w:id w:val="-1710177921"/>
            <w:placeholder>
              <w:docPart w:val="266704A101504E978A91612F3121AB78"/>
            </w:placeholder>
            <w:temporary/>
            <w:showingPlcHdr/>
            <w15:appearance w15:val="hidden"/>
          </w:sdtPr>
          <w:sdtEndPr/>
          <w:sdtContent>
            <w:tc>
              <w:tcPr>
                <w:tcW w:w="2008" w:type="dxa"/>
              </w:tcPr>
              <w:p w14:paraId="6F208B79" w14:textId="77777777" w:rsidR="00907CBB" w:rsidRDefault="00831731">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1618982540"/>
            <w:placeholder>
              <w:docPart w:val="3FB6632155CA4684B30A9739EECD4AE1"/>
            </w:placeholder>
            <w:temporary/>
            <w:showingPlcHdr/>
            <w15:appearance w15:val="hidden"/>
          </w:sdtPr>
          <w:sdtEndPr/>
          <w:sdtContent>
            <w:tc>
              <w:tcPr>
                <w:tcW w:w="2008" w:type="dxa"/>
              </w:tcPr>
              <w:p w14:paraId="4E9384FC"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882599094"/>
            <w:placeholder>
              <w:docPart w:val="C385A0AD70374E1C9B83C198FCEC5AAC"/>
            </w:placeholder>
            <w:temporary/>
            <w:showingPlcHdr/>
            <w15:appearance w15:val="hidden"/>
          </w:sdtPr>
          <w:sdtEndPr/>
          <w:sdtContent>
            <w:tc>
              <w:tcPr>
                <w:tcW w:w="2009" w:type="dxa"/>
                <w:tcBorders>
                  <w:right w:val="nil"/>
                </w:tcBorders>
              </w:tcPr>
              <w:p w14:paraId="0C61A445"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3C56D1D6" w14:textId="77777777" w:rsidTr="00B55F12">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0BF3070E" w14:textId="77777777" w:rsidR="00907CBB" w:rsidRDefault="00CE7B6B">
            <w:pPr>
              <w:pStyle w:val="Tabletext"/>
            </w:pPr>
            <w:sdt>
              <w:sdtPr>
                <w:alias w:val="Issue management document:"/>
                <w:tag w:val="Issue management document:"/>
                <w:id w:val="1484358567"/>
                <w:placeholder>
                  <w:docPart w:val="E92FE24EEA5648A9A2181B69EBB32C70"/>
                </w:placeholder>
                <w:temporary/>
                <w:showingPlcHdr/>
                <w15:appearance w15:val="hidden"/>
              </w:sdtPr>
              <w:sdtEndPr/>
              <w:sdtContent>
                <w:r w:rsidR="00B55F12">
                  <w:t>Issue management document</w:t>
                </w:r>
              </w:sdtContent>
            </w:sdt>
          </w:p>
        </w:tc>
        <w:sdt>
          <w:sdtPr>
            <w:alias w:val="Enter recipient name:"/>
            <w:tag w:val="Enter recipient name:"/>
            <w:id w:val="1828319163"/>
            <w:placeholder>
              <w:docPart w:val="B797D861FE554F2F8FDB30F2E22D97C1"/>
            </w:placeholder>
            <w:temporary/>
            <w:showingPlcHdr/>
            <w15:appearance w15:val="hidden"/>
          </w:sdtPr>
          <w:sdtEndPr/>
          <w:sdtContent>
            <w:tc>
              <w:tcPr>
                <w:tcW w:w="2008" w:type="dxa"/>
              </w:tcPr>
              <w:p w14:paraId="05625DA3" w14:textId="77777777" w:rsidR="00907CBB" w:rsidRDefault="00831731">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1124925577"/>
            <w:placeholder>
              <w:docPart w:val="A0C97697B9A846A4A764FAAD19A11160"/>
            </w:placeholder>
            <w:temporary/>
            <w:showingPlcHdr/>
            <w15:appearance w15:val="hidden"/>
          </w:sdtPr>
          <w:sdtEndPr/>
          <w:sdtContent>
            <w:tc>
              <w:tcPr>
                <w:tcW w:w="2008" w:type="dxa"/>
              </w:tcPr>
              <w:p w14:paraId="29AED683"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147632604"/>
            <w:placeholder>
              <w:docPart w:val="6459641041EF4C8AAB6C9EE9C1611C17"/>
            </w:placeholder>
            <w:temporary/>
            <w:showingPlcHdr/>
            <w15:appearance w15:val="hidden"/>
          </w:sdtPr>
          <w:sdtEndPr/>
          <w:sdtContent>
            <w:tc>
              <w:tcPr>
                <w:tcW w:w="2009" w:type="dxa"/>
                <w:tcBorders>
                  <w:right w:val="nil"/>
                </w:tcBorders>
              </w:tcPr>
              <w:p w14:paraId="33681E15"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613A0B9C" w14:textId="77777777" w:rsidTr="00B55F12">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69BCE026" w14:textId="77777777" w:rsidR="00907CBB" w:rsidRDefault="00CE7B6B">
            <w:pPr>
              <w:pStyle w:val="Tabletext"/>
            </w:pPr>
            <w:sdt>
              <w:sdtPr>
                <w:alias w:val="Change control document:"/>
                <w:tag w:val="Change control document:"/>
                <w:id w:val="723029747"/>
                <w:placeholder>
                  <w:docPart w:val="7BC2BAFED386444F894E0CD76F159723"/>
                </w:placeholder>
                <w:temporary/>
                <w:showingPlcHdr/>
                <w15:appearance w15:val="hidden"/>
              </w:sdtPr>
              <w:sdtEndPr/>
              <w:sdtContent>
                <w:r w:rsidR="00B55F12">
                  <w:t>Change control document</w:t>
                </w:r>
              </w:sdtContent>
            </w:sdt>
          </w:p>
        </w:tc>
        <w:sdt>
          <w:sdtPr>
            <w:alias w:val="Enter recipient name:"/>
            <w:tag w:val="Enter recipient name:"/>
            <w:id w:val="896868202"/>
            <w:placeholder>
              <w:docPart w:val="5D8E33633804474FAA6D4BC8C26ADEDE"/>
            </w:placeholder>
            <w:temporary/>
            <w:showingPlcHdr/>
            <w15:appearance w15:val="hidden"/>
          </w:sdtPr>
          <w:sdtEndPr/>
          <w:sdtContent>
            <w:tc>
              <w:tcPr>
                <w:tcW w:w="2008" w:type="dxa"/>
              </w:tcPr>
              <w:p w14:paraId="0DEFF0BE" w14:textId="77777777" w:rsidR="00907CBB" w:rsidRDefault="00831731">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1009676679"/>
            <w:placeholder>
              <w:docPart w:val="25DF4BB2464F436D9076959CD9535198"/>
            </w:placeholder>
            <w:temporary/>
            <w:showingPlcHdr/>
            <w15:appearance w15:val="hidden"/>
          </w:sdtPr>
          <w:sdtEndPr/>
          <w:sdtContent>
            <w:tc>
              <w:tcPr>
                <w:tcW w:w="2008" w:type="dxa"/>
              </w:tcPr>
              <w:p w14:paraId="48F361D2"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479527328"/>
            <w:placeholder>
              <w:docPart w:val="6B6F105F23F74380855FE69F4C94886A"/>
            </w:placeholder>
            <w:temporary/>
            <w:showingPlcHdr/>
            <w15:appearance w15:val="hidden"/>
          </w:sdtPr>
          <w:sdtEndPr/>
          <w:sdtContent>
            <w:tc>
              <w:tcPr>
                <w:tcW w:w="2009" w:type="dxa"/>
                <w:tcBorders>
                  <w:right w:val="nil"/>
                </w:tcBorders>
              </w:tcPr>
              <w:p w14:paraId="3BFC82FE"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00CB3973" w14:textId="77777777" w:rsidTr="00B55F12">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0ADC4880" w14:textId="77777777" w:rsidR="00907CBB" w:rsidRDefault="00CE7B6B">
            <w:pPr>
              <w:pStyle w:val="Tabletext"/>
            </w:pPr>
            <w:sdt>
              <w:sdtPr>
                <w:alias w:val="Project schedule:"/>
                <w:tag w:val="Project schedule:"/>
                <w:id w:val="-1392492006"/>
                <w:placeholder>
                  <w:docPart w:val="C07CE130E2CD459CA38BD5678EAE7DBF"/>
                </w:placeholder>
                <w:temporary/>
                <w:showingPlcHdr/>
                <w15:appearance w15:val="hidden"/>
              </w:sdtPr>
              <w:sdtEndPr/>
              <w:sdtContent>
                <w:r w:rsidR="00B55F12">
                  <w:t>Project schedule</w:t>
                </w:r>
              </w:sdtContent>
            </w:sdt>
          </w:p>
        </w:tc>
        <w:sdt>
          <w:sdtPr>
            <w:alias w:val="Enter recipient name:"/>
            <w:tag w:val="Enter recipient name:"/>
            <w:id w:val="1612327190"/>
            <w:placeholder>
              <w:docPart w:val="86760613A1054B3D82AD3A6E4F1FE696"/>
            </w:placeholder>
            <w:temporary/>
            <w:showingPlcHdr/>
            <w15:appearance w15:val="hidden"/>
          </w:sdtPr>
          <w:sdtEndPr/>
          <w:sdtContent>
            <w:tc>
              <w:tcPr>
                <w:tcW w:w="2008" w:type="dxa"/>
              </w:tcPr>
              <w:p w14:paraId="3FD60E66" w14:textId="77777777" w:rsidR="00907CBB" w:rsidRDefault="00831731">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50122714"/>
            <w:placeholder>
              <w:docPart w:val="655141FE9C334C4EBE5776B16CAFD058"/>
            </w:placeholder>
            <w:temporary/>
            <w:showingPlcHdr/>
            <w15:appearance w15:val="hidden"/>
          </w:sdtPr>
          <w:sdtEndPr/>
          <w:sdtContent>
            <w:tc>
              <w:tcPr>
                <w:tcW w:w="2008" w:type="dxa"/>
              </w:tcPr>
              <w:p w14:paraId="11F325DD"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76157599"/>
            <w:placeholder>
              <w:docPart w:val="2F38C4F9B5B640CDA86CE79D657AF0D8"/>
            </w:placeholder>
            <w:temporary/>
            <w:showingPlcHdr/>
            <w15:appearance w15:val="hidden"/>
          </w:sdtPr>
          <w:sdtEndPr/>
          <w:sdtContent>
            <w:tc>
              <w:tcPr>
                <w:tcW w:w="2009" w:type="dxa"/>
                <w:tcBorders>
                  <w:right w:val="nil"/>
                </w:tcBorders>
              </w:tcPr>
              <w:p w14:paraId="38005BB6" w14:textId="77777777" w:rsidR="00907CBB" w:rsidRDefault="00C41938">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269D6EF1" w14:textId="77777777" w:rsidTr="00B55F12">
        <w:sdt>
          <w:sdtPr>
            <w:alias w:val="Enter document 1:"/>
            <w:tag w:val="Enter document 1:"/>
            <w:id w:val="350694404"/>
            <w:placeholder>
              <w:docPart w:val="FD646E5ADB3A4408A194121D42CDB0CA"/>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0F67AC93" w14:textId="77777777" w:rsidR="00907CBB" w:rsidRDefault="00822A8D">
                <w:pPr>
                  <w:pStyle w:val="Tabletext"/>
                </w:pPr>
                <w:r>
                  <w:t>D</w:t>
                </w:r>
                <w:r w:rsidR="00067E02">
                  <w:t>ocument 1</w:t>
                </w:r>
              </w:p>
            </w:tc>
          </w:sdtContent>
        </w:sdt>
        <w:sdt>
          <w:sdtPr>
            <w:alias w:val="Enter name:"/>
            <w:tag w:val="Enter name:"/>
            <w:id w:val="-1277094600"/>
            <w:placeholder>
              <w:docPart w:val="C6DACF270FF84A02B73E4E65731EE732"/>
            </w:placeholder>
            <w:temporary/>
            <w:showingPlcHdr/>
            <w15:appearance w15:val="hidden"/>
          </w:sdtPr>
          <w:sdtEndPr/>
          <w:sdtContent>
            <w:tc>
              <w:tcPr>
                <w:tcW w:w="2008" w:type="dxa"/>
              </w:tcPr>
              <w:p w14:paraId="175434EF" w14:textId="77777777" w:rsidR="00907CBB" w:rsidRDefault="00976A9B">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351331973"/>
            <w:placeholder>
              <w:docPart w:val="067DF4B55C0B4C01B4A4C3F2237D28A8"/>
            </w:placeholder>
            <w:temporary/>
            <w:showingPlcHdr/>
            <w15:appearance w15:val="hidden"/>
          </w:sdtPr>
          <w:sdtEndPr/>
          <w:sdtContent>
            <w:tc>
              <w:tcPr>
                <w:tcW w:w="2008" w:type="dxa"/>
              </w:tcPr>
              <w:p w14:paraId="147F7647" w14:textId="77777777" w:rsidR="00907CBB" w:rsidRDefault="00976A9B">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sdt>
          <w:sdtPr>
            <w:alias w:val="Enter update frequency:"/>
            <w:tag w:val="Enter update frequency:"/>
            <w:id w:val="144794293"/>
            <w:placeholder>
              <w:docPart w:val="30B8903EA1E940148B5FF8FEE1F161E5"/>
            </w:placeholder>
            <w:temporary/>
            <w:showingPlcHdr/>
            <w15:appearance w15:val="hidden"/>
          </w:sdtPr>
          <w:sdtEndPr/>
          <w:sdtContent>
            <w:tc>
              <w:tcPr>
                <w:tcW w:w="2009" w:type="dxa"/>
                <w:tcBorders>
                  <w:right w:val="nil"/>
                </w:tcBorders>
              </w:tcPr>
              <w:p w14:paraId="78E93B86" w14:textId="77777777" w:rsidR="00907CBB" w:rsidRDefault="00976A9B">
                <w:pPr>
                  <w:pStyle w:val="Tabletext"/>
                  <w:cnfStyle w:val="000000000000" w:firstRow="0" w:lastRow="0" w:firstColumn="0" w:lastColumn="0" w:oddVBand="0" w:evenVBand="0" w:oddHBand="0" w:evenHBand="0" w:firstRowFirstColumn="0" w:firstRowLastColumn="0" w:lastRowFirstColumn="0" w:lastRowLastColumn="0"/>
                </w:pPr>
                <w:r>
                  <w:t>Number</w:t>
                </w:r>
              </w:p>
            </w:tc>
          </w:sdtContent>
        </w:sdt>
      </w:tr>
      <w:tr w:rsidR="00907CBB" w14:paraId="490730C7" w14:textId="77777777" w:rsidTr="00B55F12">
        <w:sdt>
          <w:sdtPr>
            <w:alias w:val="Enter document 2:"/>
            <w:tag w:val="Enter document 2:"/>
            <w:id w:val="1467095477"/>
            <w:placeholder>
              <w:docPart w:val="70EC38C8EEE940648AAF3EC190AFF5E6"/>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3325" w:type="dxa"/>
                <w:tcBorders>
                  <w:left w:val="nil"/>
                </w:tcBorders>
              </w:tcPr>
              <w:p w14:paraId="00B5DAF6" w14:textId="77777777" w:rsidR="00907CBB" w:rsidRDefault="00822A8D">
                <w:pPr>
                  <w:pStyle w:val="Tabletext"/>
                </w:pPr>
                <w:r>
                  <w:t>D</w:t>
                </w:r>
                <w:r w:rsidR="00067E02">
                  <w:t>ocument 2</w:t>
                </w:r>
              </w:p>
            </w:tc>
          </w:sdtContent>
        </w:sdt>
        <w:sdt>
          <w:sdtPr>
            <w:alias w:val="Enter name:"/>
            <w:tag w:val="Enter name:"/>
            <w:id w:val="-212581761"/>
            <w:placeholder>
              <w:docPart w:val="07882B4CFE914400B9B36737E7014C49"/>
            </w:placeholder>
            <w:temporary/>
            <w:showingPlcHdr/>
            <w15:appearance w15:val="hidden"/>
          </w:sdtPr>
          <w:sdtEndPr/>
          <w:sdtContent>
            <w:tc>
              <w:tcPr>
                <w:tcW w:w="2008" w:type="dxa"/>
              </w:tcPr>
              <w:p w14:paraId="5B9DC6D0" w14:textId="77777777" w:rsidR="00907CBB" w:rsidRDefault="00976A9B">
                <w:pPr>
                  <w:pStyle w:val="Tabletext"/>
                  <w:cnfStyle w:val="000000000000" w:firstRow="0" w:lastRow="0" w:firstColumn="0" w:lastColumn="0" w:oddVBand="0" w:evenVBand="0" w:oddHBand="0" w:evenHBand="0" w:firstRowFirstColumn="0" w:firstRowLastColumn="0" w:lastRowFirstColumn="0" w:lastRowLastColumn="0"/>
                </w:pPr>
                <w:r>
                  <w:t>Name</w:t>
                </w:r>
              </w:p>
            </w:tc>
          </w:sdtContent>
        </w:sdt>
        <w:sdt>
          <w:sdtPr>
            <w:alias w:val="Enter responsibility:"/>
            <w:tag w:val="Enter responsibility:"/>
            <w:id w:val="-186987872"/>
            <w:placeholder>
              <w:docPart w:val="B7BEC70ADE4A45ACA959E5E8FF9ABECD"/>
            </w:placeholder>
            <w:temporary/>
            <w:showingPlcHdr/>
            <w15:appearance w15:val="hidden"/>
          </w:sdtPr>
          <w:sdtEndPr/>
          <w:sdtContent>
            <w:tc>
              <w:tcPr>
                <w:tcW w:w="2008" w:type="dxa"/>
              </w:tcPr>
              <w:p w14:paraId="4EE10349" w14:textId="77777777" w:rsidR="00907CBB" w:rsidRDefault="00976A9B">
                <w:pPr>
                  <w:pStyle w:val="Tabletext"/>
                  <w:cnfStyle w:val="000000000000" w:firstRow="0" w:lastRow="0" w:firstColumn="0" w:lastColumn="0" w:oddVBand="0" w:evenVBand="0" w:oddHBand="0" w:evenHBand="0" w:firstRowFirstColumn="0" w:firstRowLastColumn="0" w:lastRowFirstColumn="0" w:lastRowLastColumn="0"/>
                </w:pPr>
                <w:r>
                  <w:t>Responsibility</w:t>
                </w:r>
              </w:p>
            </w:tc>
          </w:sdtContent>
        </w:sdt>
        <w:tc>
          <w:tcPr>
            <w:tcW w:w="2009" w:type="dxa"/>
            <w:tcBorders>
              <w:right w:val="nil"/>
            </w:tcBorders>
          </w:tcPr>
          <w:p w14:paraId="2947F823" w14:textId="77777777" w:rsidR="00907CBB" w:rsidRDefault="00CE7B6B">
            <w:pPr>
              <w:pStyle w:val="Tabletext"/>
              <w:cnfStyle w:val="000000000000" w:firstRow="0" w:lastRow="0" w:firstColumn="0" w:lastColumn="0" w:oddVBand="0" w:evenVBand="0" w:oddHBand="0" w:evenHBand="0" w:firstRowFirstColumn="0" w:firstRowLastColumn="0" w:lastRowFirstColumn="0" w:lastRowLastColumn="0"/>
            </w:pPr>
            <w:sdt>
              <w:sdtPr>
                <w:alias w:val="Enter update frequency:"/>
                <w:tag w:val="Enter update frequency:"/>
                <w:id w:val="-1758822011"/>
                <w:placeholder>
                  <w:docPart w:val="9BBEF5729C7546A692CDC63B17CFAF5A"/>
                </w:placeholder>
                <w:temporary/>
                <w:showingPlcHdr/>
                <w15:appearance w15:val="hidden"/>
              </w:sdtPr>
              <w:sdtEndPr/>
              <w:sdtContent>
                <w:r w:rsidR="00976A9B">
                  <w:t>Number</w:t>
                </w:r>
              </w:sdtContent>
            </w:sdt>
            <w:r w:rsidR="00874542">
              <w:t>s</w:t>
            </w:r>
          </w:p>
        </w:tc>
      </w:tr>
    </w:tbl>
    <w:sdt>
      <w:sdtPr>
        <w:alias w:val="Enter subheading:"/>
        <w:tag w:val="Enter subheading:"/>
        <w:id w:val="1687472679"/>
        <w:placeholder>
          <w:docPart w:val="077FA7C8E9E9466D949A985A21B7C846"/>
        </w:placeholder>
        <w:temporary/>
        <w:showingPlcHdr/>
        <w15:appearance w15:val="hidden"/>
      </w:sdtPr>
      <w:sdtEndPr/>
      <w:sdtContent>
        <w:p w14:paraId="33E728DF" w14:textId="77777777" w:rsidR="00907CBB" w:rsidRDefault="00B55F12" w:rsidP="00B55F12">
          <w:pPr>
            <w:pStyle w:val="Heading2"/>
          </w:pPr>
          <w:r>
            <w:t>Team structure</w:t>
          </w:r>
        </w:p>
      </w:sdtContent>
    </w:sdt>
    <w:sdt>
      <w:sdtPr>
        <w:alias w:val="Enter description:"/>
        <w:tag w:val="Enter description:"/>
        <w:id w:val="-644201794"/>
        <w:placeholder>
          <w:docPart w:val="5EAC4CBA95764574A7186F2A1A1823E4"/>
        </w:placeholder>
        <w:temporary/>
        <w:showingPlcHdr/>
        <w15:appearance w15:val="hidden"/>
      </w:sdtPr>
      <w:sdtEndPr/>
      <w:sdtContent>
        <w:p w14:paraId="4617C00A" w14:textId="77777777" w:rsidR="00907CBB" w:rsidRDefault="00107CB6">
          <w:r>
            <w:t>Identify the key roles of members of your marketing team and the normal patterns of communication between roles. You can create a diagram or table to illustrate communication relationships.</w:t>
          </w:r>
        </w:p>
      </w:sdtContent>
    </w:sdt>
    <w:p w14:paraId="182F0EFC" w14:textId="77777777" w:rsidR="00907CBB" w:rsidRDefault="00CE7B6B">
      <w:pPr>
        <w:pStyle w:val="Heading3"/>
      </w:pPr>
      <w:sdt>
        <w:sdtPr>
          <w:alias w:val="Enter subheading:"/>
          <w:tag w:val="Enter subheading:"/>
          <w:id w:val="980196230"/>
          <w:placeholder>
            <w:docPart w:val="2ABC6364B41F4EBD8AAD7F389A952087"/>
          </w:placeholder>
          <w:temporary/>
          <w:showingPlcHdr/>
          <w15:appearance w15:val="hidden"/>
        </w:sdtPr>
        <w:sdtEndPr/>
        <w:sdtContent>
          <w:r w:rsidR="004566FA">
            <w:t>Team goals</w:t>
          </w:r>
        </w:sdtContent>
      </w:sdt>
    </w:p>
    <w:sdt>
      <w:sdtPr>
        <w:alias w:val="Enter list item 1:"/>
        <w:tag w:val="Enter list item 1:"/>
        <w:id w:val="-920026586"/>
        <w:placeholder>
          <w:docPart w:val="60007ADE3D584616ADD5F048545C8909"/>
        </w:placeholder>
        <w:temporary/>
        <w:showingPlcHdr/>
        <w15:appearance w15:val="hidden"/>
      </w:sdtPr>
      <w:sdtEndPr/>
      <w:sdtContent>
        <w:p w14:paraId="605E9ABC" w14:textId="77777777" w:rsidR="00907CBB" w:rsidRDefault="00107CB6">
          <w:pPr>
            <w:pStyle w:val="ListBullet"/>
          </w:pPr>
          <w:r>
            <w:t>List your team's quality goals.</w:t>
          </w:r>
        </w:p>
      </w:sdtContent>
    </w:sdt>
    <w:p w14:paraId="2862F930" w14:textId="77777777" w:rsidR="00907CBB" w:rsidRDefault="00CE7B6B">
      <w:pPr>
        <w:pStyle w:val="Heading3"/>
      </w:pPr>
      <w:sdt>
        <w:sdtPr>
          <w:alias w:val="Enter subheading:"/>
          <w:tag w:val="Enter subheading:"/>
          <w:id w:val="-1150980588"/>
          <w:placeholder>
            <w:docPart w:val="82B1E68C6D084E369CEA73E97ECFBBFC"/>
          </w:placeholder>
          <w:temporary/>
          <w:showingPlcHdr/>
          <w15:appearance w15:val="hidden"/>
        </w:sdtPr>
        <w:sdtEndPr/>
        <w:sdtContent>
          <w:r w:rsidR="00495232">
            <w:t>Team assignments</w:t>
          </w:r>
        </w:sdtContent>
      </w:sdt>
    </w:p>
    <w:sdt>
      <w:sdtPr>
        <w:alias w:val="Enter description:"/>
        <w:tag w:val="Enter description:"/>
        <w:id w:val="1084725301"/>
        <w:placeholder>
          <w:docPart w:val="DDA58342ECCC471DA7CF4EA445A33397"/>
        </w:placeholder>
        <w:temporary/>
        <w:showingPlcHdr/>
        <w15:appearance w15:val="hidden"/>
      </w:sdtPr>
      <w:sdtEndPr/>
      <w:sdtContent>
        <w:p w14:paraId="77FE6693" w14:textId="77777777" w:rsidR="00907CBB" w:rsidRDefault="00107CB6">
          <w:r>
            <w:t>Use the following table to outline the project's marketing teams, team goals, team leads, and team roles.</w:t>
          </w:r>
        </w:p>
      </w:sdtContent>
    </w:sdt>
    <w:p w14:paraId="75B201D2" w14:textId="77777777" w:rsidR="00907CBB" w:rsidRDefault="00CE7B6B">
      <w:pPr>
        <w:rPr>
          <w:rStyle w:val="Strong"/>
        </w:rPr>
      </w:pPr>
      <w:sdt>
        <w:sdtPr>
          <w:rPr>
            <w:rStyle w:val="Strong"/>
          </w:rPr>
          <w:alias w:val="Enter project name:"/>
          <w:tag w:val="Enter project name:"/>
          <w:id w:val="-1415622114"/>
          <w:placeholder>
            <w:docPart w:val="01AC47D916F44F369A280B6A1622C363"/>
          </w:placeholder>
          <w:temporary/>
          <w:showingPlcHdr/>
          <w15:appearance w15:val="hidden"/>
        </w:sdtPr>
        <w:sdtEndPr>
          <w:rPr>
            <w:rStyle w:val="Strong"/>
          </w:rPr>
        </w:sdtEndPr>
        <w:sdtContent>
          <w:r w:rsidR="00107CB6">
            <w:rPr>
              <w:rStyle w:val="Strong"/>
            </w:rPr>
            <w:t>Project Name</w:t>
          </w:r>
        </w:sdtContent>
      </w:sdt>
      <w:r w:rsidR="00107CB6">
        <w:rPr>
          <w:rStyle w:val="Strong"/>
        </w:rPr>
        <w:t xml:space="preserve"> </w:t>
      </w:r>
      <w:sdt>
        <w:sdtPr>
          <w:rPr>
            <w:rStyle w:val="Strong"/>
          </w:rPr>
          <w:alias w:val="project team:"/>
          <w:tag w:val="project team:"/>
          <w:id w:val="373591076"/>
          <w:placeholder>
            <w:docPart w:val="4A6CEEC626624116BF0EC7F7FC23A9BA"/>
          </w:placeholder>
          <w:temporary/>
          <w:showingPlcHdr/>
          <w15:appearance w15:val="hidden"/>
        </w:sdtPr>
        <w:sdtEndPr>
          <w:rPr>
            <w:rStyle w:val="Strong"/>
          </w:rPr>
        </w:sdtEndPr>
        <w:sdtContent>
          <w:r w:rsidR="00495232">
            <w:rPr>
              <w:rStyle w:val="Strong"/>
            </w:rPr>
            <w:t>project team</w:t>
          </w:r>
        </w:sdtContent>
      </w:sdt>
    </w:p>
    <w:tbl>
      <w:tblPr>
        <w:tblStyle w:val="GridTable1Light-Accent2"/>
        <w:tblW w:w="5000" w:type="pct"/>
        <w:tblCellMar>
          <w:left w:w="0" w:type="dxa"/>
          <w:right w:w="0" w:type="dxa"/>
        </w:tblCellMar>
        <w:tblLook w:val="04A0" w:firstRow="1" w:lastRow="0" w:firstColumn="1" w:lastColumn="0" w:noHBand="0" w:noVBand="1"/>
        <w:tblDescription w:val="Team assignments table"/>
      </w:tblPr>
      <w:tblGrid>
        <w:gridCol w:w="2339"/>
        <w:gridCol w:w="2341"/>
        <w:gridCol w:w="2339"/>
        <w:gridCol w:w="2341"/>
      </w:tblGrid>
      <w:tr w:rsidR="00907CBB" w14:paraId="05E9F1C7" w14:textId="77777777" w:rsidTr="00907C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7" w:type="dxa"/>
            <w:tcBorders>
              <w:top w:val="nil"/>
              <w:left w:val="nil"/>
            </w:tcBorders>
            <w:vAlign w:val="bottom"/>
          </w:tcPr>
          <w:p w14:paraId="48FCCF32" w14:textId="77777777" w:rsidR="00907CBB" w:rsidRDefault="00CE7B6B">
            <w:pPr>
              <w:pStyle w:val="Tabletext"/>
            </w:pPr>
            <w:sdt>
              <w:sdtPr>
                <w:alias w:val="Name of team:"/>
                <w:tag w:val="Name of team:"/>
                <w:id w:val="-1120609218"/>
                <w:placeholder>
                  <w:docPart w:val="75873464ACA74699B9F09CD19410AD8D"/>
                </w:placeholder>
                <w:temporary/>
                <w:showingPlcHdr/>
                <w15:appearance w15:val="hidden"/>
              </w:sdtPr>
              <w:sdtEndPr/>
              <w:sdtContent>
                <w:r w:rsidR="00495232">
                  <w:t>Name of team</w:t>
                </w:r>
              </w:sdtContent>
            </w:sdt>
          </w:p>
        </w:tc>
        <w:tc>
          <w:tcPr>
            <w:tcW w:w="2338" w:type="dxa"/>
            <w:tcBorders>
              <w:top w:val="nil"/>
            </w:tcBorders>
            <w:vAlign w:val="bottom"/>
          </w:tcPr>
          <w:p w14:paraId="25A59F63"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Team goals:"/>
                <w:tag w:val="Team goals:"/>
                <w:id w:val="-104739015"/>
                <w:placeholder>
                  <w:docPart w:val="8F7E5798317C43AF9852EE5170797862"/>
                </w:placeholder>
                <w:temporary/>
                <w:showingPlcHdr/>
                <w15:appearance w15:val="hidden"/>
              </w:sdtPr>
              <w:sdtEndPr/>
              <w:sdtContent>
                <w:r w:rsidR="00495232">
                  <w:t>Team goals</w:t>
                </w:r>
              </w:sdtContent>
            </w:sdt>
          </w:p>
        </w:tc>
        <w:tc>
          <w:tcPr>
            <w:tcW w:w="2337" w:type="dxa"/>
            <w:tcBorders>
              <w:top w:val="nil"/>
            </w:tcBorders>
            <w:vAlign w:val="bottom"/>
          </w:tcPr>
          <w:p w14:paraId="5DE053DB"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Team leads:"/>
                <w:tag w:val="Team leads:"/>
                <w:id w:val="2059507652"/>
                <w:placeholder>
                  <w:docPart w:val="272A29E92D2B46C3BA61FEA132E5487C"/>
                </w:placeholder>
                <w:temporary/>
                <w:showingPlcHdr/>
                <w15:appearance w15:val="hidden"/>
              </w:sdtPr>
              <w:sdtEndPr/>
              <w:sdtContent>
                <w:r w:rsidR="00495232">
                  <w:t>Team leads</w:t>
                </w:r>
              </w:sdtContent>
            </w:sdt>
          </w:p>
        </w:tc>
        <w:tc>
          <w:tcPr>
            <w:tcW w:w="2338" w:type="dxa"/>
            <w:tcBorders>
              <w:top w:val="nil"/>
              <w:right w:val="nil"/>
            </w:tcBorders>
            <w:vAlign w:val="bottom"/>
          </w:tcPr>
          <w:p w14:paraId="01FDEFEC" w14:textId="77777777" w:rsidR="00907CBB" w:rsidRDefault="00CE7B6B">
            <w:pPr>
              <w:pStyle w:val="Tabletext"/>
              <w:cnfStyle w:val="100000000000" w:firstRow="1" w:lastRow="0" w:firstColumn="0" w:lastColumn="0" w:oddVBand="0" w:evenVBand="0" w:oddHBand="0" w:evenHBand="0" w:firstRowFirstColumn="0" w:firstRowLastColumn="0" w:lastRowFirstColumn="0" w:lastRowLastColumn="0"/>
            </w:pPr>
            <w:sdt>
              <w:sdtPr>
                <w:alias w:val="Team roles:"/>
                <w:tag w:val="Team roles:"/>
                <w:id w:val="-868298122"/>
                <w:placeholder>
                  <w:docPart w:val="94EDDACFFFB948F49EE9761668B15D6D"/>
                </w:placeholder>
                <w:temporary/>
                <w:showingPlcHdr/>
                <w15:appearance w15:val="hidden"/>
              </w:sdtPr>
              <w:sdtEndPr/>
              <w:sdtContent>
                <w:r w:rsidR="00495232">
                  <w:t>Team roles</w:t>
                </w:r>
              </w:sdtContent>
            </w:sdt>
          </w:p>
        </w:tc>
      </w:tr>
      <w:tr w:rsidR="00907CBB" w14:paraId="0686B758" w14:textId="77777777" w:rsidTr="00907CBB">
        <w:sdt>
          <w:sdtPr>
            <w:alias w:val="Enter name1:"/>
            <w:tag w:val="Enter name1:"/>
            <w:id w:val="-1584516664"/>
            <w:placeholder>
              <w:docPart w:val="184DDEAE1DCA4FC698DA28BECFB233F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337" w:type="dxa"/>
                <w:tcBorders>
                  <w:left w:val="nil"/>
                </w:tcBorders>
              </w:tcPr>
              <w:p w14:paraId="7AED05E1" w14:textId="77777777" w:rsidR="00907CBB" w:rsidRDefault="00495232">
                <w:pPr>
                  <w:pStyle w:val="Tabletext"/>
                </w:pPr>
                <w:r>
                  <w:t>Name 1</w:t>
                </w:r>
              </w:p>
            </w:tc>
          </w:sdtContent>
        </w:sdt>
        <w:sdt>
          <w:sdtPr>
            <w:alias w:val="Enter goals:"/>
            <w:tag w:val="Enter goals:"/>
            <w:id w:val="-1911069411"/>
            <w:placeholder>
              <w:docPart w:val="5DF76FAA3B644DF5B1BE1BD237F13E3D"/>
            </w:placeholder>
            <w:temporary/>
            <w:showingPlcHdr/>
            <w15:appearance w15:val="hidden"/>
          </w:sdtPr>
          <w:sdtEndPr/>
          <w:sdtContent>
            <w:tc>
              <w:tcPr>
                <w:tcW w:w="2338" w:type="dxa"/>
              </w:tcPr>
              <w:p w14:paraId="72078E79"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Goals</w:t>
                </w:r>
              </w:p>
            </w:tc>
          </w:sdtContent>
        </w:sdt>
        <w:sdt>
          <w:sdtPr>
            <w:alias w:val="Enter name:"/>
            <w:tag w:val="Enter name:"/>
            <w:id w:val="350995018"/>
            <w:placeholder>
              <w:docPart w:val="D3663A843C6C4B8F908C34E97B298A6C"/>
            </w:placeholder>
            <w:temporary/>
            <w:showingPlcHdr/>
            <w15:appearance w15:val="hidden"/>
          </w:sdtPr>
          <w:sdtEndPr/>
          <w:sdtContent>
            <w:tc>
              <w:tcPr>
                <w:tcW w:w="2337" w:type="dxa"/>
              </w:tcPr>
              <w:p w14:paraId="26F1B1B8"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Lead name</w:t>
                </w:r>
              </w:p>
            </w:tc>
          </w:sdtContent>
        </w:sdt>
        <w:sdt>
          <w:sdtPr>
            <w:alias w:val="Enter roles:"/>
            <w:tag w:val="Enter roles:"/>
            <w:id w:val="1981497448"/>
            <w:placeholder>
              <w:docPart w:val="C5A9182790B449F78488E578CF288CD5"/>
            </w:placeholder>
            <w:temporary/>
            <w:showingPlcHdr/>
            <w15:appearance w15:val="hidden"/>
          </w:sdtPr>
          <w:sdtEndPr/>
          <w:sdtContent>
            <w:tc>
              <w:tcPr>
                <w:tcW w:w="2338" w:type="dxa"/>
                <w:tcBorders>
                  <w:right w:val="nil"/>
                </w:tcBorders>
              </w:tcPr>
              <w:p w14:paraId="213B99C4"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Roles</w:t>
                </w:r>
              </w:p>
            </w:tc>
          </w:sdtContent>
        </w:sdt>
      </w:tr>
      <w:tr w:rsidR="00907CBB" w14:paraId="69766C51" w14:textId="77777777" w:rsidTr="00907CBB">
        <w:sdt>
          <w:sdtPr>
            <w:alias w:val="Enter name2:"/>
            <w:tag w:val="Enter name2:"/>
            <w:id w:val="863327077"/>
            <w:placeholder>
              <w:docPart w:val="086EDA5EF1A944F394DC722C6AB2BE2E"/>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337" w:type="dxa"/>
                <w:tcBorders>
                  <w:left w:val="nil"/>
                </w:tcBorders>
              </w:tcPr>
              <w:p w14:paraId="793454DA" w14:textId="77777777" w:rsidR="00907CBB" w:rsidRDefault="00495232">
                <w:pPr>
                  <w:pStyle w:val="Tabletext"/>
                </w:pPr>
                <w:r>
                  <w:t>Name 2</w:t>
                </w:r>
              </w:p>
            </w:tc>
          </w:sdtContent>
        </w:sdt>
        <w:sdt>
          <w:sdtPr>
            <w:alias w:val="Enter goals:"/>
            <w:tag w:val="Enter goals:"/>
            <w:id w:val="1006556477"/>
            <w:placeholder>
              <w:docPart w:val="B707AF9380514177BA45CF268DF700D8"/>
            </w:placeholder>
            <w:temporary/>
            <w:showingPlcHdr/>
            <w15:appearance w15:val="hidden"/>
          </w:sdtPr>
          <w:sdtEndPr/>
          <w:sdtContent>
            <w:tc>
              <w:tcPr>
                <w:tcW w:w="2338" w:type="dxa"/>
              </w:tcPr>
              <w:p w14:paraId="67A81DA3"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Goals</w:t>
                </w:r>
              </w:p>
            </w:tc>
          </w:sdtContent>
        </w:sdt>
        <w:tc>
          <w:tcPr>
            <w:tcW w:w="2337" w:type="dxa"/>
          </w:tcPr>
          <w:p w14:paraId="3785EC87" w14:textId="77777777" w:rsidR="00907CBB" w:rsidRDefault="00CE7B6B">
            <w:pPr>
              <w:pStyle w:val="Tabletext"/>
              <w:cnfStyle w:val="000000000000" w:firstRow="0" w:lastRow="0" w:firstColumn="0" w:lastColumn="0" w:oddVBand="0" w:evenVBand="0" w:oddHBand="0" w:evenHBand="0" w:firstRowFirstColumn="0" w:firstRowLastColumn="0" w:lastRowFirstColumn="0" w:lastRowLastColumn="0"/>
            </w:pPr>
            <w:sdt>
              <w:sdtPr>
                <w:alias w:val="Enter name:"/>
                <w:tag w:val="Enter name:"/>
                <w:id w:val="1412036353"/>
                <w:placeholder>
                  <w:docPart w:val="E4384A850CBC4F9E988458416336AC2F"/>
                </w:placeholder>
                <w:temporary/>
                <w:showingPlcHdr/>
                <w15:appearance w15:val="hidden"/>
              </w:sdtPr>
              <w:sdtEndPr/>
              <w:sdtContent>
                <w:r w:rsidR="00495232">
                  <w:t>Lead name</w:t>
                </w:r>
              </w:sdtContent>
            </w:sdt>
          </w:p>
        </w:tc>
        <w:sdt>
          <w:sdtPr>
            <w:alias w:val="Enter roles:"/>
            <w:tag w:val="Enter roles:"/>
            <w:id w:val="-1039200461"/>
            <w:placeholder>
              <w:docPart w:val="DDA5608C4E2E4C0A97100BB72F54228B"/>
            </w:placeholder>
            <w:temporary/>
            <w:showingPlcHdr/>
            <w15:appearance w15:val="hidden"/>
          </w:sdtPr>
          <w:sdtEndPr/>
          <w:sdtContent>
            <w:tc>
              <w:tcPr>
                <w:tcW w:w="2338" w:type="dxa"/>
                <w:tcBorders>
                  <w:right w:val="nil"/>
                </w:tcBorders>
              </w:tcPr>
              <w:p w14:paraId="27CFC99E"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Roles</w:t>
                </w:r>
              </w:p>
            </w:tc>
          </w:sdtContent>
        </w:sdt>
      </w:tr>
      <w:tr w:rsidR="00907CBB" w14:paraId="51AC892B" w14:textId="77777777" w:rsidTr="00907CBB">
        <w:sdt>
          <w:sdtPr>
            <w:alias w:val="Enter name3:"/>
            <w:tag w:val="Enter name3:"/>
            <w:id w:val="-935978112"/>
            <w:placeholder>
              <w:docPart w:val="FC64830DFCFD4282954365F91D61A761"/>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337" w:type="dxa"/>
                <w:tcBorders>
                  <w:left w:val="nil"/>
                </w:tcBorders>
              </w:tcPr>
              <w:p w14:paraId="7F2648EC" w14:textId="77777777" w:rsidR="00907CBB" w:rsidRDefault="00495232">
                <w:pPr>
                  <w:pStyle w:val="Tabletext"/>
                </w:pPr>
                <w:r>
                  <w:t>Name 3</w:t>
                </w:r>
              </w:p>
            </w:tc>
          </w:sdtContent>
        </w:sdt>
        <w:sdt>
          <w:sdtPr>
            <w:alias w:val="Enter goals:"/>
            <w:tag w:val="Enter goals:"/>
            <w:id w:val="-646514125"/>
            <w:placeholder>
              <w:docPart w:val="3581F620292E40B9975AAB221F48537E"/>
            </w:placeholder>
            <w:temporary/>
            <w:showingPlcHdr/>
            <w15:appearance w15:val="hidden"/>
          </w:sdtPr>
          <w:sdtEndPr/>
          <w:sdtContent>
            <w:tc>
              <w:tcPr>
                <w:tcW w:w="2338" w:type="dxa"/>
              </w:tcPr>
              <w:p w14:paraId="7AC87C58"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Goals</w:t>
                </w:r>
              </w:p>
            </w:tc>
          </w:sdtContent>
        </w:sdt>
        <w:sdt>
          <w:sdtPr>
            <w:alias w:val="Enter name:"/>
            <w:tag w:val="Enter name:"/>
            <w:id w:val="400261380"/>
            <w:placeholder>
              <w:docPart w:val="345AA9DDF7F047539787AC297D7DC345"/>
            </w:placeholder>
            <w:temporary/>
            <w:showingPlcHdr/>
            <w15:appearance w15:val="hidden"/>
          </w:sdtPr>
          <w:sdtEndPr/>
          <w:sdtContent>
            <w:tc>
              <w:tcPr>
                <w:tcW w:w="2337" w:type="dxa"/>
              </w:tcPr>
              <w:p w14:paraId="78572A7C"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Lead name</w:t>
                </w:r>
              </w:p>
            </w:tc>
          </w:sdtContent>
        </w:sdt>
        <w:sdt>
          <w:sdtPr>
            <w:alias w:val="Enter roles:"/>
            <w:tag w:val="Enter roles:"/>
            <w:id w:val="213163512"/>
            <w:placeholder>
              <w:docPart w:val="D1625FCB8DEF421796AABA55C063FDC5"/>
            </w:placeholder>
            <w:temporary/>
            <w:showingPlcHdr/>
            <w15:appearance w15:val="hidden"/>
          </w:sdtPr>
          <w:sdtEndPr/>
          <w:sdtContent>
            <w:tc>
              <w:tcPr>
                <w:tcW w:w="2338" w:type="dxa"/>
                <w:tcBorders>
                  <w:right w:val="nil"/>
                </w:tcBorders>
              </w:tcPr>
              <w:p w14:paraId="4305D441"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Roles</w:t>
                </w:r>
              </w:p>
            </w:tc>
          </w:sdtContent>
        </w:sdt>
      </w:tr>
      <w:tr w:rsidR="00907CBB" w14:paraId="57B14A39" w14:textId="77777777" w:rsidTr="00907CBB">
        <w:sdt>
          <w:sdtPr>
            <w:alias w:val="Enter name4:"/>
            <w:tag w:val="Enter name4:"/>
            <w:id w:val="1040408147"/>
            <w:placeholder>
              <w:docPart w:val="D39770CBF2FC48EB9F0B047D59027D6A"/>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337" w:type="dxa"/>
                <w:tcBorders>
                  <w:left w:val="nil"/>
                </w:tcBorders>
              </w:tcPr>
              <w:p w14:paraId="6317225E" w14:textId="77777777" w:rsidR="00907CBB" w:rsidRDefault="00495232">
                <w:pPr>
                  <w:pStyle w:val="Tabletext"/>
                </w:pPr>
                <w:r>
                  <w:t>Name 4</w:t>
                </w:r>
              </w:p>
            </w:tc>
          </w:sdtContent>
        </w:sdt>
        <w:sdt>
          <w:sdtPr>
            <w:alias w:val="Enter goals:"/>
            <w:tag w:val="Enter goals:"/>
            <w:id w:val="-1002664820"/>
            <w:placeholder>
              <w:docPart w:val="A0DE1C914A0C4B22A9161B01548AAC25"/>
            </w:placeholder>
            <w:temporary/>
            <w:showingPlcHdr/>
            <w15:appearance w15:val="hidden"/>
          </w:sdtPr>
          <w:sdtEndPr/>
          <w:sdtContent>
            <w:tc>
              <w:tcPr>
                <w:tcW w:w="2338" w:type="dxa"/>
              </w:tcPr>
              <w:p w14:paraId="098E51A2"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Goals</w:t>
                </w:r>
              </w:p>
            </w:tc>
          </w:sdtContent>
        </w:sdt>
        <w:sdt>
          <w:sdtPr>
            <w:alias w:val="Enter name:"/>
            <w:tag w:val="Enter name:"/>
            <w:id w:val="-2079119106"/>
            <w:placeholder>
              <w:docPart w:val="4C31BFF6C9E14A99B9D0C9C722106CE2"/>
            </w:placeholder>
            <w:temporary/>
            <w:showingPlcHdr/>
            <w15:appearance w15:val="hidden"/>
          </w:sdtPr>
          <w:sdtEndPr/>
          <w:sdtContent>
            <w:tc>
              <w:tcPr>
                <w:tcW w:w="2337" w:type="dxa"/>
              </w:tcPr>
              <w:p w14:paraId="33DE7364"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Lead name</w:t>
                </w:r>
              </w:p>
            </w:tc>
          </w:sdtContent>
        </w:sdt>
        <w:sdt>
          <w:sdtPr>
            <w:alias w:val="Enter roles:"/>
            <w:tag w:val="Enter roles:"/>
            <w:id w:val="-1053772626"/>
            <w:placeholder>
              <w:docPart w:val="CD9919BA2C4248BC98E43198398ED30A"/>
            </w:placeholder>
            <w:temporary/>
            <w:showingPlcHdr/>
            <w15:appearance w15:val="hidden"/>
          </w:sdtPr>
          <w:sdtEndPr/>
          <w:sdtContent>
            <w:tc>
              <w:tcPr>
                <w:tcW w:w="2338" w:type="dxa"/>
                <w:tcBorders>
                  <w:right w:val="nil"/>
                </w:tcBorders>
              </w:tcPr>
              <w:p w14:paraId="77FD9E5D"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Roles</w:t>
                </w:r>
              </w:p>
            </w:tc>
          </w:sdtContent>
        </w:sdt>
      </w:tr>
      <w:tr w:rsidR="00907CBB" w14:paraId="1D2F02A8" w14:textId="77777777" w:rsidTr="00907CBB">
        <w:sdt>
          <w:sdtPr>
            <w:alias w:val="Enter name5:"/>
            <w:tag w:val="Enter name5:"/>
            <w:id w:val="355004358"/>
            <w:placeholder>
              <w:docPart w:val="3984E1EBDB0349D68D1C799AB4600E01"/>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337" w:type="dxa"/>
                <w:tcBorders>
                  <w:left w:val="nil"/>
                </w:tcBorders>
              </w:tcPr>
              <w:p w14:paraId="47795109" w14:textId="77777777" w:rsidR="00907CBB" w:rsidRDefault="00495232">
                <w:pPr>
                  <w:pStyle w:val="Tabletext"/>
                </w:pPr>
                <w:r>
                  <w:t>Name 5</w:t>
                </w:r>
              </w:p>
            </w:tc>
          </w:sdtContent>
        </w:sdt>
        <w:sdt>
          <w:sdtPr>
            <w:alias w:val="Enter goals:"/>
            <w:tag w:val="Enter goals:"/>
            <w:id w:val="-1529944672"/>
            <w:placeholder>
              <w:docPart w:val="FB0BC10289A849AC99AC55BA40793E81"/>
            </w:placeholder>
            <w:temporary/>
            <w:showingPlcHdr/>
            <w15:appearance w15:val="hidden"/>
          </w:sdtPr>
          <w:sdtEndPr/>
          <w:sdtContent>
            <w:tc>
              <w:tcPr>
                <w:tcW w:w="2338" w:type="dxa"/>
              </w:tcPr>
              <w:p w14:paraId="1426A86E"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Goals</w:t>
                </w:r>
              </w:p>
            </w:tc>
          </w:sdtContent>
        </w:sdt>
        <w:sdt>
          <w:sdtPr>
            <w:alias w:val="Enter name:"/>
            <w:tag w:val="Enter name:"/>
            <w:id w:val="13969517"/>
            <w:placeholder>
              <w:docPart w:val="B2795B0C1A984663953251F85E0FA776"/>
            </w:placeholder>
            <w:temporary/>
            <w:showingPlcHdr/>
            <w15:appearance w15:val="hidden"/>
          </w:sdtPr>
          <w:sdtEndPr/>
          <w:sdtContent>
            <w:tc>
              <w:tcPr>
                <w:tcW w:w="2337" w:type="dxa"/>
              </w:tcPr>
              <w:p w14:paraId="2A18357D"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Lead name</w:t>
                </w:r>
              </w:p>
            </w:tc>
          </w:sdtContent>
        </w:sdt>
        <w:sdt>
          <w:sdtPr>
            <w:alias w:val="Enter roles:"/>
            <w:tag w:val="Enter roles:"/>
            <w:id w:val="-1982832504"/>
            <w:placeholder>
              <w:docPart w:val="B272A6CA71D8425F871F7CEF69572188"/>
            </w:placeholder>
            <w:temporary/>
            <w:showingPlcHdr/>
            <w15:appearance w15:val="hidden"/>
          </w:sdtPr>
          <w:sdtEndPr/>
          <w:sdtContent>
            <w:tc>
              <w:tcPr>
                <w:tcW w:w="2338" w:type="dxa"/>
                <w:tcBorders>
                  <w:right w:val="nil"/>
                </w:tcBorders>
              </w:tcPr>
              <w:p w14:paraId="7DC8D8B8" w14:textId="77777777" w:rsidR="00907CBB" w:rsidRDefault="00495232">
                <w:pPr>
                  <w:pStyle w:val="Tabletext"/>
                  <w:cnfStyle w:val="000000000000" w:firstRow="0" w:lastRow="0" w:firstColumn="0" w:lastColumn="0" w:oddVBand="0" w:evenVBand="0" w:oddHBand="0" w:evenHBand="0" w:firstRowFirstColumn="0" w:firstRowLastColumn="0" w:lastRowFirstColumn="0" w:lastRowLastColumn="0"/>
                </w:pPr>
                <w:r>
                  <w:t>Roles</w:t>
                </w:r>
              </w:p>
            </w:tc>
          </w:sdtContent>
        </w:sdt>
      </w:tr>
    </w:tbl>
    <w:p w14:paraId="2F85AB98" w14:textId="77777777" w:rsidR="00907CBB" w:rsidRDefault="00CE7B6B">
      <w:pPr>
        <w:pStyle w:val="Heading2"/>
      </w:pPr>
      <w:sdt>
        <w:sdtPr>
          <w:alias w:val="Enter subheading:"/>
          <w:tag w:val="Enter subheading:"/>
          <w:id w:val="2055355319"/>
          <w:placeholder>
            <w:docPart w:val="1E9F8E9D1DF049628AFBA81397C7A60A"/>
          </w:placeholder>
          <w:temporary/>
          <w:showingPlcHdr/>
          <w15:appearance w15:val="hidden"/>
        </w:sdtPr>
        <w:sdtEndPr/>
        <w:sdtContent>
          <w:r w:rsidR="00495232">
            <w:t>Team roles and responsibilities</w:t>
          </w:r>
        </w:sdtContent>
      </w:sdt>
    </w:p>
    <w:sdt>
      <w:sdtPr>
        <w:alias w:val="Enter description:"/>
        <w:tag w:val="Enter description:"/>
        <w:id w:val="-984543302"/>
        <w:placeholder>
          <w:docPart w:val="B3F07B1AAC3141098D148DFB25DB7CDF"/>
        </w:placeholder>
        <w:temporary/>
        <w:showingPlcHdr/>
        <w15:appearance w15:val="hidden"/>
      </w:sdtPr>
      <w:sdtEndPr/>
      <w:sdtContent>
        <w:p w14:paraId="3614A16A" w14:textId="77777777" w:rsidR="00907CBB" w:rsidRDefault="00107CB6">
          <w:r>
            <w:t>Identify the responsibilities assigned to each of the team roles.</w:t>
          </w:r>
        </w:p>
      </w:sdtContent>
    </w:sdt>
    <w:p w14:paraId="50812604" w14:textId="77777777" w:rsidR="00907CBB" w:rsidRDefault="00CE7B6B">
      <w:pPr>
        <w:pStyle w:val="Heading2"/>
      </w:pPr>
      <w:sdt>
        <w:sdtPr>
          <w:alias w:val="Enter subheading:"/>
          <w:tag w:val="Enter subheading:"/>
          <w:id w:val="681630386"/>
          <w:placeholder>
            <w:docPart w:val="7A2EF3995DB1439FA0EFB090E457019A"/>
          </w:placeholder>
          <w:temporary/>
          <w:showingPlcHdr/>
          <w15:appearance w15:val="hidden"/>
        </w:sdtPr>
        <w:sdtEndPr/>
        <w:sdtContent>
          <w:r w:rsidR="00495232">
            <w:t>Risks and issues management</w:t>
          </w:r>
        </w:sdtContent>
      </w:sdt>
    </w:p>
    <w:p w14:paraId="059C3E60" w14:textId="77777777" w:rsidR="00907CBB" w:rsidRDefault="00CE7B6B">
      <w:pPr>
        <w:pStyle w:val="Heading3"/>
      </w:pPr>
      <w:sdt>
        <w:sdtPr>
          <w:alias w:val="Enter subheading:"/>
          <w:tag w:val="Enter subheading:"/>
          <w:id w:val="857237801"/>
          <w:placeholder>
            <w:docPart w:val="FABF41854DC74241A216C32EB05337A8"/>
          </w:placeholder>
          <w:temporary/>
          <w:showingPlcHdr/>
          <w15:appearance w15:val="hidden"/>
        </w:sdtPr>
        <w:sdtEndPr/>
        <w:sdtContent>
          <w:r w:rsidR="00495232">
            <w:t>Potential exceptions and problems</w:t>
          </w:r>
        </w:sdtContent>
      </w:sdt>
    </w:p>
    <w:sdt>
      <w:sdtPr>
        <w:alias w:val="Enter list bullet1:"/>
        <w:tag w:val="Enter list bullet1:"/>
        <w:id w:val="-1638025744"/>
        <w:placeholder>
          <w:docPart w:val="148A242D1B6044E38E37D0462CD9C612"/>
        </w:placeholder>
        <w:temporary/>
        <w:showingPlcHdr/>
        <w15:appearance w15:val="hidden"/>
      </w:sdtPr>
      <w:sdtEndPr/>
      <w:sdtContent>
        <w:p w14:paraId="561190F6" w14:textId="77777777" w:rsidR="00907CBB" w:rsidRDefault="00107CB6">
          <w:pPr>
            <w:pStyle w:val="ListBullet"/>
          </w:pPr>
          <w:r>
            <w:t>List all potential problems that might arise during the project, and list their causes, symptoms, consequences, and possible solutions.</w:t>
          </w:r>
        </w:p>
      </w:sdtContent>
    </w:sdt>
    <w:p w14:paraId="7AF30E05" w14:textId="77777777" w:rsidR="00907CBB" w:rsidRDefault="00CE7B6B">
      <w:pPr>
        <w:pStyle w:val="Heading3"/>
      </w:pPr>
      <w:sdt>
        <w:sdtPr>
          <w:alias w:val="Enter subheading:"/>
          <w:tag w:val="Enter subheading:"/>
          <w:id w:val="229972240"/>
          <w:placeholder>
            <w:docPart w:val="8951C024412A4D32AAC8CB17ED45071D"/>
          </w:placeholder>
          <w:temporary/>
          <w:showingPlcHdr/>
          <w15:appearance w15:val="hidden"/>
        </w:sdtPr>
        <w:sdtEndPr/>
        <w:sdtContent>
          <w:r w:rsidR="00913AE4">
            <w:t>Appropriate corrective measures</w:t>
          </w:r>
        </w:sdtContent>
      </w:sdt>
    </w:p>
    <w:sdt>
      <w:sdtPr>
        <w:alias w:val="Enter subheading:"/>
        <w:tag w:val="Enter subheading:"/>
        <w:id w:val="752947939"/>
        <w:placeholder>
          <w:docPart w:val="D94CF1F2A8E7464B96E4AAFC853F2AA5"/>
        </w:placeholder>
        <w:temporary/>
        <w:showingPlcHdr/>
        <w15:appearance w15:val="hidden"/>
      </w:sdtPr>
      <w:sdtEndPr/>
      <w:sdtContent>
        <w:p w14:paraId="596DE228" w14:textId="77777777" w:rsidR="00907CBB" w:rsidRDefault="00107CB6">
          <w:r>
            <w:t>For each issue, identify the optimal way to resolve the issue and then identify the steps that your team needs to take in order to implement the resolution.</w:t>
          </w:r>
        </w:p>
      </w:sdtContent>
    </w:sdt>
    <w:sdt>
      <w:sdtPr>
        <w:alias w:val="Enter subheading:"/>
        <w:tag w:val="Enter subheading:"/>
        <w:id w:val="402729552"/>
        <w:placeholder>
          <w:docPart w:val="EC1DB8A6129B412F95D524DDCA4A4CC7"/>
        </w:placeholder>
        <w:temporary/>
        <w:showingPlcHdr/>
        <w15:appearance w15:val="hidden"/>
      </w:sdtPr>
      <w:sdtEndPr/>
      <w:sdtContent>
        <w:p w14:paraId="6789FA9C" w14:textId="77777777" w:rsidR="00907CBB" w:rsidRDefault="00913AE4" w:rsidP="00913AE4">
          <w:pPr>
            <w:pStyle w:val="Heading3"/>
          </w:pPr>
          <w:r>
            <w:t>Tracking risks and issues</w:t>
          </w:r>
        </w:p>
      </w:sdtContent>
    </w:sdt>
    <w:sdt>
      <w:sdtPr>
        <w:alias w:val="Enter description:"/>
        <w:tag w:val="Enter description:"/>
        <w:id w:val="-349725573"/>
        <w:placeholder>
          <w:docPart w:val="92F9F22CCEEA4D44AE1F912F1CB7B8E1"/>
        </w:placeholder>
        <w:temporary/>
        <w:showingPlcHdr/>
        <w15:appearance w15:val="hidden"/>
      </w:sdtPr>
      <w:sdtEndPr/>
      <w:sdtContent>
        <w:p w14:paraId="336029F5" w14:textId="77777777" w:rsidR="00907CBB" w:rsidRDefault="00107CB6">
          <w:r>
            <w:t>In the following table, track the risks and issues that you identified.</w:t>
          </w:r>
        </w:p>
      </w:sdtContent>
    </w:sdt>
    <w:tbl>
      <w:tblPr>
        <w:tblStyle w:val="GridTable1Light-Accent2"/>
        <w:tblW w:w="5000" w:type="pct"/>
        <w:tblCellMar>
          <w:left w:w="0" w:type="dxa"/>
          <w:right w:w="0" w:type="dxa"/>
        </w:tblCellMar>
        <w:tblLook w:val="0420" w:firstRow="1" w:lastRow="0" w:firstColumn="0" w:lastColumn="0" w:noHBand="0" w:noVBand="1"/>
        <w:tblDescription w:val="Tracking risks and issues"/>
      </w:tblPr>
      <w:tblGrid>
        <w:gridCol w:w="1256"/>
        <w:gridCol w:w="2488"/>
        <w:gridCol w:w="1872"/>
        <w:gridCol w:w="1046"/>
        <w:gridCol w:w="2698"/>
      </w:tblGrid>
      <w:tr w:rsidR="00907CBB" w14:paraId="1148ADD1" w14:textId="77777777" w:rsidTr="00907CBB">
        <w:trPr>
          <w:cnfStyle w:val="100000000000" w:firstRow="1" w:lastRow="0" w:firstColumn="0" w:lastColumn="0" w:oddVBand="0" w:evenVBand="0" w:oddHBand="0" w:evenHBand="0" w:firstRowFirstColumn="0" w:firstRowLastColumn="0" w:lastRowFirstColumn="0" w:lastRowLastColumn="0"/>
          <w:tblHeader/>
        </w:trPr>
        <w:tc>
          <w:tcPr>
            <w:tcW w:w="1255" w:type="dxa"/>
            <w:tcBorders>
              <w:top w:val="nil"/>
              <w:left w:val="nil"/>
            </w:tcBorders>
            <w:vAlign w:val="bottom"/>
          </w:tcPr>
          <w:p w14:paraId="0B367C71" w14:textId="77777777" w:rsidR="00907CBB" w:rsidRDefault="00CE7B6B">
            <w:pPr>
              <w:pStyle w:val="Tabletext"/>
            </w:pPr>
            <w:sdt>
              <w:sdtPr>
                <w:alias w:val="Enter column heading 1:"/>
                <w:tag w:val="Enter column heading 1:"/>
                <w:id w:val="-1859340973"/>
                <w:placeholder>
                  <w:docPart w:val="761694EBC319432FB992117BE19CF7C7"/>
                </w:placeholder>
                <w:temporary/>
                <w:showingPlcHdr/>
                <w15:appearance w15:val="hidden"/>
              </w:sdtPr>
              <w:sdtEndPr/>
              <w:sdtContent>
                <w:r w:rsidR="00913AE4">
                  <w:t>Date recorded</w:t>
                </w:r>
              </w:sdtContent>
            </w:sdt>
          </w:p>
        </w:tc>
        <w:tc>
          <w:tcPr>
            <w:tcW w:w="2485" w:type="dxa"/>
            <w:tcBorders>
              <w:top w:val="nil"/>
            </w:tcBorders>
            <w:vAlign w:val="bottom"/>
          </w:tcPr>
          <w:p w14:paraId="4450A5C3" w14:textId="77777777" w:rsidR="00907CBB" w:rsidRDefault="00CE7B6B">
            <w:pPr>
              <w:pStyle w:val="Tabletext"/>
            </w:pPr>
            <w:sdt>
              <w:sdtPr>
                <w:alias w:val="Enter column heading 2:"/>
                <w:tag w:val="Enter column heading 2:"/>
                <w:id w:val="28924623"/>
                <w:placeholder>
                  <w:docPart w:val="E021D4B154B34989BD7484C49CA0D86E"/>
                </w:placeholder>
                <w:temporary/>
                <w:showingPlcHdr/>
                <w15:appearance w15:val="hidden"/>
              </w:sdtPr>
              <w:sdtEndPr/>
              <w:sdtContent>
                <w:r w:rsidR="00913AE4">
                  <w:t>Risk description</w:t>
                </w:r>
              </w:sdtContent>
            </w:sdt>
          </w:p>
        </w:tc>
        <w:tc>
          <w:tcPr>
            <w:tcW w:w="1870" w:type="dxa"/>
            <w:tcBorders>
              <w:top w:val="nil"/>
            </w:tcBorders>
            <w:vAlign w:val="bottom"/>
          </w:tcPr>
          <w:p w14:paraId="64F3F1D8" w14:textId="77777777" w:rsidR="00907CBB" w:rsidRDefault="00CE7B6B">
            <w:pPr>
              <w:pStyle w:val="Tabletext"/>
            </w:pPr>
            <w:sdt>
              <w:sdtPr>
                <w:alias w:val="Enter column heading 3:"/>
                <w:tag w:val="Enter column heading 3:"/>
                <w:id w:val="1979103273"/>
                <w:placeholder>
                  <w:docPart w:val="17B71A56446C42C6BFE34C23323BD6FA"/>
                </w:placeholder>
                <w:temporary/>
                <w:showingPlcHdr/>
                <w15:appearance w15:val="hidden"/>
              </w:sdtPr>
              <w:sdtEndPr/>
              <w:sdtContent>
                <w:r w:rsidR="00913AE4">
                  <w:t>Probability</w:t>
                </w:r>
              </w:sdtContent>
            </w:sdt>
          </w:p>
        </w:tc>
        <w:tc>
          <w:tcPr>
            <w:tcW w:w="1045" w:type="dxa"/>
            <w:tcBorders>
              <w:top w:val="nil"/>
            </w:tcBorders>
            <w:vAlign w:val="bottom"/>
          </w:tcPr>
          <w:p w14:paraId="7D91DAA9" w14:textId="77777777" w:rsidR="00907CBB" w:rsidRDefault="00CE7B6B">
            <w:pPr>
              <w:pStyle w:val="Tabletext"/>
            </w:pPr>
            <w:sdt>
              <w:sdtPr>
                <w:alias w:val="Enter column heading 4:"/>
                <w:tag w:val="Enter column heading 4:"/>
                <w:id w:val="-1179195578"/>
                <w:placeholder>
                  <w:docPart w:val="69A65D4AA4CA4B76B0D43A531EE7DAD7"/>
                </w:placeholder>
                <w:temporary/>
                <w:showingPlcHdr/>
                <w15:appearance w15:val="hidden"/>
              </w:sdtPr>
              <w:sdtEndPr/>
              <w:sdtContent>
                <w:r w:rsidR="00913AE4">
                  <w:t>Impact</w:t>
                </w:r>
              </w:sdtContent>
            </w:sdt>
          </w:p>
        </w:tc>
        <w:tc>
          <w:tcPr>
            <w:tcW w:w="2695" w:type="dxa"/>
            <w:tcBorders>
              <w:top w:val="nil"/>
              <w:right w:val="nil"/>
            </w:tcBorders>
            <w:vAlign w:val="bottom"/>
          </w:tcPr>
          <w:p w14:paraId="5F7E7483" w14:textId="77777777" w:rsidR="00907CBB" w:rsidRDefault="00CE7B6B">
            <w:pPr>
              <w:pStyle w:val="Tabletext"/>
            </w:pPr>
            <w:sdt>
              <w:sdtPr>
                <w:alias w:val="Enter column heading 5:"/>
                <w:tag w:val="Enter column heading 5:"/>
                <w:id w:val="-541210082"/>
                <w:placeholder>
                  <w:docPart w:val="357C7AD3C35F4FB999CD65A85865E1D5"/>
                </w:placeholder>
                <w:temporary/>
                <w:showingPlcHdr/>
                <w15:appearance w15:val="hidden"/>
              </w:sdtPr>
              <w:sdtEndPr/>
              <w:sdtContent>
                <w:r w:rsidR="00913AE4">
                  <w:t>Mitigation plan</w:t>
                </w:r>
              </w:sdtContent>
            </w:sdt>
          </w:p>
        </w:tc>
      </w:tr>
      <w:tr w:rsidR="00907CBB" w14:paraId="292CF784" w14:textId="77777777" w:rsidTr="00907CBB">
        <w:sdt>
          <w:sdtPr>
            <w:alias w:val="Enter date1:"/>
            <w:tag w:val="Enter date1:"/>
            <w:id w:val="1769113207"/>
            <w:placeholder>
              <w:docPart w:val="FC41F8DCB4AA425C84F5B627E1189D91"/>
            </w:placeholder>
            <w:temporary/>
            <w:showingPlcHdr/>
            <w15:appearance w15:val="hidden"/>
          </w:sdtPr>
          <w:sdtEndPr/>
          <w:sdtContent>
            <w:tc>
              <w:tcPr>
                <w:tcW w:w="1255" w:type="dxa"/>
                <w:tcBorders>
                  <w:left w:val="nil"/>
                </w:tcBorders>
              </w:tcPr>
              <w:p w14:paraId="2C40F7CE" w14:textId="77777777" w:rsidR="00907CBB" w:rsidRDefault="00913AE4">
                <w:pPr>
                  <w:pStyle w:val="Tabletext"/>
                </w:pPr>
                <w:r>
                  <w:t>Date 1</w:t>
                </w:r>
              </w:p>
            </w:tc>
          </w:sdtContent>
        </w:sdt>
        <w:sdt>
          <w:sdtPr>
            <w:alias w:val="Enter description:"/>
            <w:tag w:val="Enter description:"/>
            <w:id w:val="-1099644237"/>
            <w:placeholder>
              <w:docPart w:val="6B1D52B964A1445ABF01947134598052"/>
            </w:placeholder>
            <w:temporary/>
            <w:showingPlcHdr/>
            <w15:appearance w15:val="hidden"/>
          </w:sdtPr>
          <w:sdtEndPr/>
          <w:sdtContent>
            <w:tc>
              <w:tcPr>
                <w:tcW w:w="2485" w:type="dxa"/>
              </w:tcPr>
              <w:p w14:paraId="536F5B3F" w14:textId="77777777" w:rsidR="00907CBB" w:rsidRDefault="00913AE4">
                <w:pPr>
                  <w:pStyle w:val="Tabletext"/>
                </w:pPr>
                <w:r>
                  <w:t>Description</w:t>
                </w:r>
              </w:p>
            </w:tc>
          </w:sdtContent>
        </w:sdt>
        <w:sdt>
          <w:sdtPr>
            <w:alias w:val="Enter probability:"/>
            <w:tag w:val="Enter probability:"/>
            <w:id w:val="-691608741"/>
            <w:placeholder>
              <w:docPart w:val="3192608304CC4837A5A89704C7EC0AC9"/>
            </w:placeholder>
            <w:temporary/>
            <w:showingPlcHdr/>
            <w15:appearance w15:val="hidden"/>
          </w:sdtPr>
          <w:sdtEndPr/>
          <w:sdtContent>
            <w:tc>
              <w:tcPr>
                <w:tcW w:w="1870" w:type="dxa"/>
                <w:shd w:val="clear" w:color="auto" w:fill="EDEEE5" w:themeFill="accent3" w:themeFillTint="33"/>
              </w:tcPr>
              <w:p w14:paraId="720C6FAD" w14:textId="77777777" w:rsidR="00907CBB" w:rsidRDefault="00913AE4">
                <w:pPr>
                  <w:pStyle w:val="Tabletext"/>
                </w:pPr>
                <w:r>
                  <w:t>Probability</w:t>
                </w:r>
              </w:p>
            </w:tc>
          </w:sdtContent>
        </w:sdt>
        <w:sdt>
          <w:sdtPr>
            <w:alias w:val="Enter impact:"/>
            <w:tag w:val="Enter impact:"/>
            <w:id w:val="-1093472905"/>
            <w:placeholder>
              <w:docPart w:val="AE4D2F500B7849F28157D6EA91DEBF75"/>
            </w:placeholder>
            <w:temporary/>
            <w:showingPlcHdr/>
            <w15:appearance w15:val="hidden"/>
          </w:sdtPr>
          <w:sdtEndPr/>
          <w:sdtContent>
            <w:tc>
              <w:tcPr>
                <w:tcW w:w="1045" w:type="dxa"/>
                <w:shd w:val="clear" w:color="auto" w:fill="F7EFDE" w:themeFill="accent4" w:themeFillTint="33"/>
              </w:tcPr>
              <w:p w14:paraId="62254059" w14:textId="77777777" w:rsidR="00907CBB" w:rsidRDefault="00913AE4">
                <w:pPr>
                  <w:pStyle w:val="Tabletext"/>
                </w:pPr>
                <w:r>
                  <w:t>Impact</w:t>
                </w:r>
              </w:p>
            </w:tc>
          </w:sdtContent>
        </w:sdt>
        <w:sdt>
          <w:sdtPr>
            <w:alias w:val="Enter meeting plan:"/>
            <w:tag w:val="Enter meeting plan:"/>
            <w:id w:val="425846840"/>
            <w:placeholder>
              <w:docPart w:val="E51A80125F4A46DBA998E20EC2E04877"/>
            </w:placeholder>
            <w:temporary/>
            <w:showingPlcHdr/>
            <w15:appearance w15:val="hidden"/>
          </w:sdtPr>
          <w:sdtEndPr/>
          <w:sdtContent>
            <w:tc>
              <w:tcPr>
                <w:tcW w:w="2695" w:type="dxa"/>
                <w:tcBorders>
                  <w:right w:val="nil"/>
                </w:tcBorders>
              </w:tcPr>
              <w:p w14:paraId="4A2283F4" w14:textId="77777777" w:rsidR="00907CBB" w:rsidRDefault="00913AE4">
                <w:pPr>
                  <w:pStyle w:val="Tabletext"/>
                </w:pPr>
                <w:r>
                  <w:t>Plan</w:t>
                </w:r>
              </w:p>
            </w:tc>
          </w:sdtContent>
        </w:sdt>
      </w:tr>
      <w:tr w:rsidR="00907CBB" w14:paraId="198B48B8" w14:textId="77777777" w:rsidTr="00907CBB">
        <w:sdt>
          <w:sdtPr>
            <w:alias w:val="Enter date2:"/>
            <w:tag w:val="Enter date2:"/>
            <w:id w:val="-867910882"/>
            <w:placeholder>
              <w:docPart w:val="1017CD39BFAF42F8976B2EEEB09EC5FC"/>
            </w:placeholder>
            <w:temporary/>
            <w:showingPlcHdr/>
            <w15:appearance w15:val="hidden"/>
          </w:sdtPr>
          <w:sdtEndPr/>
          <w:sdtContent>
            <w:tc>
              <w:tcPr>
                <w:tcW w:w="1255" w:type="dxa"/>
                <w:tcBorders>
                  <w:left w:val="nil"/>
                </w:tcBorders>
              </w:tcPr>
              <w:p w14:paraId="3D204E8E" w14:textId="77777777" w:rsidR="00907CBB" w:rsidRDefault="00913AE4">
                <w:pPr>
                  <w:pStyle w:val="Tabletext"/>
                </w:pPr>
                <w:r>
                  <w:t>Date 2</w:t>
                </w:r>
              </w:p>
            </w:tc>
          </w:sdtContent>
        </w:sdt>
        <w:sdt>
          <w:sdtPr>
            <w:alias w:val="Enter description:"/>
            <w:tag w:val="Enter description:"/>
            <w:id w:val="1952057013"/>
            <w:placeholder>
              <w:docPart w:val="1298FBC378DC46658705D29A98AD5F6C"/>
            </w:placeholder>
            <w:temporary/>
            <w:showingPlcHdr/>
            <w15:appearance w15:val="hidden"/>
          </w:sdtPr>
          <w:sdtEndPr/>
          <w:sdtContent>
            <w:tc>
              <w:tcPr>
                <w:tcW w:w="2485" w:type="dxa"/>
              </w:tcPr>
              <w:p w14:paraId="1B7281FE" w14:textId="77777777" w:rsidR="00907CBB" w:rsidRDefault="00913AE4">
                <w:pPr>
                  <w:pStyle w:val="Tabletext"/>
                </w:pPr>
                <w:r>
                  <w:t>Description</w:t>
                </w:r>
              </w:p>
            </w:tc>
          </w:sdtContent>
        </w:sdt>
        <w:sdt>
          <w:sdtPr>
            <w:alias w:val="Enter probability:"/>
            <w:tag w:val="Enter probability:"/>
            <w:id w:val="44040568"/>
            <w:placeholder>
              <w:docPart w:val="F32EDD701D584752A382B7E43C47FCB3"/>
            </w:placeholder>
            <w:temporary/>
            <w:showingPlcHdr/>
            <w15:appearance w15:val="hidden"/>
          </w:sdtPr>
          <w:sdtEndPr/>
          <w:sdtContent>
            <w:tc>
              <w:tcPr>
                <w:tcW w:w="1870" w:type="dxa"/>
                <w:shd w:val="clear" w:color="auto" w:fill="EDEEE5" w:themeFill="accent3" w:themeFillTint="33"/>
              </w:tcPr>
              <w:p w14:paraId="12F1B00A" w14:textId="77777777" w:rsidR="00907CBB" w:rsidRDefault="00913AE4">
                <w:pPr>
                  <w:pStyle w:val="Tabletext"/>
                </w:pPr>
                <w:r>
                  <w:t>Probability</w:t>
                </w:r>
              </w:p>
            </w:tc>
          </w:sdtContent>
        </w:sdt>
        <w:sdt>
          <w:sdtPr>
            <w:alias w:val="Enter impact:"/>
            <w:tag w:val="Enter impact:"/>
            <w:id w:val="1086115604"/>
            <w:placeholder>
              <w:docPart w:val="AE16483C07C24CD1AC188608A501EA2A"/>
            </w:placeholder>
            <w:temporary/>
            <w:showingPlcHdr/>
            <w15:appearance w15:val="hidden"/>
          </w:sdtPr>
          <w:sdtEndPr/>
          <w:sdtContent>
            <w:tc>
              <w:tcPr>
                <w:tcW w:w="1045" w:type="dxa"/>
                <w:shd w:val="clear" w:color="auto" w:fill="F7EFDE" w:themeFill="accent4" w:themeFillTint="33"/>
              </w:tcPr>
              <w:p w14:paraId="5CFB1D0A" w14:textId="77777777" w:rsidR="00907CBB" w:rsidRDefault="00913AE4">
                <w:pPr>
                  <w:pStyle w:val="Tabletext"/>
                </w:pPr>
                <w:r>
                  <w:t>Impact</w:t>
                </w:r>
              </w:p>
            </w:tc>
          </w:sdtContent>
        </w:sdt>
        <w:sdt>
          <w:sdtPr>
            <w:alias w:val="Enter meeting plan:"/>
            <w:tag w:val="Enter meeting plan:"/>
            <w:id w:val="1468088523"/>
            <w:placeholder>
              <w:docPart w:val="2D17EA7F393F40F499FBE07A3B04FB11"/>
            </w:placeholder>
            <w:temporary/>
            <w:showingPlcHdr/>
            <w15:appearance w15:val="hidden"/>
          </w:sdtPr>
          <w:sdtEndPr/>
          <w:sdtContent>
            <w:tc>
              <w:tcPr>
                <w:tcW w:w="2695" w:type="dxa"/>
                <w:tcBorders>
                  <w:right w:val="nil"/>
                </w:tcBorders>
              </w:tcPr>
              <w:p w14:paraId="2895E552" w14:textId="77777777" w:rsidR="00907CBB" w:rsidRDefault="005504AE">
                <w:pPr>
                  <w:pStyle w:val="Tabletext"/>
                </w:pPr>
                <w:r>
                  <w:t>Plan</w:t>
                </w:r>
              </w:p>
            </w:tc>
          </w:sdtContent>
        </w:sdt>
      </w:tr>
      <w:tr w:rsidR="00907CBB" w14:paraId="30F2C369" w14:textId="77777777" w:rsidTr="00907CBB">
        <w:sdt>
          <w:sdtPr>
            <w:alias w:val="Enter date3:"/>
            <w:tag w:val="Enter date3:"/>
            <w:id w:val="-591391038"/>
            <w:placeholder>
              <w:docPart w:val="B40D182413624D868E4AD082E90B977C"/>
            </w:placeholder>
            <w:temporary/>
            <w:showingPlcHdr/>
            <w15:appearance w15:val="hidden"/>
          </w:sdtPr>
          <w:sdtEndPr/>
          <w:sdtContent>
            <w:tc>
              <w:tcPr>
                <w:tcW w:w="1255" w:type="dxa"/>
                <w:tcBorders>
                  <w:left w:val="nil"/>
                </w:tcBorders>
              </w:tcPr>
              <w:p w14:paraId="0F716ABA" w14:textId="77777777" w:rsidR="00907CBB" w:rsidRDefault="00913AE4">
                <w:pPr>
                  <w:pStyle w:val="Tabletext"/>
                </w:pPr>
                <w:r>
                  <w:t>Date 3</w:t>
                </w:r>
              </w:p>
            </w:tc>
          </w:sdtContent>
        </w:sdt>
        <w:sdt>
          <w:sdtPr>
            <w:alias w:val="Enter description:"/>
            <w:tag w:val="Enter description:"/>
            <w:id w:val="-310947652"/>
            <w:placeholder>
              <w:docPart w:val="019ADCBE07F6480FACB591BDC26DCF34"/>
            </w:placeholder>
            <w:temporary/>
            <w:showingPlcHdr/>
            <w15:appearance w15:val="hidden"/>
          </w:sdtPr>
          <w:sdtEndPr/>
          <w:sdtContent>
            <w:tc>
              <w:tcPr>
                <w:tcW w:w="2485" w:type="dxa"/>
              </w:tcPr>
              <w:p w14:paraId="0D1817AC" w14:textId="77777777" w:rsidR="00907CBB" w:rsidRDefault="00913AE4">
                <w:pPr>
                  <w:pStyle w:val="Tabletext"/>
                </w:pPr>
                <w:r>
                  <w:t>Description</w:t>
                </w:r>
              </w:p>
            </w:tc>
          </w:sdtContent>
        </w:sdt>
        <w:sdt>
          <w:sdtPr>
            <w:alias w:val="Enter probability:"/>
            <w:tag w:val="Enter probability:"/>
            <w:id w:val="-149293531"/>
            <w:placeholder>
              <w:docPart w:val="884935B27771416BA81607A6CC9D959A"/>
            </w:placeholder>
            <w:temporary/>
            <w:showingPlcHdr/>
            <w15:appearance w15:val="hidden"/>
          </w:sdtPr>
          <w:sdtEndPr/>
          <w:sdtContent>
            <w:tc>
              <w:tcPr>
                <w:tcW w:w="1870" w:type="dxa"/>
                <w:shd w:val="clear" w:color="auto" w:fill="EDEEE5" w:themeFill="accent3" w:themeFillTint="33"/>
              </w:tcPr>
              <w:p w14:paraId="7050DA81" w14:textId="77777777" w:rsidR="00907CBB" w:rsidRDefault="00913AE4">
                <w:pPr>
                  <w:pStyle w:val="Tabletext"/>
                </w:pPr>
                <w:r>
                  <w:t>Probability</w:t>
                </w:r>
              </w:p>
            </w:tc>
          </w:sdtContent>
        </w:sdt>
        <w:sdt>
          <w:sdtPr>
            <w:alias w:val="Enter impact:"/>
            <w:tag w:val="Enter impact:"/>
            <w:id w:val="-175033675"/>
            <w:placeholder>
              <w:docPart w:val="D5A8886F9EF34EC5A14FC885172B9830"/>
            </w:placeholder>
            <w:temporary/>
            <w:showingPlcHdr/>
            <w15:appearance w15:val="hidden"/>
          </w:sdtPr>
          <w:sdtEndPr/>
          <w:sdtContent>
            <w:tc>
              <w:tcPr>
                <w:tcW w:w="1045" w:type="dxa"/>
                <w:shd w:val="clear" w:color="auto" w:fill="F7EFDE" w:themeFill="accent4" w:themeFillTint="33"/>
              </w:tcPr>
              <w:p w14:paraId="68DB6977" w14:textId="77777777" w:rsidR="00907CBB" w:rsidRDefault="00913AE4">
                <w:pPr>
                  <w:pStyle w:val="Tabletext"/>
                </w:pPr>
                <w:r>
                  <w:t>Impact</w:t>
                </w:r>
              </w:p>
            </w:tc>
          </w:sdtContent>
        </w:sdt>
        <w:sdt>
          <w:sdtPr>
            <w:alias w:val="Enter meeting plan:"/>
            <w:tag w:val="Enter meeting plan:"/>
            <w:id w:val="-519857011"/>
            <w:placeholder>
              <w:docPart w:val="F88F784C31AC403B8A253595DFF2E40C"/>
            </w:placeholder>
            <w:temporary/>
            <w:showingPlcHdr/>
            <w15:appearance w15:val="hidden"/>
          </w:sdtPr>
          <w:sdtEndPr/>
          <w:sdtContent>
            <w:tc>
              <w:tcPr>
                <w:tcW w:w="2695" w:type="dxa"/>
                <w:tcBorders>
                  <w:right w:val="nil"/>
                </w:tcBorders>
              </w:tcPr>
              <w:p w14:paraId="4469FBEE" w14:textId="77777777" w:rsidR="00907CBB" w:rsidRDefault="005504AE">
                <w:pPr>
                  <w:pStyle w:val="Tabletext"/>
                </w:pPr>
                <w:r>
                  <w:t>Plan</w:t>
                </w:r>
              </w:p>
            </w:tc>
          </w:sdtContent>
        </w:sdt>
      </w:tr>
    </w:tbl>
    <w:p w14:paraId="6C3F66D6" w14:textId="77777777" w:rsidR="00907CBB" w:rsidRDefault="00CE7B6B">
      <w:pPr>
        <w:pStyle w:val="Heading2"/>
      </w:pPr>
      <w:sdt>
        <w:sdtPr>
          <w:alias w:val="Enter subheading:"/>
          <w:tag w:val="Enter subheading:"/>
          <w:id w:val="-1791658246"/>
          <w:placeholder>
            <w:docPart w:val="AFF28C493263450AB775F6BE036DD28F"/>
          </w:placeholder>
          <w:temporary/>
          <w:showingPlcHdr/>
          <w15:appearance w15:val="hidden"/>
        </w:sdtPr>
        <w:sdtEndPr/>
        <w:sdtContent>
          <w:r w:rsidR="005504AE">
            <w:t>Change management process</w:t>
          </w:r>
        </w:sdtContent>
      </w:sdt>
    </w:p>
    <w:p w14:paraId="57591BD3" w14:textId="77777777" w:rsidR="00907CBB" w:rsidRDefault="00CE7B6B">
      <w:pPr>
        <w:pStyle w:val="Heading3"/>
      </w:pPr>
      <w:sdt>
        <w:sdtPr>
          <w:alias w:val="Enter subheading:"/>
          <w:tag w:val="Enter subheading:"/>
          <w:id w:val="1693490837"/>
          <w:placeholder>
            <w:docPart w:val="0F0E82174EDC465397EF58DF41962AC5"/>
          </w:placeholder>
          <w:temporary/>
          <w:showingPlcHdr/>
          <w15:appearance w15:val="hidden"/>
        </w:sdtPr>
        <w:sdtEndPr/>
        <w:sdtContent>
          <w:r w:rsidR="005504AE">
            <w:t>Change management process steps</w:t>
          </w:r>
        </w:sdtContent>
      </w:sdt>
    </w:p>
    <w:sdt>
      <w:sdtPr>
        <w:alias w:val="Enter description:"/>
        <w:tag w:val="Enter description:"/>
        <w:id w:val="-1993705313"/>
        <w:placeholder>
          <w:docPart w:val="B2B74027F4774CF8B4A8FD5BF3A322FC"/>
        </w:placeholder>
        <w:temporary/>
        <w:showingPlcHdr/>
        <w15:appearance w15:val="hidden"/>
      </w:sdtPr>
      <w:sdtEndPr/>
      <w:sdtContent>
        <w:p w14:paraId="108D3FB4" w14:textId="77777777" w:rsidR="00907CBB" w:rsidRDefault="00107CB6">
          <w:r>
            <w:t>Describe the process that your team will follow to document and approve changes to the project. If your team uses a change control document, identify how and when team members should fill it out.</w:t>
          </w:r>
        </w:p>
      </w:sdtContent>
    </w:sdt>
    <w:p w14:paraId="15D18BE6" w14:textId="77777777" w:rsidR="00907CBB" w:rsidRDefault="00CE7B6B">
      <w:pPr>
        <w:pStyle w:val="Heading3"/>
      </w:pPr>
      <w:sdt>
        <w:sdtPr>
          <w:alias w:val="Enter subheading:"/>
          <w:tag w:val="Enter subheading:"/>
          <w:id w:val="391620209"/>
          <w:placeholder>
            <w:docPart w:val="9873918CCC5A4FD387B1CB2EDC670D8C"/>
          </w:placeholder>
          <w:temporary/>
          <w:showingPlcHdr/>
          <w15:appearance w15:val="hidden"/>
        </w:sdtPr>
        <w:sdtEndPr/>
        <w:sdtContent>
          <w:r w:rsidR="005504AE">
            <w:t>Change management process flow</w:t>
          </w:r>
        </w:sdtContent>
      </w:sdt>
    </w:p>
    <w:sdt>
      <w:sdtPr>
        <w:alias w:val="Enter description:"/>
        <w:tag w:val="Enter description:"/>
        <w:id w:val="-1145588407"/>
        <w:placeholder>
          <w:docPart w:val="B97917659D57498B9B868BCF6CC07845"/>
        </w:placeholder>
        <w:temporary/>
        <w:showingPlcHdr/>
        <w15:appearance w15:val="hidden"/>
      </w:sdtPr>
      <w:sdtEndPr/>
      <w:sdtContent>
        <w:p w14:paraId="22F0B02D" w14:textId="77777777" w:rsidR="00907CBB" w:rsidRDefault="00107CB6">
          <w:r>
            <w:t>Create a flow diagram of your change process.</w:t>
          </w:r>
        </w:p>
      </w:sdtContent>
    </w:sdt>
    <w:p w14:paraId="06A37BFA" w14:textId="77777777" w:rsidR="00907CBB" w:rsidRDefault="00107CB6">
      <w:r>
        <w:rPr>
          <w:noProof/>
          <w:lang w:eastAsia="en-US"/>
        </w:rPr>
        <w:drawing>
          <wp:inline distT="0" distB="0" distL="0" distR="0" wp14:anchorId="4247AFB1" wp14:editId="532BFBC1">
            <wp:extent cx="5486400" cy="3200400"/>
            <wp:effectExtent l="0" t="0" r="0" b="19050"/>
            <wp:docPr id="1" name="Diagram 1" descr="Change mananagement process flow"/>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8D7E030" w14:textId="77777777" w:rsidR="00907CBB" w:rsidRDefault="00CE7B6B">
      <w:pPr>
        <w:pStyle w:val="Heading3"/>
      </w:pPr>
      <w:sdt>
        <w:sdtPr>
          <w:alias w:val="Enter subheading:"/>
          <w:tag w:val="Enter subheading:"/>
          <w:id w:val="1587187814"/>
          <w:placeholder>
            <w:docPart w:val="17002BC5AF9044D1B4A5DE21E5AB4EDF"/>
          </w:placeholder>
          <w:temporary/>
          <w:showingPlcHdr/>
          <w15:appearance w15:val="hidden"/>
        </w:sdtPr>
        <w:sdtEndPr/>
        <w:sdtContent>
          <w:r w:rsidR="005504AE">
            <w:t>Change control board (CCB)</w:t>
          </w:r>
        </w:sdtContent>
      </w:sdt>
    </w:p>
    <w:sdt>
      <w:sdtPr>
        <w:alias w:val="Enter description:"/>
        <w:tag w:val="Enter description:"/>
        <w:id w:val="920604561"/>
        <w:placeholder>
          <w:docPart w:val="BF877BC2DE7B463EB7B7DB561DFB2771"/>
        </w:placeholder>
        <w:temporary/>
        <w:showingPlcHdr/>
        <w15:appearance w15:val="hidden"/>
      </w:sdtPr>
      <w:sdtEndPr/>
      <w:sdtContent>
        <w:p w14:paraId="1CC07E63" w14:textId="77777777" w:rsidR="00907CBB" w:rsidRDefault="00107CB6">
          <w:r>
            <w:t>Identify who will serve on the CCB, which determines whether issues are within the current project scope and whether they should be addressed.</w:t>
          </w:r>
        </w:p>
      </w:sdtContent>
    </w:sdt>
    <w:sectPr w:rsidR="00907C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29CE3" w14:textId="77777777" w:rsidR="00CE7B6B" w:rsidRDefault="00CE7B6B">
      <w:r>
        <w:separator/>
      </w:r>
    </w:p>
    <w:p w14:paraId="67F97433" w14:textId="77777777" w:rsidR="00CE7B6B" w:rsidRDefault="00CE7B6B"/>
  </w:endnote>
  <w:endnote w:type="continuationSeparator" w:id="0">
    <w:p w14:paraId="56EBB45F" w14:textId="77777777" w:rsidR="00CE7B6B" w:rsidRDefault="00CE7B6B">
      <w:r>
        <w:continuationSeparator/>
      </w:r>
    </w:p>
    <w:p w14:paraId="2B73734F" w14:textId="77777777" w:rsidR="00CE7B6B" w:rsidRDefault="00CE7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FD227" w14:textId="77777777" w:rsidR="00B87079" w:rsidRDefault="00B87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Description w:val="Footer table"/>
    </w:tblPr>
    <w:tblGrid>
      <w:gridCol w:w="1404"/>
      <w:gridCol w:w="6552"/>
      <w:gridCol w:w="1404"/>
    </w:tblGrid>
    <w:tr w:rsidR="00907CBB" w14:paraId="2AAC0432" w14:textId="77777777" w:rsidTr="00B87079">
      <w:sdt>
        <w:sdtPr>
          <w:alias w:val="Enter date:"/>
          <w:tag w:val="Enter date:"/>
          <w:id w:val="-666626265"/>
          <w:placeholder>
            <w:docPart w:val="B2795B0C1A984663953251F85E0FA776"/>
          </w:placeholder>
          <w:temporary/>
          <w:showingPlcHdr/>
          <w15:appearance w15:val="hidden"/>
        </w:sdtPr>
        <w:sdtEndPr/>
        <w:sdtContent>
          <w:tc>
            <w:tcPr>
              <w:tcW w:w="750" w:type="pct"/>
            </w:tcPr>
            <w:p w14:paraId="531041CA" w14:textId="77777777" w:rsidR="00907CBB" w:rsidRDefault="00B87079">
              <w:pPr>
                <w:pStyle w:val="Footer"/>
              </w:pPr>
              <w:r>
                <w:t>Date</w:t>
              </w:r>
            </w:p>
          </w:tc>
        </w:sdtContent>
      </w:sdt>
      <w:tc>
        <w:tcPr>
          <w:tcW w:w="3500" w:type="pct"/>
        </w:tcPr>
        <w:p w14:paraId="31B8C61D" w14:textId="77777777" w:rsidR="00907CBB" w:rsidRDefault="00CE7B6B" w:rsidP="00B87079">
          <w:pPr>
            <w:pStyle w:val="Footer"/>
            <w:jc w:val="center"/>
          </w:pPr>
          <w:sdt>
            <w:sdtPr>
              <w:alias w:val="Title:"/>
              <w:tag w:val="Title:"/>
              <w:id w:val="1144241896"/>
              <w:placeholder>
                <w:docPart w:val="F32EDD701D584752A382B7E43C47FCB3"/>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B87079">
                <w:t>Project Communication Plan</w:t>
              </w:r>
            </w:sdtContent>
          </w:sdt>
        </w:p>
      </w:tc>
      <w:tc>
        <w:tcPr>
          <w:tcW w:w="750" w:type="pct"/>
        </w:tcPr>
        <w:p w14:paraId="18951750" w14:textId="77777777" w:rsidR="00907CBB" w:rsidRDefault="00107CB6">
          <w:pPr>
            <w:pStyle w:val="Footer"/>
            <w:jc w:val="right"/>
          </w:pPr>
          <w:r>
            <w:fldChar w:fldCharType="begin"/>
          </w:r>
          <w:r>
            <w:instrText xml:space="preserve"> PAGE  \* Arabic </w:instrText>
          </w:r>
          <w:r>
            <w:fldChar w:fldCharType="separate"/>
          </w:r>
          <w:r w:rsidR="009A32A1">
            <w:rPr>
              <w:noProof/>
            </w:rPr>
            <w:t>1</w:t>
          </w:r>
          <w:r>
            <w:fldChar w:fldCharType="end"/>
          </w:r>
        </w:p>
      </w:tc>
    </w:tr>
  </w:tbl>
  <w:p w14:paraId="2429CB7B" w14:textId="77777777" w:rsidR="00907CBB" w:rsidRDefault="00907C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81EAC" w14:textId="77777777" w:rsidR="00B87079" w:rsidRDefault="00B87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25672" w14:textId="77777777" w:rsidR="00CE7B6B" w:rsidRDefault="00CE7B6B">
      <w:r>
        <w:separator/>
      </w:r>
    </w:p>
    <w:p w14:paraId="32DB1653" w14:textId="77777777" w:rsidR="00CE7B6B" w:rsidRDefault="00CE7B6B"/>
  </w:footnote>
  <w:footnote w:type="continuationSeparator" w:id="0">
    <w:p w14:paraId="4CA87F5E" w14:textId="77777777" w:rsidR="00CE7B6B" w:rsidRDefault="00CE7B6B">
      <w:r>
        <w:continuationSeparator/>
      </w:r>
    </w:p>
    <w:p w14:paraId="772B07D2" w14:textId="77777777" w:rsidR="00CE7B6B" w:rsidRDefault="00CE7B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A263D" w14:textId="77777777" w:rsidR="00B87079" w:rsidRDefault="00B87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5CEB5" w14:textId="77777777" w:rsidR="00907CBB" w:rsidRDefault="00CE7B6B">
    <w:pPr>
      <w:pStyle w:val="Header"/>
    </w:pPr>
    <w:sdt>
      <w:sdtPr>
        <w:alias w:val="Confidential:"/>
        <w:tag w:val="Confidential:"/>
        <w:id w:val="-797678126"/>
        <w:placeholder>
          <w:docPart w:val="FB0BC10289A849AC99AC55BA40793E81"/>
        </w:placeholder>
        <w:temporary/>
        <w:showingPlcHdr/>
        <w15:appearance w15:val="hidden"/>
      </w:sdtPr>
      <w:sdtEndPr/>
      <w:sdtContent>
        <w:r w:rsidR="00B87079">
          <w:t>Confidential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4916D" w14:textId="77777777" w:rsidR="00736E05" w:rsidRDefault="00736E05">
    <w:pPr>
      <w:pStyle w:val="Header"/>
    </w:pPr>
    <w:r>
      <w:rPr>
        <w:noProof/>
        <w:lang w:eastAsia="en-US"/>
      </w:rPr>
      <mc:AlternateContent>
        <mc:Choice Requires="wpg">
          <w:drawing>
            <wp:anchor distT="0" distB="0" distL="114300" distR="114300" simplePos="0" relativeHeight="251659264" behindDoc="1" locked="0" layoutInCell="1" allowOverlap="1" wp14:anchorId="60A62CC3" wp14:editId="62102648">
              <wp:simplePos x="0" y="0"/>
              <wp:positionH relativeFrom="page">
                <wp:posOffset>352425</wp:posOffset>
              </wp:positionH>
              <wp:positionV relativeFrom="page">
                <wp:posOffset>457200</wp:posOffset>
              </wp:positionV>
              <wp:extent cx="228600" cy="9144000"/>
              <wp:effectExtent l="0" t="0" r="3175" b="635"/>
              <wp:wrapNone/>
              <wp:docPr id="2" name="Group 2" descr="Decorative sidebar for cover page "/>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3" name="Rectangle 3" descr="Decorative sidebar"/>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descr="Decorative sidebar"/>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0BA492D6" id="Group 2" o:spid="_x0000_s1026" alt="Decorative sidebar for cover page " style="position:absolute;margin-left:27.75pt;margin-top:36pt;width:18pt;height:10in;z-index:-251657216;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">
              <v:rect id="Rectangle 3" o:spid="_x0000_s1027" alt="Decorative sidebar"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" fillcolor="#dd8047 [3205]" stroked="f" strokeweight="1pt"/>
              <v:rect id="Rectangle 5" o:spid="_x0000_s1028" alt="Decorative sidebar"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" fillcolor="#94b6d2 [3204]" stroked="f" strokeweight="1pt">
                <o:lock v:ext="edit" aspectratio="t"/>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1AAEF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CA5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E6C5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E78F4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68289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DE66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8607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F88D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309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A8B1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6D6D20"/>
    <w:multiLevelType w:val="hybridMultilevel"/>
    <w:tmpl w:val="B4DE4594"/>
    <w:lvl w:ilvl="0" w:tplc="A8B0EC6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7B"/>
    <w:rsid w:val="00067E02"/>
    <w:rsid w:val="00107CB6"/>
    <w:rsid w:val="0013333F"/>
    <w:rsid w:val="00193898"/>
    <w:rsid w:val="002B21AE"/>
    <w:rsid w:val="00312DD5"/>
    <w:rsid w:val="0033593E"/>
    <w:rsid w:val="004534A5"/>
    <w:rsid w:val="004566FA"/>
    <w:rsid w:val="00495232"/>
    <w:rsid w:val="004A4EC4"/>
    <w:rsid w:val="005331CA"/>
    <w:rsid w:val="005504AE"/>
    <w:rsid w:val="00660B21"/>
    <w:rsid w:val="00714CE5"/>
    <w:rsid w:val="00736E05"/>
    <w:rsid w:val="007F7304"/>
    <w:rsid w:val="00822A8D"/>
    <w:rsid w:val="00831731"/>
    <w:rsid w:val="00852FE0"/>
    <w:rsid w:val="00874542"/>
    <w:rsid w:val="00907CBB"/>
    <w:rsid w:val="00913AE4"/>
    <w:rsid w:val="00976A9B"/>
    <w:rsid w:val="0099384F"/>
    <w:rsid w:val="009A32A1"/>
    <w:rsid w:val="00A72CC5"/>
    <w:rsid w:val="00B55F12"/>
    <w:rsid w:val="00B87079"/>
    <w:rsid w:val="00C41938"/>
    <w:rsid w:val="00C64B77"/>
    <w:rsid w:val="00CB5473"/>
    <w:rsid w:val="00CE7B6B"/>
    <w:rsid w:val="00DA0B66"/>
    <w:rsid w:val="00E279B8"/>
    <w:rsid w:val="00E756E6"/>
    <w:rsid w:val="00EA05B8"/>
    <w:rsid w:val="00EB203B"/>
    <w:rsid w:val="00F71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0F87CD"/>
  <w15:chartTrackingRefBased/>
  <w15:docId w15:val="{1C0C086D-F871-4952-9447-67AC3739B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2"/>
        <w:sz w:val="22"/>
        <w:szCs w:val="22"/>
        <w:lang w:val="en-US" w:eastAsia="ja-JP" w:bidi="ar-SA"/>
        <w14:ligatures w14:val="standard"/>
      </w:rPr>
    </w:rPrDefault>
    <w:pPrDefault>
      <w:pPr>
        <w:spacing w:after="24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33F"/>
    <w:pPr>
      <w:spacing w:after="120" w:line="240" w:lineRule="auto"/>
      <w:ind w:left="72" w:right="72"/>
    </w:pPr>
  </w:style>
  <w:style w:type="paragraph" w:styleId="Heading1">
    <w:name w:val="heading 1"/>
    <w:basedOn w:val="Normal"/>
    <w:next w:val="Normal"/>
    <w:link w:val="Heading1Char"/>
    <w:uiPriority w:val="1"/>
    <w:qFormat/>
    <w:rsid w:val="0013333F"/>
    <w:pPr>
      <w:keepNext/>
      <w:keepLines/>
      <w:spacing w:after="40"/>
      <w:outlineLvl w:val="0"/>
    </w:pPr>
    <w:rPr>
      <w:rFonts w:asciiTheme="majorHAnsi" w:eastAsiaTheme="majorEastAsia" w:hAnsiTheme="majorHAnsi" w:cstheme="majorBidi"/>
      <w:caps/>
      <w:color w:val="355D7E" w:themeColor="accent1" w:themeShade="80"/>
      <w:sz w:val="28"/>
      <w:szCs w:val="28"/>
    </w:rPr>
  </w:style>
  <w:style w:type="paragraph" w:styleId="Heading2">
    <w:name w:val="heading 2"/>
    <w:basedOn w:val="Normal"/>
    <w:next w:val="Normal"/>
    <w:link w:val="Heading2Char"/>
    <w:uiPriority w:val="1"/>
    <w:qFormat/>
    <w:rsid w:val="0013333F"/>
    <w:pPr>
      <w:keepNext/>
      <w:keepLines/>
      <w:spacing w:before="120"/>
      <w:outlineLvl w:val="1"/>
    </w:pPr>
    <w:rPr>
      <w:rFonts w:asciiTheme="majorHAnsi" w:eastAsiaTheme="majorEastAsia" w:hAnsiTheme="majorHAnsi" w:cstheme="majorBidi"/>
      <w:caps/>
      <w:color w:val="B85A22" w:themeColor="accent2" w:themeShade="BF"/>
      <w:sz w:val="24"/>
      <w:szCs w:val="24"/>
    </w:rPr>
  </w:style>
  <w:style w:type="paragraph" w:styleId="Heading3">
    <w:name w:val="heading 3"/>
    <w:basedOn w:val="Normal"/>
    <w:next w:val="Normal"/>
    <w:link w:val="Heading3Char"/>
    <w:uiPriority w:val="1"/>
    <w:qFormat/>
    <w:rsid w:val="0013333F"/>
    <w:pPr>
      <w:keepNext/>
      <w:keepLines/>
      <w:spacing w:before="120"/>
      <w:outlineLvl w:val="2"/>
    </w:pPr>
    <w:rPr>
      <w:rFonts w:asciiTheme="majorHAnsi" w:eastAsiaTheme="majorEastAsia" w:hAnsiTheme="majorHAnsi" w:cstheme="majorBidi"/>
      <w:caps/>
      <w:color w:val="555A3C" w:themeColor="accent3" w:themeShade="80"/>
    </w:rPr>
  </w:style>
  <w:style w:type="paragraph" w:styleId="Heading4">
    <w:name w:val="heading 4"/>
    <w:basedOn w:val="Normal"/>
    <w:next w:val="Normal"/>
    <w:link w:val="Heading4Char"/>
    <w:uiPriority w:val="9"/>
    <w:semiHidden/>
    <w:unhideWhenUsed/>
    <w:pPr>
      <w:keepNext/>
      <w:keepLines/>
      <w:spacing w:before="120" w:after="0"/>
      <w:outlineLvl w:val="3"/>
    </w:pPr>
    <w:rPr>
      <w:rFonts w:asciiTheme="majorHAnsi" w:eastAsiaTheme="majorEastAsia" w:hAnsiTheme="majorHAnsi" w:cstheme="majorBidi"/>
      <w:caps/>
      <w:sz w:val="24"/>
      <w:szCs w:val="24"/>
    </w:rPr>
  </w:style>
  <w:style w:type="paragraph" w:styleId="Heading5">
    <w:name w:val="heading 5"/>
    <w:basedOn w:val="Normal"/>
    <w:next w:val="Normal"/>
    <w:link w:val="Heading5Char"/>
    <w:uiPriority w:val="9"/>
    <w:semiHidden/>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Heading6">
    <w:name w:val="heading 6"/>
    <w:basedOn w:val="Normal"/>
    <w:next w:val="Normal"/>
    <w:link w:val="Heading6Char"/>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13333F"/>
    <w:pPr>
      <w:keepNext/>
      <w:keepLines/>
      <w:spacing w:before="120" w:after="0"/>
      <w:outlineLvl w:val="7"/>
    </w:pPr>
    <w:rPr>
      <w:rFonts w:asciiTheme="majorHAnsi" w:eastAsiaTheme="majorEastAsia" w:hAnsiTheme="majorHAnsi" w:cstheme="majorBidi"/>
      <w:b/>
      <w:bCs/>
      <w:caps/>
      <w:color w:val="595959" w:themeColor="text1" w:themeTint="A6"/>
      <w:sz w:val="20"/>
      <w:szCs w:val="20"/>
    </w:rPr>
  </w:style>
  <w:style w:type="paragraph" w:styleId="Heading9">
    <w:name w:val="heading 9"/>
    <w:basedOn w:val="Normal"/>
    <w:next w:val="Normal"/>
    <w:link w:val="Heading9Char"/>
    <w:uiPriority w:val="9"/>
    <w:semiHidden/>
    <w:unhideWhenUsed/>
    <w:qFormat/>
    <w:rsid w:val="0013333F"/>
    <w:pPr>
      <w:keepNext/>
      <w:keepLines/>
      <w:spacing w:before="120" w:after="0"/>
      <w:outlineLvl w:val="8"/>
    </w:pPr>
    <w:rPr>
      <w:rFonts w:asciiTheme="majorHAnsi" w:eastAsiaTheme="majorEastAsia" w:hAnsiTheme="majorHAnsi" w:cstheme="majorBidi"/>
      <w:b/>
      <w:bCs/>
      <w:i/>
      <w:iCs/>
      <w:caps/>
      <w:color w:val="595959" w:themeColor="text1" w:themeTint="A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3333F"/>
    <w:rPr>
      <w:rFonts w:asciiTheme="majorHAnsi" w:eastAsiaTheme="majorEastAsia" w:hAnsiTheme="majorHAnsi" w:cstheme="majorBidi"/>
      <w:caps/>
      <w:color w:val="355D7E" w:themeColor="accent1" w:themeShade="80"/>
      <w:sz w:val="28"/>
      <w:szCs w:val="28"/>
    </w:rPr>
  </w:style>
  <w:style w:type="character" w:customStyle="1" w:styleId="Heading2Char">
    <w:name w:val="Heading 2 Char"/>
    <w:basedOn w:val="DefaultParagraphFont"/>
    <w:link w:val="Heading2"/>
    <w:uiPriority w:val="1"/>
    <w:rsid w:val="0013333F"/>
    <w:rPr>
      <w:rFonts w:asciiTheme="majorHAnsi" w:eastAsiaTheme="majorEastAsia" w:hAnsiTheme="majorHAnsi" w:cstheme="majorBidi"/>
      <w:caps/>
      <w:color w:val="B85A22" w:themeColor="accent2" w:themeShade="BF"/>
      <w:sz w:val="24"/>
      <w:szCs w:val="24"/>
    </w:rPr>
  </w:style>
  <w:style w:type="character" w:customStyle="1" w:styleId="Heading3Char">
    <w:name w:val="Heading 3 Char"/>
    <w:basedOn w:val="DefaultParagraphFont"/>
    <w:link w:val="Heading3"/>
    <w:uiPriority w:val="1"/>
    <w:rsid w:val="0013333F"/>
    <w:rPr>
      <w:rFonts w:asciiTheme="majorHAnsi" w:eastAsiaTheme="majorEastAsia" w:hAnsiTheme="majorHAnsi" w:cstheme="majorBidi"/>
      <w:caps/>
      <w:color w:val="555A3C" w:themeColor="accent3" w:themeShade="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caps/>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caps/>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13333F"/>
    <w:rPr>
      <w:rFonts w:asciiTheme="majorHAnsi" w:eastAsiaTheme="majorEastAsia" w:hAnsiTheme="majorHAnsi" w:cstheme="majorBidi"/>
      <w:b/>
      <w:bCs/>
      <w:caps/>
      <w:color w:val="595959" w:themeColor="text1" w:themeTint="A6"/>
      <w:sz w:val="20"/>
      <w:szCs w:val="20"/>
    </w:rPr>
  </w:style>
  <w:style w:type="character" w:customStyle="1" w:styleId="Heading9Char">
    <w:name w:val="Heading 9 Char"/>
    <w:basedOn w:val="DefaultParagraphFont"/>
    <w:link w:val="Heading9"/>
    <w:uiPriority w:val="9"/>
    <w:semiHidden/>
    <w:rsid w:val="0013333F"/>
    <w:rPr>
      <w:rFonts w:asciiTheme="majorHAnsi" w:eastAsiaTheme="majorEastAsia" w:hAnsiTheme="majorHAnsi" w:cstheme="majorBidi"/>
      <w:b/>
      <w:bCs/>
      <w:i/>
      <w:iCs/>
      <w:caps/>
      <w:color w:val="595959" w:themeColor="text1" w:themeTint="A6"/>
      <w:sz w:val="20"/>
      <w:szCs w:val="20"/>
    </w:rPr>
  </w:style>
  <w:style w:type="paragraph" w:styleId="Caption">
    <w:name w:val="caption"/>
    <w:basedOn w:val="Normal"/>
    <w:next w:val="Normal"/>
    <w:uiPriority w:val="35"/>
    <w:semiHidden/>
    <w:unhideWhenUsed/>
    <w:qFormat/>
    <w:rPr>
      <w:b/>
      <w:bCs/>
      <w:smallCaps/>
      <w:color w:val="595959" w:themeColor="text1" w:themeTint="A6"/>
    </w:rPr>
  </w:style>
  <w:style w:type="paragraph" w:styleId="Title">
    <w:name w:val="Title"/>
    <w:basedOn w:val="Normal"/>
    <w:next w:val="Normal"/>
    <w:link w:val="TitleChar"/>
    <w:uiPriority w:val="1"/>
    <w:qFormat/>
    <w:rsid w:val="0013333F"/>
    <w:pPr>
      <w:spacing w:after="0"/>
      <w:jc w:val="right"/>
    </w:pPr>
    <w:rPr>
      <w:rFonts w:asciiTheme="majorHAnsi" w:eastAsiaTheme="majorEastAsia" w:hAnsiTheme="majorHAnsi" w:cstheme="majorBidi"/>
      <w:caps/>
      <w:color w:val="B85A22" w:themeColor="accent2" w:themeShade="BF"/>
      <w:sz w:val="52"/>
      <w:szCs w:val="52"/>
    </w:rPr>
  </w:style>
  <w:style w:type="character" w:customStyle="1" w:styleId="TitleChar">
    <w:name w:val="Title Char"/>
    <w:basedOn w:val="DefaultParagraphFont"/>
    <w:link w:val="Title"/>
    <w:uiPriority w:val="1"/>
    <w:rsid w:val="0013333F"/>
    <w:rPr>
      <w:rFonts w:asciiTheme="majorHAnsi" w:eastAsiaTheme="majorEastAsia" w:hAnsiTheme="majorHAnsi" w:cstheme="majorBidi"/>
      <w:caps/>
      <w:color w:val="B85A22" w:themeColor="accent2" w:themeShade="BF"/>
      <w:sz w:val="52"/>
      <w:szCs w:val="52"/>
    </w:rPr>
  </w:style>
  <w:style w:type="paragraph" w:styleId="Subtitle">
    <w:name w:val="Subtitle"/>
    <w:basedOn w:val="Normal"/>
    <w:next w:val="Normal"/>
    <w:link w:val="SubtitleChar"/>
    <w:uiPriority w:val="1"/>
    <w:qFormat/>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uiPriority w:val="1"/>
    <w:rPr>
      <w:rFonts w:asciiTheme="majorHAnsi" w:eastAsiaTheme="majorEastAsia" w:hAnsiTheme="majorHAnsi" w:cstheme="majorBidi"/>
      <w:caps/>
      <w:sz w:val="28"/>
      <w:szCs w:val="28"/>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styleId="ListTable7Colorful-Accent1">
    <w:name w:val="List Table 7 Colorful Accent 1"/>
    <w:basedOn w:val="TableNormal"/>
    <w:uiPriority w:val="52"/>
    <w:pPr>
      <w:spacing w:after="0" w:line="240" w:lineRule="auto"/>
    </w:pPr>
    <w:rPr>
      <w:color w:val="548AB7" w:themeColor="accent1" w:themeShade="BF"/>
    </w:rPr>
    <w:tblPr>
      <w:tblStyleRowBandSize w:val="1"/>
      <w:tblStyleColBandSize w:val="1"/>
      <w:tblCellMar>
        <w:top w:w="29" w:type="dxa"/>
        <w:bottom w:w="29" w:type="dxa"/>
      </w:tblCellMar>
    </w:tblPr>
    <w:tblStylePr w:type="firstRow">
      <w:rPr>
        <w:rFonts w:asciiTheme="majorHAnsi" w:eastAsiaTheme="majorEastAsia" w:hAnsiTheme="majorHAnsi" w:cstheme="majorBidi"/>
        <w:i/>
        <w:iCs/>
        <w:sz w:val="26"/>
      </w:rPr>
      <w:tblPr/>
      <w:tcPr>
        <w:tcBorders>
          <w:bottom w:val="single" w:sz="4" w:space="0" w:color="94B6D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B6D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B6D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B6D2" w:themeColor="accent1"/>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5Dark-Accent1">
    <w:name w:val="Grid Table 5 Dark Accent 1"/>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bottom w:w="29" w:type="dxa"/>
      </w:tblCellMar>
    </w:tblPr>
    <w:tcPr>
      <w:shd w:val="clear" w:color="auto" w:fill="E9F0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B6D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B6D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B6D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B6D2" w:themeFill="accent1"/>
      </w:tcPr>
    </w:tblStylePr>
    <w:tblStylePr w:type="band1Vert">
      <w:tblPr/>
      <w:tcPr>
        <w:shd w:val="clear" w:color="auto" w:fill="D4E1ED" w:themeFill="accent1" w:themeFillTint="66"/>
      </w:tcPr>
    </w:tblStylePr>
    <w:tblStylePr w:type="band1Horz">
      <w:tblPr/>
      <w:tcPr>
        <w:shd w:val="clear" w:color="auto" w:fill="D4E1ED" w:themeFill="accent1" w:themeFillTint="66"/>
      </w:tcPr>
    </w:tblStylePr>
  </w:style>
  <w:style w:type="table" w:styleId="GridTable4-Accent6">
    <w:name w:val="Grid Table 4 Accent 6"/>
    <w:basedOn w:val="TableNormal"/>
    <w:uiPriority w:val="49"/>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CellMar>
        <w:top w:w="29" w:type="dxa"/>
        <w:bottom w:w="29" w:type="dxa"/>
      </w:tblCellMar>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2-Accent1">
    <w:name w:val="List Table 2 Accent 1"/>
    <w:basedOn w:val="TableNormal"/>
    <w:uiPriority w:val="47"/>
    <w:pPr>
      <w:spacing w:after="0" w:line="240" w:lineRule="auto"/>
    </w:pPr>
    <w:tblPr>
      <w:tblStyleRowBandSize w:val="1"/>
      <w:tblStyleColBandSize w:val="1"/>
      <w:tblBorders>
        <w:top w:val="single" w:sz="4" w:space="0" w:color="BED3E4" w:themeColor="accent1" w:themeTint="99"/>
        <w:bottom w:val="single" w:sz="4" w:space="0" w:color="BED3E4" w:themeColor="accent1" w:themeTint="99"/>
        <w:insideH w:val="single" w:sz="4" w:space="0" w:color="BED3E4"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ListTable1Light-Accent2">
    <w:name w:val="List Table 1 Light Accent 2"/>
    <w:basedOn w:val="TableNormal"/>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EAB290" w:themeColor="accent2" w:themeTint="99"/>
        </w:tcBorders>
      </w:tcPr>
    </w:tblStylePr>
    <w:tblStylePr w:type="lastRow">
      <w:rPr>
        <w:b/>
        <w:bCs/>
      </w:rPr>
      <w:tblPr/>
      <w:tcPr>
        <w:tcBorders>
          <w:top w:val="sing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character" w:styleId="PlaceholderText">
    <w:name w:val="Placeholder Text"/>
    <w:basedOn w:val="DefaultParagraphFont"/>
    <w:uiPriority w:val="99"/>
    <w:semiHidden/>
    <w:rsid w:val="0013333F"/>
    <w:rPr>
      <w:color w:val="595959" w:themeColor="text1" w:themeTint="A6"/>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GridTable4-Accent2">
    <w:name w:val="Grid Table 4 Accent 2"/>
    <w:basedOn w:val="TableNormal"/>
    <w:uiPriority w:val="49"/>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CellMar>
        <w:top w:w="29" w:type="dxa"/>
        <w:bottom w:w="29" w:type="dxa"/>
      </w:tblCellMar>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insideV w:val="nil"/>
        </w:tcBorders>
        <w:shd w:val="clear" w:color="auto" w:fill="DD8047" w:themeFill="accent2"/>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PlainTable4">
    <w:name w:val="Plain Table 4"/>
    <w:basedOn w:val="TableNormal"/>
    <w:uiPriority w:val="44"/>
    <w:pPr>
      <w:spacing w:after="0" w:line="240" w:lineRule="auto"/>
    </w:pPr>
    <w:tblPr>
      <w:tblStyleRowBandSize w:val="1"/>
      <w:tblStyleColBandSize w:val="1"/>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6">
    <w:name w:val="Grid Table 1 Light Accent 6"/>
    <w:basedOn w:val="TableNormal"/>
    <w:uiPriority w:val="46"/>
    <w:pPr>
      <w:spacing w:after="0" w:line="240" w:lineRule="auto"/>
    </w:p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CellMar>
        <w:top w:w="29" w:type="dxa"/>
        <w:bottom w:w="29" w:type="dxa"/>
      </w:tblCellMar>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styleId="ListTable1Light-Accent6">
    <w:name w:val="List Table 1 Light Accent 6"/>
    <w:basedOn w:val="TableNormal"/>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C0BABA" w:themeColor="accent6" w:themeTint="99"/>
        </w:tcBorders>
      </w:tcPr>
    </w:tblStylePr>
    <w:tblStylePr w:type="lastRow">
      <w:rPr>
        <w:b/>
        <w:bCs/>
      </w:rPr>
      <w:tblPr/>
      <w:tcPr>
        <w:tcBorders>
          <w:top w:val="sing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paragraph" w:styleId="Header">
    <w:name w:val="header"/>
    <w:basedOn w:val="Normal"/>
    <w:link w:val="HeaderChar"/>
    <w:uiPriority w:val="2"/>
    <w:unhideWhenUsed/>
    <w:pPr>
      <w:spacing w:after="0"/>
      <w:jc w:val="right"/>
    </w:pPr>
  </w:style>
  <w:style w:type="character" w:customStyle="1" w:styleId="HeaderChar">
    <w:name w:val="Header Char"/>
    <w:basedOn w:val="DefaultParagraphFont"/>
    <w:link w:val="Header"/>
    <w:uiPriority w:val="2"/>
  </w:style>
  <w:style w:type="paragraph" w:styleId="Footer">
    <w:name w:val="footer"/>
    <w:basedOn w:val="Normal"/>
    <w:link w:val="FooterChar"/>
    <w:uiPriority w:val="2"/>
    <w:unhideWhenUsed/>
    <w:pPr>
      <w:spacing w:after="0"/>
    </w:pPr>
  </w:style>
  <w:style w:type="character" w:customStyle="1" w:styleId="FooterChar">
    <w:name w:val="Footer Char"/>
    <w:basedOn w:val="DefaultParagraphFont"/>
    <w:link w:val="Footer"/>
    <w:uiPriority w:val="2"/>
  </w:style>
  <w:style w:type="table" w:customStyle="1" w:styleId="Noborders">
    <w:name w:val="No borders"/>
    <w:basedOn w:val="TableNormal"/>
    <w:uiPriority w:val="99"/>
    <w:pPr>
      <w:spacing w:after="0" w:line="240" w:lineRule="auto"/>
    </w:pPr>
    <w:tblPr/>
  </w:style>
  <w:style w:type="table" w:styleId="GridTable1Light-Accent1">
    <w:name w:val="Grid Table 1 Light Accent 1"/>
    <w:aliases w:val="Sample questionnaires table"/>
    <w:basedOn w:val="TableNormal"/>
    <w:uiPriority w:val="46"/>
    <w:pPr>
      <w:spacing w:after="0" w:line="240" w:lineRule="auto"/>
    </w:pPr>
    <w:tblPr>
      <w:tblStyleRowBandSize w:val="1"/>
      <w:tblStyleColBandSize w:val="1"/>
      <w:tblBorders>
        <w:insideH w:val="single" w:sz="4" w:space="0" w:color="94B6D2" w:themeColor="accent1"/>
      </w:tblBorders>
      <w:tblCellMar>
        <w:top w:w="29" w:type="dxa"/>
        <w:bottom w:w="29" w:type="dxa"/>
      </w:tblCellMar>
    </w:tblPr>
    <w:tblStylePr w:type="firstRow">
      <w:rPr>
        <w:b w:val="0"/>
        <w:bCs/>
      </w:rPr>
      <w:tblPr/>
      <w:tcPr>
        <w:tcBorders>
          <w:top w:val="nil"/>
          <w:left w:val="nil"/>
          <w:bottom w:val="single" w:sz="12" w:space="0" w:color="94B6D2" w:themeColor="accent1"/>
          <w:right w:val="nil"/>
          <w:insideH w:val="nil"/>
          <w:insideV w:val="nil"/>
          <w:tl2br w:val="nil"/>
          <w:tr2bl w:val="nil"/>
        </w:tcBorders>
      </w:tcPr>
    </w:tblStylePr>
    <w:tblStylePr w:type="lastRow">
      <w:rPr>
        <w:b/>
        <w:bCs/>
      </w:rPr>
      <w:tblPr/>
      <w:tcPr>
        <w:tcBorders>
          <w:top w:val="double" w:sz="2" w:space="0" w:color="BED3E4" w:themeColor="accent1" w:themeTint="99"/>
        </w:tcBorders>
      </w:tcPr>
    </w:tblStylePr>
    <w:tblStylePr w:type="firstCol">
      <w:rPr>
        <w:b w:val="0"/>
        <w:bCs/>
      </w:rPr>
    </w:tblStylePr>
    <w:tblStylePr w:type="lastCol">
      <w:rPr>
        <w:b w:val="0"/>
        <w:bCs/>
      </w:rPr>
    </w:tblStylePr>
  </w:style>
  <w:style w:type="table" w:styleId="GridTable2-Accent1">
    <w:name w:val="Grid Table 2 Accent 1"/>
    <w:basedOn w:val="TableNormal"/>
    <w:uiPriority w:val="47"/>
    <w:pPr>
      <w:spacing w:after="0" w:line="240" w:lineRule="auto"/>
    </w:pPr>
    <w:tblPr>
      <w:tblStyleRowBandSize w:val="1"/>
      <w:tblStyleColBandSize w:val="1"/>
      <w:tblBorders>
        <w:top w:val="single" w:sz="2" w:space="0" w:color="BED3E4" w:themeColor="accent1" w:themeTint="99"/>
        <w:bottom w:val="single" w:sz="2" w:space="0" w:color="BED3E4" w:themeColor="accent1" w:themeTint="99"/>
        <w:insideH w:val="single" w:sz="2" w:space="0" w:color="BED3E4" w:themeColor="accent1" w:themeTint="99"/>
        <w:insideV w:val="single" w:sz="2" w:space="0" w:color="BED3E4" w:themeColor="accent1" w:themeTint="99"/>
      </w:tblBorders>
      <w:tblCellMar>
        <w:top w:w="29" w:type="dxa"/>
        <w:bottom w:w="29" w:type="dxa"/>
      </w:tblCellMar>
    </w:tblPr>
    <w:tblStylePr w:type="firstRow">
      <w:rPr>
        <w:b/>
        <w:bCs/>
      </w:rPr>
      <w:tblPr/>
      <w:tcPr>
        <w:tcBorders>
          <w:top w:val="nil"/>
          <w:bottom w:val="single" w:sz="12" w:space="0" w:color="BED3E4" w:themeColor="accent1" w:themeTint="99"/>
          <w:insideH w:val="nil"/>
          <w:insideV w:val="nil"/>
        </w:tcBorders>
        <w:shd w:val="clear" w:color="auto" w:fill="FFFFFF" w:themeFill="background1"/>
      </w:tcPr>
    </w:tblStylePr>
    <w:tblStylePr w:type="lastRow">
      <w:rPr>
        <w:b/>
        <w:bCs/>
      </w:rPr>
      <w:tblPr/>
      <w:tcPr>
        <w:tcBorders>
          <w:top w:val="double" w:sz="2" w:space="0" w:color="BED3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paragraph" w:customStyle="1" w:styleId="Logo">
    <w:name w:val="Logo"/>
    <w:basedOn w:val="Normal"/>
    <w:uiPriority w:val="1"/>
    <w:qFormat/>
    <w:rsid w:val="00E279B8"/>
    <w:pPr>
      <w:spacing w:before="5160" w:after="1440" w:line="720" w:lineRule="auto"/>
      <w:jc w:val="right"/>
    </w:pPr>
    <w:rPr>
      <w:noProof/>
      <w:color w:val="59473F" w:themeColor="text2" w:themeShade="BF"/>
      <w:sz w:val="52"/>
      <w:szCs w:val="52"/>
    </w:rPr>
  </w:style>
  <w:style w:type="paragraph" w:styleId="z-TopofForm">
    <w:name w:val="HTML Top of Form"/>
    <w:basedOn w:val="Normal"/>
    <w:next w:val="Normal"/>
    <w:link w:val="z-TopofFormChar"/>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paragraph" w:customStyle="1" w:styleId="Contactinfo">
    <w:name w:val="Contact info"/>
    <w:basedOn w:val="Normal"/>
    <w:uiPriority w:val="1"/>
    <w:qFormat/>
    <w:pPr>
      <w:spacing w:after="0"/>
      <w:jc w:val="right"/>
    </w:pPr>
    <w:rPr>
      <w:caps/>
    </w:rPr>
  </w:style>
  <w:style w:type="table" w:styleId="GridTable3-Accent3">
    <w:name w:val="Grid Table 3 Accent 3"/>
    <w:basedOn w:val="TableNormal"/>
    <w:uiPriority w:val="48"/>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styleId="GridTable5Dark-Accent3">
    <w:name w:val="Grid Table 5 Dark Accent 3"/>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E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B8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B8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B8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B81" w:themeFill="accent3"/>
      </w:tcPr>
    </w:tblStylePr>
    <w:tblStylePr w:type="band1Vert">
      <w:tblPr/>
      <w:tcPr>
        <w:shd w:val="clear" w:color="auto" w:fill="DBDDCC" w:themeFill="accent3" w:themeFillTint="66"/>
      </w:tcPr>
    </w:tblStylePr>
    <w:tblStylePr w:type="band1Horz">
      <w:tblPr/>
      <w:tcPr>
        <w:shd w:val="clear" w:color="auto" w:fill="DBDDCC" w:themeFill="accent3" w:themeFillTint="66"/>
      </w:tcPr>
    </w:tblStylePr>
  </w:style>
  <w:style w:type="table" w:styleId="GridTable1Light-Accent3">
    <w:name w:val="Grid Table 1 Light Accent 3"/>
    <w:basedOn w:val="TableNormal"/>
    <w:uiPriority w:val="46"/>
    <w:pPr>
      <w:spacing w:after="0" w:line="240" w:lineRule="auto"/>
    </w:pPr>
    <w:tblPr>
      <w:tblStyleRowBandSize w:val="1"/>
      <w:tblStyleColBandSize w:val="1"/>
      <w:tblBorders>
        <w:top w:val="single" w:sz="4" w:space="0" w:color="DBDDCC" w:themeColor="accent3" w:themeTint="66"/>
        <w:left w:val="single" w:sz="4" w:space="0" w:color="DBDDCC" w:themeColor="accent3" w:themeTint="66"/>
        <w:bottom w:val="single" w:sz="4" w:space="0" w:color="DBDDCC" w:themeColor="accent3" w:themeTint="66"/>
        <w:right w:val="single" w:sz="4" w:space="0" w:color="DBDDCC" w:themeColor="accent3" w:themeTint="66"/>
        <w:insideH w:val="single" w:sz="4" w:space="0" w:color="DBDDCC" w:themeColor="accent3" w:themeTint="66"/>
        <w:insideV w:val="single" w:sz="4" w:space="0" w:color="DBDDCC" w:themeColor="accent3" w:themeTint="66"/>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2" w:space="0" w:color="C8CCB3" w:themeColor="accent3" w:themeTint="99"/>
        </w:tcBorders>
      </w:tcPr>
    </w:tblStylePr>
    <w:tblStylePr w:type="firstCol">
      <w:rPr>
        <w:b/>
        <w:bCs/>
      </w:rPr>
    </w:tblStylePr>
    <w:tblStylePr w:type="lastCol">
      <w:rPr>
        <w:b/>
        <w:bCs/>
      </w:rPr>
    </w:tblStylePr>
  </w:style>
  <w:style w:type="character" w:styleId="Strong">
    <w:name w:val="Strong"/>
    <w:basedOn w:val="DefaultParagraphFont"/>
    <w:uiPriority w:val="1"/>
    <w:qFormat/>
    <w:rPr>
      <w:b/>
      <w:bCs/>
    </w:rPr>
  </w:style>
  <w:style w:type="paragraph" w:customStyle="1" w:styleId="Tabletext">
    <w:name w:val="Table text"/>
    <w:basedOn w:val="Normal"/>
    <w:uiPriority w:val="1"/>
    <w:qFormat/>
    <w:pPr>
      <w:spacing w:before="120" w:after="0"/>
    </w:pPr>
  </w:style>
  <w:style w:type="table" w:styleId="ListTable6Colorful-Accent2">
    <w:name w:val="List Table 6 Colorful Accent 2"/>
    <w:basedOn w:val="TableNormal"/>
    <w:uiPriority w:val="51"/>
    <w:pPr>
      <w:spacing w:after="0" w:line="240" w:lineRule="auto"/>
    </w:pPr>
    <w:rPr>
      <w:color w:val="B85A22" w:themeColor="accent2" w:themeShade="BF"/>
    </w:rPr>
    <w:tblPr>
      <w:tblStyleRowBandSize w:val="1"/>
      <w:tblStyleColBandSize w:val="1"/>
      <w:tblBorders>
        <w:top w:val="single" w:sz="4" w:space="0" w:color="DD8047" w:themeColor="accent2"/>
        <w:bottom w:val="single" w:sz="4" w:space="0" w:color="DD8047" w:themeColor="accent2"/>
      </w:tblBorders>
    </w:tblPr>
    <w:tblStylePr w:type="firstRow">
      <w:rPr>
        <w:b/>
        <w:bCs/>
      </w:rPr>
      <w:tblPr/>
      <w:tcPr>
        <w:tcBorders>
          <w:bottom w:val="single" w:sz="4" w:space="0" w:color="DD8047" w:themeColor="accent2"/>
        </w:tcBorders>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GridTable1Light-Accent2">
    <w:name w:val="Grid Table 1 Light Accent 2"/>
    <w:basedOn w:val="TableNormal"/>
    <w:uiPriority w:val="46"/>
    <w:pPr>
      <w:spacing w:after="0" w:line="240" w:lineRule="auto"/>
    </w:pPr>
    <w:tblPr>
      <w:tblStyleRowBandSize w:val="1"/>
      <w:tblStyleColBandSize w:val="1"/>
      <w:tblBorders>
        <w:top w:val="single" w:sz="4" w:space="0" w:color="F1CBB5" w:themeColor="accent2" w:themeTint="66"/>
        <w:left w:val="single" w:sz="4" w:space="0" w:color="F1CBB5" w:themeColor="accent2" w:themeTint="66"/>
        <w:bottom w:val="single" w:sz="4" w:space="0" w:color="F1CBB5" w:themeColor="accent2" w:themeTint="66"/>
        <w:right w:val="single" w:sz="4" w:space="0" w:color="F1CBB5" w:themeColor="accent2" w:themeTint="66"/>
        <w:insideH w:val="single" w:sz="4" w:space="0" w:color="F1CBB5" w:themeColor="accent2" w:themeTint="66"/>
        <w:insideV w:val="single" w:sz="4" w:space="0" w:color="F1CBB5" w:themeColor="accent2" w:themeTint="66"/>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2" w:space="0" w:color="EAB290" w:themeColor="accent2" w:themeTint="99"/>
        </w:tcBorders>
      </w:tcPr>
    </w:tblStylePr>
    <w:tblStylePr w:type="firstCol">
      <w:rPr>
        <w:b/>
        <w:bCs/>
      </w:rPr>
    </w:tblStylePr>
    <w:tblStylePr w:type="lastCol">
      <w:rPr>
        <w:b/>
        <w:bCs/>
      </w:rPr>
    </w:tblStylePr>
  </w:style>
  <w:style w:type="paragraph" w:styleId="ListBullet">
    <w:name w:val="List Bullet"/>
    <w:basedOn w:val="Normal"/>
    <w:uiPriority w:val="1"/>
    <w:unhideWhenUsed/>
    <w:pPr>
      <w:numPr>
        <w:numId w:val="2"/>
      </w:numPr>
    </w:pPr>
  </w:style>
  <w:style w:type="paragraph" w:customStyle="1" w:styleId="Image">
    <w:name w:val="Image"/>
    <w:basedOn w:val="Normal"/>
    <w:qFormat/>
    <w:rsid w:val="00E279B8"/>
    <w:pPr>
      <w:spacing w:before="5760" w:after="0" w:line="720" w:lineRule="auto"/>
      <w:jc w:val="right"/>
    </w:pPr>
  </w:style>
  <w:style w:type="character" w:styleId="IntenseEmphasis">
    <w:name w:val="Intense Emphasis"/>
    <w:basedOn w:val="DefaultParagraphFont"/>
    <w:uiPriority w:val="21"/>
    <w:semiHidden/>
    <w:unhideWhenUsed/>
    <w:rsid w:val="0013333F"/>
    <w:rPr>
      <w:i/>
      <w:iCs/>
      <w:color w:val="355D7E" w:themeColor="accent1" w:themeShade="80"/>
    </w:rPr>
  </w:style>
  <w:style w:type="paragraph" w:styleId="IntenseQuote">
    <w:name w:val="Intense Quote"/>
    <w:basedOn w:val="Normal"/>
    <w:next w:val="Normal"/>
    <w:link w:val="IntenseQuoteChar"/>
    <w:uiPriority w:val="30"/>
    <w:semiHidden/>
    <w:unhideWhenUsed/>
    <w:rsid w:val="0013333F"/>
    <w:pPr>
      <w:pBdr>
        <w:top w:val="single" w:sz="4" w:space="10" w:color="94B6D2" w:themeColor="accent1"/>
        <w:bottom w:val="single" w:sz="4" w:space="10" w:color="94B6D2" w:themeColor="accent1"/>
      </w:pBdr>
      <w:spacing w:before="360" w:after="360"/>
      <w:ind w:left="864" w:right="864"/>
      <w:jc w:val="center"/>
    </w:pPr>
    <w:rPr>
      <w:i/>
      <w:iCs/>
      <w:color w:val="355D7E" w:themeColor="accent1" w:themeShade="80"/>
    </w:rPr>
  </w:style>
  <w:style w:type="character" w:customStyle="1" w:styleId="IntenseQuoteChar">
    <w:name w:val="Intense Quote Char"/>
    <w:basedOn w:val="DefaultParagraphFont"/>
    <w:link w:val="IntenseQuote"/>
    <w:uiPriority w:val="30"/>
    <w:semiHidden/>
    <w:rsid w:val="0013333F"/>
    <w:rPr>
      <w:i/>
      <w:iCs/>
      <w:color w:val="355D7E" w:themeColor="accent1" w:themeShade="80"/>
    </w:rPr>
  </w:style>
  <w:style w:type="character" w:styleId="IntenseReference">
    <w:name w:val="Intense Reference"/>
    <w:basedOn w:val="DefaultParagraphFont"/>
    <w:uiPriority w:val="32"/>
    <w:semiHidden/>
    <w:unhideWhenUsed/>
    <w:rsid w:val="0013333F"/>
    <w:rPr>
      <w:b/>
      <w:bCs/>
      <w:caps w:val="0"/>
      <w:smallCaps/>
      <w:color w:val="355D7E" w:themeColor="accent1" w:themeShade="80"/>
      <w:spacing w:val="5"/>
    </w:rPr>
  </w:style>
  <w:style w:type="paragraph" w:styleId="BlockText">
    <w:name w:val="Block Text"/>
    <w:basedOn w:val="Normal"/>
    <w:uiPriority w:val="99"/>
    <w:semiHidden/>
    <w:unhideWhenUsed/>
    <w:rsid w:val="0013333F"/>
    <w:pPr>
      <w:pBdr>
        <w:top w:val="single" w:sz="2" w:space="10" w:color="355D7E" w:themeColor="accent1" w:themeShade="80" w:shadow="1"/>
        <w:left w:val="single" w:sz="2" w:space="10" w:color="355D7E" w:themeColor="accent1" w:themeShade="80" w:shadow="1"/>
        <w:bottom w:val="single" w:sz="2" w:space="10" w:color="355D7E" w:themeColor="accent1" w:themeShade="80" w:shadow="1"/>
        <w:right w:val="single" w:sz="2" w:space="10" w:color="355D7E" w:themeColor="accent1" w:themeShade="80" w:shadow="1"/>
      </w:pBdr>
      <w:ind w:left="1152" w:right="1152"/>
    </w:pPr>
    <w:rPr>
      <w:i/>
      <w:iCs/>
      <w:color w:val="355D7E" w:themeColor="accent1" w:themeShade="80"/>
    </w:rPr>
  </w:style>
  <w:style w:type="character" w:styleId="Hyperlink">
    <w:name w:val="Hyperlink"/>
    <w:basedOn w:val="DefaultParagraphFont"/>
    <w:uiPriority w:val="99"/>
    <w:semiHidden/>
    <w:unhideWhenUsed/>
    <w:rsid w:val="0013333F"/>
    <w:rPr>
      <w:color w:val="7C5F1D" w:themeColor="accent4" w:themeShade="80"/>
      <w:u w:val="single"/>
    </w:rPr>
  </w:style>
  <w:style w:type="character" w:customStyle="1" w:styleId="UnresolvedMention1">
    <w:name w:val="Unresolved Mention1"/>
    <w:basedOn w:val="DefaultParagraphFont"/>
    <w:uiPriority w:val="99"/>
    <w:semiHidden/>
    <w:unhideWhenUsed/>
    <w:rsid w:val="0013333F"/>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ren\AppData\Roaming\Microsoft\Templates\Project%20communication%20plan(2).dotx"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5EF533-8890-43C2-9251-BC18309D7A9B}" type="doc">
      <dgm:prSet loTypeId="urn:microsoft.com/office/officeart/2005/8/layout/bProcess2" loCatId="process" qsTypeId="urn:microsoft.com/office/officeart/2005/8/quickstyle/simple1" qsCatId="simple" csTypeId="urn:microsoft.com/office/officeart/2005/8/colors/colorful2" csCatId="colorful" phldr="0"/>
      <dgm:spPr/>
      <dgm:t>
        <a:bodyPr/>
        <a:lstStyle/>
        <a:p>
          <a:endParaRPr lang="en-US"/>
        </a:p>
      </dgm:t>
    </dgm:pt>
    <dgm:pt modelId="{3EAFABAB-4325-4B63-A6A1-59E5CD5AA2EB}">
      <dgm:prSet phldrT="[Text]" phldr="1"/>
      <dgm:spPr/>
      <dgm:t>
        <a:bodyPr/>
        <a:lstStyle/>
        <a:p>
          <a:endParaRPr lang="en-US"/>
        </a:p>
      </dgm:t>
    </dgm:pt>
    <dgm:pt modelId="{DCCBC4FB-8C74-4C4E-A6B4-73B838157AEB}" type="parTrans" cxnId="{B573A21D-5299-4A12-9548-48E63BE2CB70}">
      <dgm:prSet/>
      <dgm:spPr/>
      <dgm:t>
        <a:bodyPr/>
        <a:lstStyle/>
        <a:p>
          <a:endParaRPr lang="en-US"/>
        </a:p>
      </dgm:t>
    </dgm:pt>
    <dgm:pt modelId="{12173DE2-8D04-4451-96B1-C02681355451}" type="sibTrans" cxnId="{B573A21D-5299-4A12-9548-48E63BE2CB70}">
      <dgm:prSet/>
      <dgm:spPr/>
      <dgm:t>
        <a:bodyPr/>
        <a:lstStyle/>
        <a:p>
          <a:endParaRPr lang="en-US"/>
        </a:p>
      </dgm:t>
    </dgm:pt>
    <dgm:pt modelId="{C8AD00CD-23A7-4841-A0C5-E7E910F3B9B8}">
      <dgm:prSet phldrT="[Text]" phldr="1"/>
      <dgm:spPr/>
      <dgm:t>
        <a:bodyPr/>
        <a:lstStyle/>
        <a:p>
          <a:endParaRPr lang="en-US"/>
        </a:p>
      </dgm:t>
    </dgm:pt>
    <dgm:pt modelId="{75D06C95-0DD4-405C-9233-DC4A7F075F13}" type="parTrans" cxnId="{EFAE003F-42D1-4D3F-BDDE-C2E0946FAD3D}">
      <dgm:prSet/>
      <dgm:spPr/>
      <dgm:t>
        <a:bodyPr/>
        <a:lstStyle/>
        <a:p>
          <a:endParaRPr lang="en-US"/>
        </a:p>
      </dgm:t>
    </dgm:pt>
    <dgm:pt modelId="{EBC5ADF7-3FC0-4FE1-BAC5-A441E043A10C}" type="sibTrans" cxnId="{EFAE003F-42D1-4D3F-BDDE-C2E0946FAD3D}">
      <dgm:prSet/>
      <dgm:spPr/>
      <dgm:t>
        <a:bodyPr/>
        <a:lstStyle/>
        <a:p>
          <a:endParaRPr lang="en-US"/>
        </a:p>
      </dgm:t>
    </dgm:pt>
    <dgm:pt modelId="{F05C45FC-72FF-4161-9144-2CE230DC88B2}">
      <dgm:prSet phldrT="[Text]" phldr="1"/>
      <dgm:spPr/>
      <dgm:t>
        <a:bodyPr/>
        <a:lstStyle/>
        <a:p>
          <a:endParaRPr lang="en-US"/>
        </a:p>
      </dgm:t>
    </dgm:pt>
    <dgm:pt modelId="{8E373D86-D834-4E1F-A805-FC1220459645}" type="parTrans" cxnId="{BA386544-47AC-452A-8CBD-2BEA232229E4}">
      <dgm:prSet/>
      <dgm:spPr/>
      <dgm:t>
        <a:bodyPr/>
        <a:lstStyle/>
        <a:p>
          <a:endParaRPr lang="en-US"/>
        </a:p>
      </dgm:t>
    </dgm:pt>
    <dgm:pt modelId="{F95F990C-F834-4227-B32C-6569F6E74360}" type="sibTrans" cxnId="{BA386544-47AC-452A-8CBD-2BEA232229E4}">
      <dgm:prSet/>
      <dgm:spPr/>
      <dgm:t>
        <a:bodyPr/>
        <a:lstStyle/>
        <a:p>
          <a:endParaRPr lang="en-US"/>
        </a:p>
      </dgm:t>
    </dgm:pt>
    <dgm:pt modelId="{D9A7425D-1661-4CC6-AA40-EF8A264DBFE1}">
      <dgm:prSet phldrT="[Text]" phldr="1"/>
      <dgm:spPr/>
      <dgm:t>
        <a:bodyPr/>
        <a:lstStyle/>
        <a:p>
          <a:endParaRPr lang="en-US"/>
        </a:p>
      </dgm:t>
    </dgm:pt>
    <dgm:pt modelId="{370C0090-2F0D-404F-803A-FFC32035E168}" type="parTrans" cxnId="{6A8B4756-68CB-43CD-B4F9-D66FE359AE0D}">
      <dgm:prSet/>
      <dgm:spPr/>
      <dgm:t>
        <a:bodyPr/>
        <a:lstStyle/>
        <a:p>
          <a:endParaRPr lang="en-US"/>
        </a:p>
      </dgm:t>
    </dgm:pt>
    <dgm:pt modelId="{B1DF718E-40A7-4C61-AC50-37857A162543}" type="sibTrans" cxnId="{6A8B4756-68CB-43CD-B4F9-D66FE359AE0D}">
      <dgm:prSet/>
      <dgm:spPr/>
      <dgm:t>
        <a:bodyPr/>
        <a:lstStyle/>
        <a:p>
          <a:endParaRPr lang="en-US"/>
        </a:p>
      </dgm:t>
    </dgm:pt>
    <dgm:pt modelId="{C7FEE510-75DB-41D2-B038-415A7DD3BED5}">
      <dgm:prSet phldrT="[Text]" phldr="1"/>
      <dgm:spPr/>
      <dgm:t>
        <a:bodyPr/>
        <a:lstStyle/>
        <a:p>
          <a:endParaRPr lang="en-US"/>
        </a:p>
      </dgm:t>
    </dgm:pt>
    <dgm:pt modelId="{8DF144CA-34FF-47AA-9E97-9034CD6CAE66}" type="parTrans" cxnId="{BBABAA92-BF4B-4AB4-B898-09F8775F2571}">
      <dgm:prSet/>
      <dgm:spPr/>
      <dgm:t>
        <a:bodyPr/>
        <a:lstStyle/>
        <a:p>
          <a:endParaRPr lang="en-US"/>
        </a:p>
      </dgm:t>
    </dgm:pt>
    <dgm:pt modelId="{59BF4A90-79BC-4B41-A4A0-4509FCC31C99}" type="sibTrans" cxnId="{BBABAA92-BF4B-4AB4-B898-09F8775F2571}">
      <dgm:prSet/>
      <dgm:spPr/>
      <dgm:t>
        <a:bodyPr/>
        <a:lstStyle/>
        <a:p>
          <a:endParaRPr lang="en-US"/>
        </a:p>
      </dgm:t>
    </dgm:pt>
    <dgm:pt modelId="{248F521B-264E-456A-80CC-3AEA42593A66}">
      <dgm:prSet phldrT="[Text]" phldr="1"/>
      <dgm:spPr/>
      <dgm:t>
        <a:bodyPr/>
        <a:lstStyle/>
        <a:p>
          <a:endParaRPr lang="en-US"/>
        </a:p>
      </dgm:t>
    </dgm:pt>
    <dgm:pt modelId="{1A5F9845-FDF0-4799-BBA0-4B3B4C72FE3A}" type="parTrans" cxnId="{3D3A0AB1-C26C-4C88-813C-B4C64D3F0E69}">
      <dgm:prSet/>
      <dgm:spPr/>
      <dgm:t>
        <a:bodyPr/>
        <a:lstStyle/>
        <a:p>
          <a:endParaRPr lang="en-US"/>
        </a:p>
      </dgm:t>
    </dgm:pt>
    <dgm:pt modelId="{4CD078A2-7D7E-406B-B916-C8A779A55665}" type="sibTrans" cxnId="{3D3A0AB1-C26C-4C88-813C-B4C64D3F0E69}">
      <dgm:prSet/>
      <dgm:spPr/>
      <dgm:t>
        <a:bodyPr/>
        <a:lstStyle/>
        <a:p>
          <a:endParaRPr lang="en-US"/>
        </a:p>
      </dgm:t>
    </dgm:pt>
    <dgm:pt modelId="{5A0913B9-A546-4083-98F6-8B57817AB013}">
      <dgm:prSet phldrT="[Text]" phldr="1"/>
      <dgm:spPr/>
      <dgm:t>
        <a:bodyPr/>
        <a:lstStyle/>
        <a:p>
          <a:endParaRPr lang="en-US"/>
        </a:p>
      </dgm:t>
    </dgm:pt>
    <dgm:pt modelId="{3C8B8EB6-28A2-4D2B-8121-A15890B67B28}" type="parTrans" cxnId="{4D10863D-D032-4F84-A569-F6127B772CD5}">
      <dgm:prSet/>
      <dgm:spPr/>
      <dgm:t>
        <a:bodyPr/>
        <a:lstStyle/>
        <a:p>
          <a:endParaRPr lang="en-US"/>
        </a:p>
      </dgm:t>
    </dgm:pt>
    <dgm:pt modelId="{C75C6B79-5FB5-4C1F-8AB8-26ACCFF8EDEB}" type="sibTrans" cxnId="{4D10863D-D032-4F84-A569-F6127B772CD5}">
      <dgm:prSet/>
      <dgm:spPr/>
      <dgm:t>
        <a:bodyPr/>
        <a:lstStyle/>
        <a:p>
          <a:endParaRPr lang="en-US"/>
        </a:p>
      </dgm:t>
    </dgm:pt>
    <dgm:pt modelId="{7AA80DEC-332B-4AB0-9145-E10C7C2B005D}">
      <dgm:prSet phldrT="[Text]" phldr="1"/>
      <dgm:spPr/>
      <dgm:t>
        <a:bodyPr/>
        <a:lstStyle/>
        <a:p>
          <a:endParaRPr lang="en-US"/>
        </a:p>
      </dgm:t>
    </dgm:pt>
    <dgm:pt modelId="{D9DFE218-1661-4DD2-B56E-305A241FC488}" type="parTrans" cxnId="{720BA6D1-E4CE-43A2-ADEE-740B119217C1}">
      <dgm:prSet/>
      <dgm:spPr/>
      <dgm:t>
        <a:bodyPr/>
        <a:lstStyle/>
        <a:p>
          <a:endParaRPr lang="en-US"/>
        </a:p>
      </dgm:t>
    </dgm:pt>
    <dgm:pt modelId="{73C2C72A-6512-4CCA-AB71-BE549A44EB9B}" type="sibTrans" cxnId="{720BA6D1-E4CE-43A2-ADEE-740B119217C1}">
      <dgm:prSet/>
      <dgm:spPr/>
      <dgm:t>
        <a:bodyPr/>
        <a:lstStyle/>
        <a:p>
          <a:endParaRPr lang="en-US"/>
        </a:p>
      </dgm:t>
    </dgm:pt>
    <dgm:pt modelId="{E5F5828B-598E-478B-9DDD-F59DB72CBF80}">
      <dgm:prSet phldrT="[Text]" phldr="1"/>
      <dgm:spPr/>
      <dgm:t>
        <a:bodyPr/>
        <a:lstStyle/>
        <a:p>
          <a:endParaRPr lang="en-US"/>
        </a:p>
      </dgm:t>
    </dgm:pt>
    <dgm:pt modelId="{45F0F9BE-FEC3-4A06-80EB-A3AF384D26AB}" type="parTrans" cxnId="{CB161D61-7729-46A9-AC8E-336F1D888E1C}">
      <dgm:prSet/>
      <dgm:spPr/>
      <dgm:t>
        <a:bodyPr/>
        <a:lstStyle/>
        <a:p>
          <a:endParaRPr lang="en-US"/>
        </a:p>
      </dgm:t>
    </dgm:pt>
    <dgm:pt modelId="{30B7220B-F83F-4832-8235-96E2E3ED5086}" type="sibTrans" cxnId="{CB161D61-7729-46A9-AC8E-336F1D888E1C}">
      <dgm:prSet/>
      <dgm:spPr/>
      <dgm:t>
        <a:bodyPr/>
        <a:lstStyle/>
        <a:p>
          <a:endParaRPr lang="en-US"/>
        </a:p>
      </dgm:t>
    </dgm:pt>
    <dgm:pt modelId="{4D09EE0F-4F40-40AF-BB67-6095B6EC9AF6}" type="pres">
      <dgm:prSet presAssocID="{5F5EF533-8890-43C2-9251-BC18309D7A9B}" presName="diagram" presStyleCnt="0">
        <dgm:presLayoutVars>
          <dgm:dir/>
          <dgm:resizeHandles/>
        </dgm:presLayoutVars>
      </dgm:prSet>
      <dgm:spPr/>
    </dgm:pt>
    <dgm:pt modelId="{5E246B15-78B7-4428-A8CE-ADAFDCFDF9EE}" type="pres">
      <dgm:prSet presAssocID="{3EAFABAB-4325-4B63-A6A1-59E5CD5AA2EB}" presName="firstNode" presStyleLbl="node1" presStyleIdx="0" presStyleCnt="9">
        <dgm:presLayoutVars>
          <dgm:bulletEnabled val="1"/>
        </dgm:presLayoutVars>
      </dgm:prSet>
      <dgm:spPr/>
    </dgm:pt>
    <dgm:pt modelId="{CFFF0978-1087-4796-80EC-A5B50836ED96}" type="pres">
      <dgm:prSet presAssocID="{12173DE2-8D04-4451-96B1-C02681355451}" presName="sibTrans" presStyleLbl="sibTrans2D1" presStyleIdx="0" presStyleCnt="8"/>
      <dgm:spPr/>
    </dgm:pt>
    <dgm:pt modelId="{963252A6-668D-4E1D-AFFF-C095731CC5F5}" type="pres">
      <dgm:prSet presAssocID="{C8AD00CD-23A7-4841-A0C5-E7E910F3B9B8}" presName="middleNode" presStyleCnt="0"/>
      <dgm:spPr/>
    </dgm:pt>
    <dgm:pt modelId="{B462F0F6-DED5-4341-8C8D-9643CED875DE}" type="pres">
      <dgm:prSet presAssocID="{C8AD00CD-23A7-4841-A0C5-E7E910F3B9B8}" presName="padding" presStyleLbl="node1" presStyleIdx="0" presStyleCnt="9"/>
      <dgm:spPr/>
    </dgm:pt>
    <dgm:pt modelId="{996D7D3F-C408-43C8-97CC-2CFDFDAE0E7F}" type="pres">
      <dgm:prSet presAssocID="{C8AD00CD-23A7-4841-A0C5-E7E910F3B9B8}" presName="shape" presStyleLbl="node1" presStyleIdx="1" presStyleCnt="9">
        <dgm:presLayoutVars>
          <dgm:bulletEnabled val="1"/>
        </dgm:presLayoutVars>
      </dgm:prSet>
      <dgm:spPr/>
    </dgm:pt>
    <dgm:pt modelId="{8AAE00EA-225A-4D70-B62C-7F5FA8741547}" type="pres">
      <dgm:prSet presAssocID="{EBC5ADF7-3FC0-4FE1-BAC5-A441E043A10C}" presName="sibTrans" presStyleLbl="sibTrans2D1" presStyleIdx="1" presStyleCnt="8"/>
      <dgm:spPr/>
    </dgm:pt>
    <dgm:pt modelId="{D0D015C8-F9C7-485E-A004-67D91FE3E245}" type="pres">
      <dgm:prSet presAssocID="{F05C45FC-72FF-4161-9144-2CE230DC88B2}" presName="middleNode" presStyleCnt="0"/>
      <dgm:spPr/>
    </dgm:pt>
    <dgm:pt modelId="{6388F228-671D-4B38-A104-9943A477BEB2}" type="pres">
      <dgm:prSet presAssocID="{F05C45FC-72FF-4161-9144-2CE230DC88B2}" presName="padding" presStyleLbl="node1" presStyleIdx="1" presStyleCnt="9"/>
      <dgm:spPr/>
    </dgm:pt>
    <dgm:pt modelId="{21E30398-0F1A-4B0F-BFCB-462DC1D2CEE8}" type="pres">
      <dgm:prSet presAssocID="{F05C45FC-72FF-4161-9144-2CE230DC88B2}" presName="shape" presStyleLbl="node1" presStyleIdx="2" presStyleCnt="9">
        <dgm:presLayoutVars>
          <dgm:bulletEnabled val="1"/>
        </dgm:presLayoutVars>
      </dgm:prSet>
      <dgm:spPr/>
    </dgm:pt>
    <dgm:pt modelId="{323EB612-393F-489E-A4FF-3C22C972D3AB}" type="pres">
      <dgm:prSet presAssocID="{F95F990C-F834-4227-B32C-6569F6E74360}" presName="sibTrans" presStyleLbl="sibTrans2D1" presStyleIdx="2" presStyleCnt="8"/>
      <dgm:spPr/>
    </dgm:pt>
    <dgm:pt modelId="{8C867255-5D10-4359-8E36-D57C51B83F99}" type="pres">
      <dgm:prSet presAssocID="{D9A7425D-1661-4CC6-AA40-EF8A264DBFE1}" presName="middleNode" presStyleCnt="0"/>
      <dgm:spPr/>
    </dgm:pt>
    <dgm:pt modelId="{DAD16240-BB12-4AFD-B579-EA82DE4FD590}" type="pres">
      <dgm:prSet presAssocID="{D9A7425D-1661-4CC6-AA40-EF8A264DBFE1}" presName="padding" presStyleLbl="node1" presStyleIdx="2" presStyleCnt="9"/>
      <dgm:spPr/>
    </dgm:pt>
    <dgm:pt modelId="{8BAEC278-8EC1-4140-A266-5F050A34490A}" type="pres">
      <dgm:prSet presAssocID="{D9A7425D-1661-4CC6-AA40-EF8A264DBFE1}" presName="shape" presStyleLbl="node1" presStyleIdx="3" presStyleCnt="9">
        <dgm:presLayoutVars>
          <dgm:bulletEnabled val="1"/>
        </dgm:presLayoutVars>
      </dgm:prSet>
      <dgm:spPr/>
    </dgm:pt>
    <dgm:pt modelId="{CCF497C6-7370-4547-95B3-F2836A4FFC6E}" type="pres">
      <dgm:prSet presAssocID="{B1DF718E-40A7-4C61-AC50-37857A162543}" presName="sibTrans" presStyleLbl="sibTrans2D1" presStyleIdx="3" presStyleCnt="8"/>
      <dgm:spPr/>
    </dgm:pt>
    <dgm:pt modelId="{F661E5FE-302D-43B8-A614-2A367793282B}" type="pres">
      <dgm:prSet presAssocID="{C7FEE510-75DB-41D2-B038-415A7DD3BED5}" presName="middleNode" presStyleCnt="0"/>
      <dgm:spPr/>
    </dgm:pt>
    <dgm:pt modelId="{83AC0555-068C-4F33-B528-5D0FF4029CE7}" type="pres">
      <dgm:prSet presAssocID="{C7FEE510-75DB-41D2-B038-415A7DD3BED5}" presName="padding" presStyleLbl="node1" presStyleIdx="3" presStyleCnt="9"/>
      <dgm:spPr/>
    </dgm:pt>
    <dgm:pt modelId="{D6E821EF-46B5-4B08-8D91-176ED527E293}" type="pres">
      <dgm:prSet presAssocID="{C7FEE510-75DB-41D2-B038-415A7DD3BED5}" presName="shape" presStyleLbl="node1" presStyleIdx="4" presStyleCnt="9">
        <dgm:presLayoutVars>
          <dgm:bulletEnabled val="1"/>
        </dgm:presLayoutVars>
      </dgm:prSet>
      <dgm:spPr/>
    </dgm:pt>
    <dgm:pt modelId="{16385907-F8DC-4926-B11C-333A95CEA95C}" type="pres">
      <dgm:prSet presAssocID="{59BF4A90-79BC-4B41-A4A0-4509FCC31C99}" presName="sibTrans" presStyleLbl="sibTrans2D1" presStyleIdx="4" presStyleCnt="8"/>
      <dgm:spPr/>
    </dgm:pt>
    <dgm:pt modelId="{3A7A5E1D-3CCF-4631-A502-77B66954F926}" type="pres">
      <dgm:prSet presAssocID="{248F521B-264E-456A-80CC-3AEA42593A66}" presName="middleNode" presStyleCnt="0"/>
      <dgm:spPr/>
    </dgm:pt>
    <dgm:pt modelId="{4D8D6F87-C1C2-4803-A697-59737690DCE8}" type="pres">
      <dgm:prSet presAssocID="{248F521B-264E-456A-80CC-3AEA42593A66}" presName="padding" presStyleLbl="node1" presStyleIdx="4" presStyleCnt="9"/>
      <dgm:spPr/>
    </dgm:pt>
    <dgm:pt modelId="{10CC82A1-FACD-4608-9311-93CB9274DEF0}" type="pres">
      <dgm:prSet presAssocID="{248F521B-264E-456A-80CC-3AEA42593A66}" presName="shape" presStyleLbl="node1" presStyleIdx="5" presStyleCnt="9">
        <dgm:presLayoutVars>
          <dgm:bulletEnabled val="1"/>
        </dgm:presLayoutVars>
      </dgm:prSet>
      <dgm:spPr/>
    </dgm:pt>
    <dgm:pt modelId="{41FC22DD-101A-44E2-8F59-B85CA74176A0}" type="pres">
      <dgm:prSet presAssocID="{4CD078A2-7D7E-406B-B916-C8A779A55665}" presName="sibTrans" presStyleLbl="sibTrans2D1" presStyleIdx="5" presStyleCnt="8"/>
      <dgm:spPr/>
    </dgm:pt>
    <dgm:pt modelId="{9787DED2-F42F-4DF7-AD1C-241D926DA609}" type="pres">
      <dgm:prSet presAssocID="{5A0913B9-A546-4083-98F6-8B57817AB013}" presName="middleNode" presStyleCnt="0"/>
      <dgm:spPr/>
    </dgm:pt>
    <dgm:pt modelId="{65150A94-F9DF-4B2F-86FD-6162716E120A}" type="pres">
      <dgm:prSet presAssocID="{5A0913B9-A546-4083-98F6-8B57817AB013}" presName="padding" presStyleLbl="node1" presStyleIdx="5" presStyleCnt="9"/>
      <dgm:spPr/>
    </dgm:pt>
    <dgm:pt modelId="{13388500-9C91-4F70-8D57-7AFD5EB612D5}" type="pres">
      <dgm:prSet presAssocID="{5A0913B9-A546-4083-98F6-8B57817AB013}" presName="shape" presStyleLbl="node1" presStyleIdx="6" presStyleCnt="9">
        <dgm:presLayoutVars>
          <dgm:bulletEnabled val="1"/>
        </dgm:presLayoutVars>
      </dgm:prSet>
      <dgm:spPr/>
    </dgm:pt>
    <dgm:pt modelId="{7A2912F9-47B0-40E5-A90D-969701FA0580}" type="pres">
      <dgm:prSet presAssocID="{C75C6B79-5FB5-4C1F-8AB8-26ACCFF8EDEB}" presName="sibTrans" presStyleLbl="sibTrans2D1" presStyleIdx="6" presStyleCnt="8"/>
      <dgm:spPr/>
    </dgm:pt>
    <dgm:pt modelId="{300D567A-FADF-4874-A88B-B71F37C5B26C}" type="pres">
      <dgm:prSet presAssocID="{7AA80DEC-332B-4AB0-9145-E10C7C2B005D}" presName="middleNode" presStyleCnt="0"/>
      <dgm:spPr/>
    </dgm:pt>
    <dgm:pt modelId="{E6F81A7F-FBCD-45AE-BCBF-71A58CF54E1D}" type="pres">
      <dgm:prSet presAssocID="{7AA80DEC-332B-4AB0-9145-E10C7C2B005D}" presName="padding" presStyleLbl="node1" presStyleIdx="6" presStyleCnt="9"/>
      <dgm:spPr/>
    </dgm:pt>
    <dgm:pt modelId="{2176A541-A4AF-42CA-9AA4-27E3ECBEE899}" type="pres">
      <dgm:prSet presAssocID="{7AA80DEC-332B-4AB0-9145-E10C7C2B005D}" presName="shape" presStyleLbl="node1" presStyleIdx="7" presStyleCnt="9">
        <dgm:presLayoutVars>
          <dgm:bulletEnabled val="1"/>
        </dgm:presLayoutVars>
      </dgm:prSet>
      <dgm:spPr/>
    </dgm:pt>
    <dgm:pt modelId="{43E64A08-AA8B-4EF7-8A4B-8BBCF3FAA20B}" type="pres">
      <dgm:prSet presAssocID="{73C2C72A-6512-4CCA-AB71-BE549A44EB9B}" presName="sibTrans" presStyleLbl="sibTrans2D1" presStyleIdx="7" presStyleCnt="8"/>
      <dgm:spPr/>
    </dgm:pt>
    <dgm:pt modelId="{882E5D02-EDC1-4E24-92D6-4D6C25583567}" type="pres">
      <dgm:prSet presAssocID="{E5F5828B-598E-478B-9DDD-F59DB72CBF80}" presName="lastNode" presStyleLbl="node1" presStyleIdx="8" presStyleCnt="9">
        <dgm:presLayoutVars>
          <dgm:bulletEnabled val="1"/>
        </dgm:presLayoutVars>
      </dgm:prSet>
      <dgm:spPr/>
    </dgm:pt>
  </dgm:ptLst>
  <dgm:cxnLst>
    <dgm:cxn modelId="{A1C75E00-101B-46CA-9BCA-261F4D8D5E35}" type="presOf" srcId="{C75C6B79-5FB5-4C1F-8AB8-26ACCFF8EDEB}" destId="{7A2912F9-47B0-40E5-A90D-969701FA0580}" srcOrd="0" destOrd="0" presId="urn:microsoft.com/office/officeart/2005/8/layout/bProcess2"/>
    <dgm:cxn modelId="{87035D0D-C1E2-446F-A4B9-65D2DE1A280D}" type="presOf" srcId="{248F521B-264E-456A-80CC-3AEA42593A66}" destId="{10CC82A1-FACD-4608-9311-93CB9274DEF0}" srcOrd="0" destOrd="0" presId="urn:microsoft.com/office/officeart/2005/8/layout/bProcess2"/>
    <dgm:cxn modelId="{B573A21D-5299-4A12-9548-48E63BE2CB70}" srcId="{5F5EF533-8890-43C2-9251-BC18309D7A9B}" destId="{3EAFABAB-4325-4B63-A6A1-59E5CD5AA2EB}" srcOrd="0" destOrd="0" parTransId="{DCCBC4FB-8C74-4C4E-A6B4-73B838157AEB}" sibTransId="{12173DE2-8D04-4451-96B1-C02681355451}"/>
    <dgm:cxn modelId="{4D10863D-D032-4F84-A569-F6127B772CD5}" srcId="{5F5EF533-8890-43C2-9251-BC18309D7A9B}" destId="{5A0913B9-A546-4083-98F6-8B57817AB013}" srcOrd="6" destOrd="0" parTransId="{3C8B8EB6-28A2-4D2B-8121-A15890B67B28}" sibTransId="{C75C6B79-5FB5-4C1F-8AB8-26ACCFF8EDEB}"/>
    <dgm:cxn modelId="{EFAE003F-42D1-4D3F-BDDE-C2E0946FAD3D}" srcId="{5F5EF533-8890-43C2-9251-BC18309D7A9B}" destId="{C8AD00CD-23A7-4841-A0C5-E7E910F3B9B8}" srcOrd="1" destOrd="0" parTransId="{75D06C95-0DD4-405C-9233-DC4A7F075F13}" sibTransId="{EBC5ADF7-3FC0-4FE1-BAC5-A441E043A10C}"/>
    <dgm:cxn modelId="{BC21C640-9581-47C9-AE51-A4F0859CA2AA}" type="presOf" srcId="{D9A7425D-1661-4CC6-AA40-EF8A264DBFE1}" destId="{8BAEC278-8EC1-4140-A266-5F050A34490A}" srcOrd="0" destOrd="0" presId="urn:microsoft.com/office/officeart/2005/8/layout/bProcess2"/>
    <dgm:cxn modelId="{CB161D61-7729-46A9-AC8E-336F1D888E1C}" srcId="{5F5EF533-8890-43C2-9251-BC18309D7A9B}" destId="{E5F5828B-598E-478B-9DDD-F59DB72CBF80}" srcOrd="8" destOrd="0" parTransId="{45F0F9BE-FEC3-4A06-80EB-A3AF384D26AB}" sibTransId="{30B7220B-F83F-4832-8235-96E2E3ED5086}"/>
    <dgm:cxn modelId="{95EF7142-0E52-4599-B81D-9CCEC2FC34AC}" type="presOf" srcId="{59BF4A90-79BC-4B41-A4A0-4509FCC31C99}" destId="{16385907-F8DC-4926-B11C-333A95CEA95C}" srcOrd="0" destOrd="0" presId="urn:microsoft.com/office/officeart/2005/8/layout/bProcess2"/>
    <dgm:cxn modelId="{5B2E9F42-6833-4AC6-AABE-9326E639F317}" type="presOf" srcId="{5F5EF533-8890-43C2-9251-BC18309D7A9B}" destId="{4D09EE0F-4F40-40AF-BB67-6095B6EC9AF6}" srcOrd="0" destOrd="0" presId="urn:microsoft.com/office/officeart/2005/8/layout/bProcess2"/>
    <dgm:cxn modelId="{BA386544-47AC-452A-8CBD-2BEA232229E4}" srcId="{5F5EF533-8890-43C2-9251-BC18309D7A9B}" destId="{F05C45FC-72FF-4161-9144-2CE230DC88B2}" srcOrd="2" destOrd="0" parTransId="{8E373D86-D834-4E1F-A805-FC1220459645}" sibTransId="{F95F990C-F834-4227-B32C-6569F6E74360}"/>
    <dgm:cxn modelId="{7DBEA569-DA34-4E62-8B8A-5C30EAB69014}" type="presOf" srcId="{4CD078A2-7D7E-406B-B916-C8A779A55665}" destId="{41FC22DD-101A-44E2-8F59-B85CA74176A0}" srcOrd="0" destOrd="0" presId="urn:microsoft.com/office/officeart/2005/8/layout/bProcess2"/>
    <dgm:cxn modelId="{D02AB14D-71E3-4F44-A30E-8F17EA054FF7}" type="presOf" srcId="{12173DE2-8D04-4451-96B1-C02681355451}" destId="{CFFF0978-1087-4796-80EC-A5B50836ED96}" srcOrd="0" destOrd="0" presId="urn:microsoft.com/office/officeart/2005/8/layout/bProcess2"/>
    <dgm:cxn modelId="{CAB5D352-452D-472D-B96F-0C3FF9F98E5F}" type="presOf" srcId="{73C2C72A-6512-4CCA-AB71-BE549A44EB9B}" destId="{43E64A08-AA8B-4EF7-8A4B-8BBCF3FAA20B}" srcOrd="0" destOrd="0" presId="urn:microsoft.com/office/officeart/2005/8/layout/bProcess2"/>
    <dgm:cxn modelId="{21B51773-C881-4D0C-9EC8-32D85EB5763F}" type="presOf" srcId="{C7FEE510-75DB-41D2-B038-415A7DD3BED5}" destId="{D6E821EF-46B5-4B08-8D91-176ED527E293}" srcOrd="0" destOrd="0" presId="urn:microsoft.com/office/officeart/2005/8/layout/bProcess2"/>
    <dgm:cxn modelId="{6A8B4756-68CB-43CD-B4F9-D66FE359AE0D}" srcId="{5F5EF533-8890-43C2-9251-BC18309D7A9B}" destId="{D9A7425D-1661-4CC6-AA40-EF8A264DBFE1}" srcOrd="3" destOrd="0" parTransId="{370C0090-2F0D-404F-803A-FFC32035E168}" sibTransId="{B1DF718E-40A7-4C61-AC50-37857A162543}"/>
    <dgm:cxn modelId="{467F5091-8E34-4280-95D7-F5F94C1C1480}" type="presOf" srcId="{F05C45FC-72FF-4161-9144-2CE230DC88B2}" destId="{21E30398-0F1A-4B0F-BFCB-462DC1D2CEE8}" srcOrd="0" destOrd="0" presId="urn:microsoft.com/office/officeart/2005/8/layout/bProcess2"/>
    <dgm:cxn modelId="{BBABAA92-BF4B-4AB4-B898-09F8775F2571}" srcId="{5F5EF533-8890-43C2-9251-BC18309D7A9B}" destId="{C7FEE510-75DB-41D2-B038-415A7DD3BED5}" srcOrd="4" destOrd="0" parTransId="{8DF144CA-34FF-47AA-9E97-9034CD6CAE66}" sibTransId="{59BF4A90-79BC-4B41-A4A0-4509FCC31C99}"/>
    <dgm:cxn modelId="{2B7B3698-9DC3-44C8-A719-2D2A683F843F}" type="presOf" srcId="{3EAFABAB-4325-4B63-A6A1-59E5CD5AA2EB}" destId="{5E246B15-78B7-4428-A8CE-ADAFDCFDF9EE}" srcOrd="0" destOrd="0" presId="urn:microsoft.com/office/officeart/2005/8/layout/bProcess2"/>
    <dgm:cxn modelId="{5A9BDF9D-0CBA-4E26-B565-C6EFFD177FFE}" type="presOf" srcId="{EBC5ADF7-3FC0-4FE1-BAC5-A441E043A10C}" destId="{8AAE00EA-225A-4D70-B62C-7F5FA8741547}" srcOrd="0" destOrd="0" presId="urn:microsoft.com/office/officeart/2005/8/layout/bProcess2"/>
    <dgm:cxn modelId="{4D0FB5A4-724C-40BC-94B2-47DB3556DFA6}" type="presOf" srcId="{E5F5828B-598E-478B-9DDD-F59DB72CBF80}" destId="{882E5D02-EDC1-4E24-92D6-4D6C25583567}" srcOrd="0" destOrd="0" presId="urn:microsoft.com/office/officeart/2005/8/layout/bProcess2"/>
    <dgm:cxn modelId="{9ADFF7A7-C75C-4891-8C53-DD2623C95D48}" type="presOf" srcId="{F95F990C-F834-4227-B32C-6569F6E74360}" destId="{323EB612-393F-489E-A4FF-3C22C972D3AB}" srcOrd="0" destOrd="0" presId="urn:microsoft.com/office/officeart/2005/8/layout/bProcess2"/>
    <dgm:cxn modelId="{3D3A0AB1-C26C-4C88-813C-B4C64D3F0E69}" srcId="{5F5EF533-8890-43C2-9251-BC18309D7A9B}" destId="{248F521B-264E-456A-80CC-3AEA42593A66}" srcOrd="5" destOrd="0" parTransId="{1A5F9845-FDF0-4799-BBA0-4B3B4C72FE3A}" sibTransId="{4CD078A2-7D7E-406B-B916-C8A779A55665}"/>
    <dgm:cxn modelId="{0BA2ABB3-F0C9-45B3-8FCD-14AD1E2A6330}" type="presOf" srcId="{7AA80DEC-332B-4AB0-9145-E10C7C2B005D}" destId="{2176A541-A4AF-42CA-9AA4-27E3ECBEE899}" srcOrd="0" destOrd="0" presId="urn:microsoft.com/office/officeart/2005/8/layout/bProcess2"/>
    <dgm:cxn modelId="{720BA6D1-E4CE-43A2-ADEE-740B119217C1}" srcId="{5F5EF533-8890-43C2-9251-BC18309D7A9B}" destId="{7AA80DEC-332B-4AB0-9145-E10C7C2B005D}" srcOrd="7" destOrd="0" parTransId="{D9DFE218-1661-4DD2-B56E-305A241FC488}" sibTransId="{73C2C72A-6512-4CCA-AB71-BE549A44EB9B}"/>
    <dgm:cxn modelId="{F6AF2DE3-72A9-4E2E-AE69-D562CB3EDF79}" type="presOf" srcId="{B1DF718E-40A7-4C61-AC50-37857A162543}" destId="{CCF497C6-7370-4547-95B3-F2836A4FFC6E}" srcOrd="0" destOrd="0" presId="urn:microsoft.com/office/officeart/2005/8/layout/bProcess2"/>
    <dgm:cxn modelId="{686ACEFA-59A2-4EE6-B91C-527BD20F105B}" type="presOf" srcId="{5A0913B9-A546-4083-98F6-8B57817AB013}" destId="{13388500-9C91-4F70-8D57-7AFD5EB612D5}" srcOrd="0" destOrd="0" presId="urn:microsoft.com/office/officeart/2005/8/layout/bProcess2"/>
    <dgm:cxn modelId="{4678D2FB-C174-475D-9C1C-A0E69530EB45}" type="presOf" srcId="{C8AD00CD-23A7-4841-A0C5-E7E910F3B9B8}" destId="{996D7D3F-C408-43C8-97CC-2CFDFDAE0E7F}" srcOrd="0" destOrd="0" presId="urn:microsoft.com/office/officeart/2005/8/layout/bProcess2"/>
    <dgm:cxn modelId="{CBC5BF93-FFE5-4C2F-8EEE-5B6093E66607}" type="presParOf" srcId="{4D09EE0F-4F40-40AF-BB67-6095B6EC9AF6}" destId="{5E246B15-78B7-4428-A8CE-ADAFDCFDF9EE}" srcOrd="0" destOrd="0" presId="urn:microsoft.com/office/officeart/2005/8/layout/bProcess2"/>
    <dgm:cxn modelId="{3A5E4666-D166-41FD-97C2-5508DA866907}" type="presParOf" srcId="{4D09EE0F-4F40-40AF-BB67-6095B6EC9AF6}" destId="{CFFF0978-1087-4796-80EC-A5B50836ED96}" srcOrd="1" destOrd="0" presId="urn:microsoft.com/office/officeart/2005/8/layout/bProcess2"/>
    <dgm:cxn modelId="{86FF94AB-9E7F-4A7A-A38B-9DDDD2DB5326}" type="presParOf" srcId="{4D09EE0F-4F40-40AF-BB67-6095B6EC9AF6}" destId="{963252A6-668D-4E1D-AFFF-C095731CC5F5}" srcOrd="2" destOrd="0" presId="urn:microsoft.com/office/officeart/2005/8/layout/bProcess2"/>
    <dgm:cxn modelId="{41918B0E-E750-42B6-9C14-D77BEBEC800C}" type="presParOf" srcId="{963252A6-668D-4E1D-AFFF-C095731CC5F5}" destId="{B462F0F6-DED5-4341-8C8D-9643CED875DE}" srcOrd="0" destOrd="0" presId="urn:microsoft.com/office/officeart/2005/8/layout/bProcess2"/>
    <dgm:cxn modelId="{1A96FAA3-15B5-416B-86B0-554CDA177E9B}" type="presParOf" srcId="{963252A6-668D-4E1D-AFFF-C095731CC5F5}" destId="{996D7D3F-C408-43C8-97CC-2CFDFDAE0E7F}" srcOrd="1" destOrd="0" presId="urn:microsoft.com/office/officeart/2005/8/layout/bProcess2"/>
    <dgm:cxn modelId="{AB878069-CE08-409D-A071-7C892050C2B4}" type="presParOf" srcId="{4D09EE0F-4F40-40AF-BB67-6095B6EC9AF6}" destId="{8AAE00EA-225A-4D70-B62C-7F5FA8741547}" srcOrd="3" destOrd="0" presId="urn:microsoft.com/office/officeart/2005/8/layout/bProcess2"/>
    <dgm:cxn modelId="{3BACFD13-C275-4FC5-BF4F-1DC748D3B46D}" type="presParOf" srcId="{4D09EE0F-4F40-40AF-BB67-6095B6EC9AF6}" destId="{D0D015C8-F9C7-485E-A004-67D91FE3E245}" srcOrd="4" destOrd="0" presId="urn:microsoft.com/office/officeart/2005/8/layout/bProcess2"/>
    <dgm:cxn modelId="{70144C94-195A-4EF9-8A14-F9BFCCB28014}" type="presParOf" srcId="{D0D015C8-F9C7-485E-A004-67D91FE3E245}" destId="{6388F228-671D-4B38-A104-9943A477BEB2}" srcOrd="0" destOrd="0" presId="urn:microsoft.com/office/officeart/2005/8/layout/bProcess2"/>
    <dgm:cxn modelId="{F257E9DD-4F93-4A00-ADDF-675AC9AED53F}" type="presParOf" srcId="{D0D015C8-F9C7-485E-A004-67D91FE3E245}" destId="{21E30398-0F1A-4B0F-BFCB-462DC1D2CEE8}" srcOrd="1" destOrd="0" presId="urn:microsoft.com/office/officeart/2005/8/layout/bProcess2"/>
    <dgm:cxn modelId="{2A03CE01-44F0-4305-ACBB-761FCED52206}" type="presParOf" srcId="{4D09EE0F-4F40-40AF-BB67-6095B6EC9AF6}" destId="{323EB612-393F-489E-A4FF-3C22C972D3AB}" srcOrd="5" destOrd="0" presId="urn:microsoft.com/office/officeart/2005/8/layout/bProcess2"/>
    <dgm:cxn modelId="{E109D98A-E723-4931-9C71-134D31963840}" type="presParOf" srcId="{4D09EE0F-4F40-40AF-BB67-6095B6EC9AF6}" destId="{8C867255-5D10-4359-8E36-D57C51B83F99}" srcOrd="6" destOrd="0" presId="urn:microsoft.com/office/officeart/2005/8/layout/bProcess2"/>
    <dgm:cxn modelId="{F0AE7700-FD10-4A6C-98DB-F1C41BAD9C3C}" type="presParOf" srcId="{8C867255-5D10-4359-8E36-D57C51B83F99}" destId="{DAD16240-BB12-4AFD-B579-EA82DE4FD590}" srcOrd="0" destOrd="0" presId="urn:microsoft.com/office/officeart/2005/8/layout/bProcess2"/>
    <dgm:cxn modelId="{D1B2571D-F19E-4EF6-9793-32A8FEB3F0A4}" type="presParOf" srcId="{8C867255-5D10-4359-8E36-D57C51B83F99}" destId="{8BAEC278-8EC1-4140-A266-5F050A34490A}" srcOrd="1" destOrd="0" presId="urn:microsoft.com/office/officeart/2005/8/layout/bProcess2"/>
    <dgm:cxn modelId="{FAE491D6-F99A-46DF-988B-EC65177D152E}" type="presParOf" srcId="{4D09EE0F-4F40-40AF-BB67-6095B6EC9AF6}" destId="{CCF497C6-7370-4547-95B3-F2836A4FFC6E}" srcOrd="7" destOrd="0" presId="urn:microsoft.com/office/officeart/2005/8/layout/bProcess2"/>
    <dgm:cxn modelId="{5E24910F-48B0-4F58-8B46-442E18A889F8}" type="presParOf" srcId="{4D09EE0F-4F40-40AF-BB67-6095B6EC9AF6}" destId="{F661E5FE-302D-43B8-A614-2A367793282B}" srcOrd="8" destOrd="0" presId="urn:microsoft.com/office/officeart/2005/8/layout/bProcess2"/>
    <dgm:cxn modelId="{CF986242-D766-407F-BCD7-52EDB6C5E98B}" type="presParOf" srcId="{F661E5FE-302D-43B8-A614-2A367793282B}" destId="{83AC0555-068C-4F33-B528-5D0FF4029CE7}" srcOrd="0" destOrd="0" presId="urn:microsoft.com/office/officeart/2005/8/layout/bProcess2"/>
    <dgm:cxn modelId="{EDFC1FD3-F654-4A50-B06F-F4606209AF6E}" type="presParOf" srcId="{F661E5FE-302D-43B8-A614-2A367793282B}" destId="{D6E821EF-46B5-4B08-8D91-176ED527E293}" srcOrd="1" destOrd="0" presId="urn:microsoft.com/office/officeart/2005/8/layout/bProcess2"/>
    <dgm:cxn modelId="{92E92C40-1066-41B5-8589-8AB1ABFC022A}" type="presParOf" srcId="{4D09EE0F-4F40-40AF-BB67-6095B6EC9AF6}" destId="{16385907-F8DC-4926-B11C-333A95CEA95C}" srcOrd="9" destOrd="0" presId="urn:microsoft.com/office/officeart/2005/8/layout/bProcess2"/>
    <dgm:cxn modelId="{0C316950-F6C6-46C4-BB93-0744D6BA74D8}" type="presParOf" srcId="{4D09EE0F-4F40-40AF-BB67-6095B6EC9AF6}" destId="{3A7A5E1D-3CCF-4631-A502-77B66954F926}" srcOrd="10" destOrd="0" presId="urn:microsoft.com/office/officeart/2005/8/layout/bProcess2"/>
    <dgm:cxn modelId="{2D459E0F-687C-474F-B0C9-2DFD6856ADA7}" type="presParOf" srcId="{3A7A5E1D-3CCF-4631-A502-77B66954F926}" destId="{4D8D6F87-C1C2-4803-A697-59737690DCE8}" srcOrd="0" destOrd="0" presId="urn:microsoft.com/office/officeart/2005/8/layout/bProcess2"/>
    <dgm:cxn modelId="{18BB6C27-E245-416D-81BA-39CC3C47EE6C}" type="presParOf" srcId="{3A7A5E1D-3CCF-4631-A502-77B66954F926}" destId="{10CC82A1-FACD-4608-9311-93CB9274DEF0}" srcOrd="1" destOrd="0" presId="urn:microsoft.com/office/officeart/2005/8/layout/bProcess2"/>
    <dgm:cxn modelId="{226E68ED-7206-4249-98A5-65090932E701}" type="presParOf" srcId="{4D09EE0F-4F40-40AF-BB67-6095B6EC9AF6}" destId="{41FC22DD-101A-44E2-8F59-B85CA74176A0}" srcOrd="11" destOrd="0" presId="urn:microsoft.com/office/officeart/2005/8/layout/bProcess2"/>
    <dgm:cxn modelId="{AF4E5D7B-A0AD-4333-B0E2-6E3AF49962E6}" type="presParOf" srcId="{4D09EE0F-4F40-40AF-BB67-6095B6EC9AF6}" destId="{9787DED2-F42F-4DF7-AD1C-241D926DA609}" srcOrd="12" destOrd="0" presId="urn:microsoft.com/office/officeart/2005/8/layout/bProcess2"/>
    <dgm:cxn modelId="{840EA24C-3A1B-46BC-A9A4-1A99D22606C6}" type="presParOf" srcId="{9787DED2-F42F-4DF7-AD1C-241D926DA609}" destId="{65150A94-F9DF-4B2F-86FD-6162716E120A}" srcOrd="0" destOrd="0" presId="urn:microsoft.com/office/officeart/2005/8/layout/bProcess2"/>
    <dgm:cxn modelId="{6D0D6C6F-A29C-4923-B999-71EF498F0B2B}" type="presParOf" srcId="{9787DED2-F42F-4DF7-AD1C-241D926DA609}" destId="{13388500-9C91-4F70-8D57-7AFD5EB612D5}" srcOrd="1" destOrd="0" presId="urn:microsoft.com/office/officeart/2005/8/layout/bProcess2"/>
    <dgm:cxn modelId="{A2240E9D-0D02-4237-A07E-9716D2F7ADAB}" type="presParOf" srcId="{4D09EE0F-4F40-40AF-BB67-6095B6EC9AF6}" destId="{7A2912F9-47B0-40E5-A90D-969701FA0580}" srcOrd="13" destOrd="0" presId="urn:microsoft.com/office/officeart/2005/8/layout/bProcess2"/>
    <dgm:cxn modelId="{D02B81F0-E4A3-46EA-846E-025802764926}" type="presParOf" srcId="{4D09EE0F-4F40-40AF-BB67-6095B6EC9AF6}" destId="{300D567A-FADF-4874-A88B-B71F37C5B26C}" srcOrd="14" destOrd="0" presId="urn:microsoft.com/office/officeart/2005/8/layout/bProcess2"/>
    <dgm:cxn modelId="{912D7476-E707-4667-B1DB-D9BC2551AC52}" type="presParOf" srcId="{300D567A-FADF-4874-A88B-B71F37C5B26C}" destId="{E6F81A7F-FBCD-45AE-BCBF-71A58CF54E1D}" srcOrd="0" destOrd="0" presId="urn:microsoft.com/office/officeart/2005/8/layout/bProcess2"/>
    <dgm:cxn modelId="{4E2BD50C-11FB-4911-B59D-EE87B6593CFD}" type="presParOf" srcId="{300D567A-FADF-4874-A88B-B71F37C5B26C}" destId="{2176A541-A4AF-42CA-9AA4-27E3ECBEE899}" srcOrd="1" destOrd="0" presId="urn:microsoft.com/office/officeart/2005/8/layout/bProcess2"/>
    <dgm:cxn modelId="{527E5332-ACE2-4C45-A043-21EBA87517E3}" type="presParOf" srcId="{4D09EE0F-4F40-40AF-BB67-6095B6EC9AF6}" destId="{43E64A08-AA8B-4EF7-8A4B-8BBCF3FAA20B}" srcOrd="15" destOrd="0" presId="urn:microsoft.com/office/officeart/2005/8/layout/bProcess2"/>
    <dgm:cxn modelId="{4BF1B959-6A58-455B-9BD6-E957B00F0592}" type="presParOf" srcId="{4D09EE0F-4F40-40AF-BB67-6095B6EC9AF6}" destId="{882E5D02-EDC1-4E24-92D6-4D6C25583567}" srcOrd="16" destOrd="0" presId="urn:microsoft.com/office/officeart/2005/8/layout/bProcess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46B15-78B7-4428-A8CE-ADAFDCFDF9EE}">
      <dsp:nvSpPr>
        <dsp:cNvPr id="0" name=""/>
        <dsp:cNvSpPr/>
      </dsp:nvSpPr>
      <dsp:spPr>
        <a:xfrm>
          <a:off x="1015305" y="1897"/>
          <a:ext cx="863947" cy="863947"/>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endParaRPr lang="en-US" sz="1900" kern="1200"/>
        </a:p>
      </dsp:txBody>
      <dsp:txXfrm>
        <a:off x="1141827" y="128419"/>
        <a:ext cx="610903" cy="610903"/>
      </dsp:txXfrm>
    </dsp:sp>
    <dsp:sp modelId="{CFFF0978-1087-4796-80EC-A5B50836ED96}">
      <dsp:nvSpPr>
        <dsp:cNvPr id="0" name=""/>
        <dsp:cNvSpPr/>
      </dsp:nvSpPr>
      <dsp:spPr>
        <a:xfrm rot="10800000">
          <a:off x="1296088" y="977402"/>
          <a:ext cx="302381" cy="236501"/>
        </a:xfrm>
        <a:prstGeom prst="triangle">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96D7D3F-C408-43C8-97CC-2CFDFDAE0E7F}">
      <dsp:nvSpPr>
        <dsp:cNvPr id="0" name=""/>
        <dsp:cNvSpPr/>
      </dsp:nvSpPr>
      <dsp:spPr>
        <a:xfrm>
          <a:off x="1159152" y="1312073"/>
          <a:ext cx="576252" cy="576252"/>
        </a:xfrm>
        <a:prstGeom prst="ellipse">
          <a:avLst/>
        </a:prstGeom>
        <a:solidFill>
          <a:schemeClr val="accent2">
            <a:hueOff val="343292"/>
            <a:satOff val="-6101"/>
            <a:lumOff val="1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1243542" y="1396463"/>
        <a:ext cx="407472" cy="407472"/>
      </dsp:txXfrm>
    </dsp:sp>
    <dsp:sp modelId="{8AAE00EA-225A-4D70-B62C-7F5FA8741547}">
      <dsp:nvSpPr>
        <dsp:cNvPr id="0" name=""/>
        <dsp:cNvSpPr/>
      </dsp:nvSpPr>
      <dsp:spPr>
        <a:xfrm rot="10800000">
          <a:off x="1296088" y="2071807"/>
          <a:ext cx="302381" cy="236501"/>
        </a:xfrm>
        <a:prstGeom prst="triangle">
          <a:avLst/>
        </a:prstGeom>
        <a:solidFill>
          <a:schemeClr val="accent2">
            <a:hueOff val="392334"/>
            <a:satOff val="-6973"/>
            <a:lumOff val="22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1E30398-0F1A-4B0F-BFCB-462DC1D2CEE8}">
      <dsp:nvSpPr>
        <dsp:cNvPr id="0" name=""/>
        <dsp:cNvSpPr/>
      </dsp:nvSpPr>
      <dsp:spPr>
        <a:xfrm>
          <a:off x="1159152" y="2478402"/>
          <a:ext cx="576252" cy="576252"/>
        </a:xfrm>
        <a:prstGeom prst="ellipse">
          <a:avLst/>
        </a:prstGeom>
        <a:solidFill>
          <a:schemeClr val="accent2">
            <a:hueOff val="686585"/>
            <a:satOff val="-12202"/>
            <a:lumOff val="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1243542" y="2562792"/>
        <a:ext cx="407472" cy="407472"/>
      </dsp:txXfrm>
    </dsp:sp>
    <dsp:sp modelId="{323EB612-393F-489E-A4FF-3C22C972D3AB}">
      <dsp:nvSpPr>
        <dsp:cNvPr id="0" name=""/>
        <dsp:cNvSpPr/>
      </dsp:nvSpPr>
      <dsp:spPr>
        <a:xfrm rot="5400000">
          <a:off x="1950742" y="2648278"/>
          <a:ext cx="302381" cy="236501"/>
        </a:xfrm>
        <a:prstGeom prst="triangle">
          <a:avLst/>
        </a:prstGeom>
        <a:solidFill>
          <a:schemeClr val="accent2">
            <a:hueOff val="784669"/>
            <a:satOff val="-13945"/>
            <a:lumOff val="44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BAEC278-8EC1-4140-A266-5F050A34490A}">
      <dsp:nvSpPr>
        <dsp:cNvPr id="0" name=""/>
        <dsp:cNvSpPr/>
      </dsp:nvSpPr>
      <dsp:spPr>
        <a:xfrm>
          <a:off x="2455073" y="2478402"/>
          <a:ext cx="576252" cy="576252"/>
        </a:xfrm>
        <a:prstGeom prst="ellipse">
          <a:avLst/>
        </a:prstGeom>
        <a:solidFill>
          <a:schemeClr val="accent2">
            <a:hueOff val="1029877"/>
            <a:satOff val="-18303"/>
            <a:lumOff val="58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2539463" y="2562792"/>
        <a:ext cx="407472" cy="407472"/>
      </dsp:txXfrm>
    </dsp:sp>
    <dsp:sp modelId="{CCF497C6-7370-4547-95B3-F2836A4FFC6E}">
      <dsp:nvSpPr>
        <dsp:cNvPr id="0" name=""/>
        <dsp:cNvSpPr/>
      </dsp:nvSpPr>
      <dsp:spPr>
        <a:xfrm>
          <a:off x="2592009" y="2058420"/>
          <a:ext cx="302381" cy="236501"/>
        </a:xfrm>
        <a:prstGeom prst="triangle">
          <a:avLst/>
        </a:prstGeom>
        <a:solidFill>
          <a:schemeClr val="accent2">
            <a:hueOff val="1177003"/>
            <a:satOff val="-20918"/>
            <a:lumOff val="67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6E821EF-46B5-4B08-8D91-176ED527E293}">
      <dsp:nvSpPr>
        <dsp:cNvPr id="0" name=""/>
        <dsp:cNvSpPr/>
      </dsp:nvSpPr>
      <dsp:spPr>
        <a:xfrm>
          <a:off x="2455073" y="1312073"/>
          <a:ext cx="576252" cy="576252"/>
        </a:xfrm>
        <a:prstGeom prst="ellipse">
          <a:avLst/>
        </a:prstGeom>
        <a:solidFill>
          <a:schemeClr val="accent2">
            <a:hueOff val="1373170"/>
            <a:satOff val="-24404"/>
            <a:lumOff val="78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2539463" y="1396463"/>
        <a:ext cx="407472" cy="407472"/>
      </dsp:txXfrm>
    </dsp:sp>
    <dsp:sp modelId="{16385907-F8DC-4926-B11C-333A95CEA95C}">
      <dsp:nvSpPr>
        <dsp:cNvPr id="0" name=""/>
        <dsp:cNvSpPr/>
      </dsp:nvSpPr>
      <dsp:spPr>
        <a:xfrm>
          <a:off x="2592009" y="892091"/>
          <a:ext cx="302381" cy="236501"/>
        </a:xfrm>
        <a:prstGeom prst="triangle">
          <a:avLst/>
        </a:prstGeom>
        <a:solidFill>
          <a:schemeClr val="accent2">
            <a:hueOff val="1569337"/>
            <a:satOff val="-27890"/>
            <a:lumOff val="89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CC82A1-FACD-4608-9311-93CB9274DEF0}">
      <dsp:nvSpPr>
        <dsp:cNvPr id="0" name=""/>
        <dsp:cNvSpPr/>
      </dsp:nvSpPr>
      <dsp:spPr>
        <a:xfrm>
          <a:off x="2455073" y="145744"/>
          <a:ext cx="576252" cy="576252"/>
        </a:xfrm>
        <a:prstGeom prst="ellipse">
          <a:avLst/>
        </a:prstGeom>
        <a:solidFill>
          <a:schemeClr val="accent2">
            <a:hueOff val="1716462"/>
            <a:satOff val="-30505"/>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2539463" y="230134"/>
        <a:ext cx="407472" cy="407472"/>
      </dsp:txXfrm>
    </dsp:sp>
    <dsp:sp modelId="{41FC22DD-101A-44E2-8F59-B85CA74176A0}">
      <dsp:nvSpPr>
        <dsp:cNvPr id="0" name=""/>
        <dsp:cNvSpPr/>
      </dsp:nvSpPr>
      <dsp:spPr>
        <a:xfrm rot="5400000">
          <a:off x="3246663" y="315620"/>
          <a:ext cx="302381" cy="236501"/>
        </a:xfrm>
        <a:prstGeom prst="triangle">
          <a:avLst/>
        </a:prstGeom>
        <a:solidFill>
          <a:schemeClr val="accent2">
            <a:hueOff val="1961671"/>
            <a:satOff val="-34863"/>
            <a:lumOff val="112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3388500-9C91-4F70-8D57-7AFD5EB612D5}">
      <dsp:nvSpPr>
        <dsp:cNvPr id="0" name=""/>
        <dsp:cNvSpPr/>
      </dsp:nvSpPr>
      <dsp:spPr>
        <a:xfrm>
          <a:off x="3750994" y="145744"/>
          <a:ext cx="576252" cy="576252"/>
        </a:xfrm>
        <a:prstGeom prst="ellipse">
          <a:avLst/>
        </a:prstGeom>
        <a:solidFill>
          <a:schemeClr val="accent2">
            <a:hueOff val="2059755"/>
            <a:satOff val="-36606"/>
            <a:lumOff val="11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3835384" y="230134"/>
        <a:ext cx="407472" cy="407472"/>
      </dsp:txXfrm>
    </dsp:sp>
    <dsp:sp modelId="{7A2912F9-47B0-40E5-A90D-969701FA0580}">
      <dsp:nvSpPr>
        <dsp:cNvPr id="0" name=""/>
        <dsp:cNvSpPr/>
      </dsp:nvSpPr>
      <dsp:spPr>
        <a:xfrm rot="10800000">
          <a:off x="3887930" y="905478"/>
          <a:ext cx="302381" cy="236501"/>
        </a:xfrm>
        <a:prstGeom prst="triangle">
          <a:avLst/>
        </a:prstGeom>
        <a:solidFill>
          <a:schemeClr val="accent2">
            <a:hueOff val="2354006"/>
            <a:satOff val="-41835"/>
            <a:lumOff val="1345"/>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176A541-A4AF-42CA-9AA4-27E3ECBEE899}">
      <dsp:nvSpPr>
        <dsp:cNvPr id="0" name=""/>
        <dsp:cNvSpPr/>
      </dsp:nvSpPr>
      <dsp:spPr>
        <a:xfrm>
          <a:off x="3750994" y="1312073"/>
          <a:ext cx="576252" cy="576252"/>
        </a:xfrm>
        <a:prstGeom prst="ellipse">
          <a:avLst/>
        </a:prstGeom>
        <a:solidFill>
          <a:schemeClr val="accent2">
            <a:hueOff val="2403047"/>
            <a:satOff val="-42707"/>
            <a:lumOff val="137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3835384" y="1396463"/>
        <a:ext cx="407472" cy="407472"/>
      </dsp:txXfrm>
    </dsp:sp>
    <dsp:sp modelId="{43E64A08-AA8B-4EF7-8A4B-8BBCF3FAA20B}">
      <dsp:nvSpPr>
        <dsp:cNvPr id="0" name=""/>
        <dsp:cNvSpPr/>
      </dsp:nvSpPr>
      <dsp:spPr>
        <a:xfrm rot="10800000">
          <a:off x="3887930" y="1999883"/>
          <a:ext cx="302381" cy="236501"/>
        </a:xfrm>
        <a:prstGeom prst="triangle">
          <a:avLst/>
        </a:prstGeom>
        <a:solidFill>
          <a:schemeClr val="accent2">
            <a:hueOff val="2746340"/>
            <a:satOff val="-48808"/>
            <a:lumOff val="156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82E5D02-EDC1-4E24-92D6-4D6C25583567}">
      <dsp:nvSpPr>
        <dsp:cNvPr id="0" name=""/>
        <dsp:cNvSpPr/>
      </dsp:nvSpPr>
      <dsp:spPr>
        <a:xfrm>
          <a:off x="3607147" y="2334555"/>
          <a:ext cx="863947" cy="863947"/>
        </a:xfrm>
        <a:prstGeom prst="ellipse">
          <a:avLst/>
        </a:prstGeom>
        <a:solidFill>
          <a:schemeClr val="accent2">
            <a:hueOff val="2746340"/>
            <a:satOff val="-48808"/>
            <a:lumOff val="156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endParaRPr lang="en-US" sz="1900" kern="1200"/>
        </a:p>
      </dsp:txBody>
      <dsp:txXfrm>
        <a:off x="3733669" y="2461077"/>
        <a:ext cx="610903" cy="610903"/>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2">
  <dgm:title val=""/>
  <dgm:desc val=""/>
  <dgm:catLst>
    <dgm:cat type="process" pri="24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dgm:varLst>
    <dgm:choose name="Name0">
      <dgm:if name="Name1" func="var" arg="dir" op="equ" val="norm">
        <dgm:alg type="snake">
          <dgm:param type="grDir" val="tL"/>
          <dgm:param type="flowDir" val="col"/>
          <dgm:param type="contDir" val="revDir"/>
        </dgm:alg>
      </dgm:if>
      <dgm:else name="Name2">
        <dgm:alg type="snake">
          <dgm:param type="grDir" val="tR"/>
          <dgm:param type="flowDir" val="col"/>
          <dgm:param type="contDir" val="revDir"/>
        </dgm:alg>
      </dgm:else>
    </dgm:choose>
    <dgm:shape xmlns:r="http://schemas.openxmlformats.org/officeDocument/2006/relationships" r:blip="">
      <dgm:adjLst/>
    </dgm:shape>
    <dgm:presOf/>
    <dgm:constrLst>
      <dgm:constr type="w" for="ch" forName="firstNode" refType="w"/>
      <dgm:constr type="w" for="ch" forName="lastNode" refType="w" refFor="ch" refForName="firstNode" op="equ"/>
      <dgm:constr type="w" for="ch" forName="middleNode" refType="w" refFor="ch" refForName="firstNode" op="equ"/>
      <dgm:constr type="h" for="ch" ptType="sibTrans" refType="w" refFor="ch" refForName="middleNode" op="equ" fact="0.35"/>
      <dgm:constr type="sp" refType="w" refFor="ch" refForName="middleNode" fact="0.5"/>
      <dgm:constr type="connDist" for="des" ptType="sibTrans" op="equ"/>
      <dgm:constr type="primFontSz" for="ch" forName="firstNode" val="65"/>
      <dgm:constr type="primFontSz" for="ch" forName="lastNode" refType="primFontSz" refFor="ch" refForName="firstNode" op="equ"/>
      <dgm:constr type="primFontSz" for="des" forName="shape" val="65"/>
      <dgm:constr type="primFontSz" for="des" forName="shape" refType="primFontSz" refFor="ch" refForName="firstNode" op="lte"/>
      <dgm:constr type="primFontSz" for="des" forName="shape" refType="primFontSz" refFor="ch" refForName="lastNode" op="lte"/>
    </dgm:constrLst>
    <dgm:ruleLst/>
    <dgm:forEach name="Name3" axis="ch" ptType="node">
      <dgm:choose name="Name4">
        <dgm:if name="Name5" axis="self" ptType="node" func="pos" op="equ" val="1">
          <dgm:layoutNode name="fir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if name="Name6" axis="self" ptType="node" func="revPos" op="equ" val="1">
          <dgm:layoutNode name="last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7">
          <dgm:layoutNode name="middleNode">
            <dgm:alg type="composite"/>
            <dgm:shape xmlns:r="http://schemas.openxmlformats.org/officeDocument/2006/relationships" r:blip="">
              <dgm:adjLst/>
            </dgm:shape>
            <dgm:presOf/>
            <dgm:constrLst>
              <dgm:constr type="h" refType="w"/>
              <dgm:constr type="w" for="ch" forName="padding" refType="w"/>
              <dgm:constr type="h" for="ch" forName="padding" refType="h"/>
              <dgm:constr type="w" for="ch" forName="shape" refType="w" fact="0.667"/>
              <dgm:constr type="h" for="ch" forName="shape" refType="h" fact="0.667"/>
              <dgm:constr type="ctrX" for="ch" forName="shape" refType="w" fact="0.5"/>
              <dgm:constr type="ctrY" for="ch" forName="shape" refType="h" fact="0.5"/>
            </dgm:constrLst>
            <dgm:ruleLst/>
            <dgm:layoutNode name="padding">
              <dgm:alg type="sp"/>
              <dgm:shape xmlns:r="http://schemas.openxmlformats.org/officeDocument/2006/relationships" type="ellipse" r:blip="" hideGeom="1">
                <dgm:adjLst/>
              </dgm:shape>
              <dgm:presOf/>
              <dgm:constrLst/>
              <dgm:ruleLst/>
            </dgm:layoutNode>
            <dgm:layoutNode name="shap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else>
      </dgm:choose>
      <dgm:forEach name="Name8" axis="followSib" ptType="sibTrans" cnt="1">
        <dgm:layoutNode name="sibTrans">
          <dgm:choose name="Name9">
            <dgm:if name="Name10" func="var" arg="dir" op="equ" val="norm">
              <dgm:choose name="Name11">
                <dgm:if name="Name12" axis="self" ptType="sibTrans" func="pos" op="equ" val="1">
                  <dgm:alg type="conn">
                    <dgm:param type="begPts" val="auto"/>
                    <dgm:param type="endPts" val="auto"/>
                    <dgm:param type="srcNode" val="firstNode"/>
                    <dgm:param type="dstNode" val="shape"/>
                  </dgm:alg>
                </dgm:if>
                <dgm:if name="Name13" axis="self" ptType="sibTrans" func="revPos" op="equ" val="1">
                  <dgm:alg type="conn">
                    <dgm:param type="begPts" val="auto"/>
                    <dgm:param type="endPts" val="auto"/>
                    <dgm:param type="srcNode" val="shape"/>
                    <dgm:param type="dstNode" val="lastNode"/>
                  </dgm:alg>
                </dgm:if>
                <dgm:else name="Name14">
                  <dgm:alg type="conn">
                    <dgm:param type="begPts" val="auto"/>
                    <dgm:param type="endPts" val="auto"/>
                    <dgm:param type="srcNode" val="shape"/>
                    <dgm:param type="dstNode" val="shape"/>
                  </dgm:alg>
                </dgm:else>
              </dgm:choose>
            </dgm:if>
            <dgm:else name="Name15">
              <dgm:choose name="Name16">
                <dgm:if name="Name17" axis="self" ptType="sibTrans" func="pos" op="equ" val="1">
                  <dgm:alg type="conn">
                    <dgm:param type="begPts" val="auto"/>
                    <dgm:param type="endPts" val="auto"/>
                    <dgm:param type="srcNode" val="firstNode"/>
                    <dgm:param type="dstNode" val="shape"/>
                  </dgm:alg>
                </dgm:if>
                <dgm:if name="Name18" axis="self" ptType="sibTrans" func="revPos" op="equ" val="1">
                  <dgm:alg type="conn">
                    <dgm:param type="begPts" val="auto"/>
                    <dgm:param type="endPts" val="auto"/>
                    <dgm:param type="srcNode" val="shape"/>
                    <dgm:param type="dstNode" val="lastNode"/>
                  </dgm:alg>
                </dgm:if>
                <dgm:else name="Name19">
                  <dgm:alg type="conn">
                    <dgm:param type="begPts" val="auto"/>
                    <dgm:param type="endPts" val="auto"/>
                    <dgm:param type="srcNode" val="shape"/>
                    <dgm:param type="dstNode" val="shape"/>
                  </dgm:alg>
                </dgm:else>
              </dgm:choose>
            </dgm:else>
          </dgm:choose>
          <dgm:shape xmlns:r="http://schemas.openxmlformats.org/officeDocument/2006/relationships" rot="90" type="triangle" r:blip="">
            <dgm:adjLst/>
          </dgm:shape>
          <dgm:presOf axis="self"/>
          <dgm:constrLst>
            <dgm:constr type="w" refType="h"/>
            <dgm:constr type="connDist"/>
            <dgm:constr type="begPad" refType="connDist" fact="0.25"/>
            <dgm:constr type="endPad" refType="connDist" fact="0.22"/>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DE6BFDEF854579A1B93C715F4DD684"/>
        <w:category>
          <w:name w:val="General"/>
          <w:gallery w:val="placeholder"/>
        </w:category>
        <w:types>
          <w:type w:val="bbPlcHdr"/>
        </w:types>
        <w:behaviors>
          <w:behavior w:val="content"/>
        </w:behaviors>
        <w:guid w:val="{4E67E82D-FBC4-43C4-928A-F3B45E44F6B0}"/>
      </w:docPartPr>
      <w:docPartBody>
        <w:p w:rsidR="00000000" w:rsidRDefault="001E412C">
          <w:pPr>
            <w:pStyle w:val="87DE6BFDEF854579A1B93C715F4DD684"/>
          </w:pPr>
          <w:r>
            <w:t>Version</w:t>
          </w:r>
        </w:p>
      </w:docPartBody>
    </w:docPart>
    <w:docPart>
      <w:docPartPr>
        <w:name w:val="07E272F242A241DCAF7907C35DD74874"/>
        <w:category>
          <w:name w:val="General"/>
          <w:gallery w:val="placeholder"/>
        </w:category>
        <w:types>
          <w:type w:val="bbPlcHdr"/>
        </w:types>
        <w:behaviors>
          <w:behavior w:val="content"/>
        </w:behaviors>
        <w:guid w:val="{5EC928F2-9775-43F8-A9F9-9CB578715D69}"/>
      </w:docPartPr>
      <w:docPartBody>
        <w:p w:rsidR="00000000" w:rsidRDefault="001E412C">
          <w:pPr>
            <w:pStyle w:val="07E272F242A241DCAF7907C35DD74874"/>
          </w:pPr>
          <w:r>
            <w:t xml:space="preserve">Project </w:t>
          </w:r>
          <w:r>
            <w:t>Communication Plan</w:t>
          </w:r>
        </w:p>
      </w:docPartBody>
    </w:docPart>
    <w:docPart>
      <w:docPartPr>
        <w:name w:val="A728226C6ABD4458A4B305E4793B2305"/>
        <w:category>
          <w:name w:val="General"/>
          <w:gallery w:val="placeholder"/>
        </w:category>
        <w:types>
          <w:type w:val="bbPlcHdr"/>
        </w:types>
        <w:behaviors>
          <w:behavior w:val="content"/>
        </w:behaviors>
        <w:guid w:val="{DF3BD839-6318-44F5-9FC8-6DA097AE93A6}"/>
      </w:docPartPr>
      <w:docPartBody>
        <w:p w:rsidR="00000000" w:rsidRDefault="001E412C">
          <w:pPr>
            <w:pStyle w:val="A728226C6ABD4458A4B305E4793B2305"/>
          </w:pPr>
          <w:r>
            <w:t>Project communication documents</w:t>
          </w:r>
        </w:p>
      </w:docPartBody>
    </w:docPart>
    <w:docPart>
      <w:docPartPr>
        <w:name w:val="0D6F25E7AD5447D983DBDED1835F5613"/>
        <w:category>
          <w:name w:val="General"/>
          <w:gallery w:val="placeholder"/>
        </w:category>
        <w:types>
          <w:type w:val="bbPlcHdr"/>
        </w:types>
        <w:behaviors>
          <w:behavior w:val="content"/>
        </w:behaviors>
        <w:guid w:val="{A8C22E3D-F10F-41D4-AA69-5E7F984E0619}"/>
      </w:docPartPr>
      <w:docPartBody>
        <w:p w:rsidR="00000000" w:rsidRDefault="001E412C">
          <w:pPr>
            <w:pStyle w:val="0D6F25E7AD5447D983DBDED1835F5613"/>
          </w:pPr>
          <w:r>
            <w:t>Use the Project communication table to identify the communication documents needed for your project, the recipients of the documents, the persons responsible for creating and updating the documents, and how often the documents need to be updated.</w:t>
          </w:r>
        </w:p>
      </w:docPartBody>
    </w:docPart>
    <w:docPart>
      <w:docPartPr>
        <w:name w:val="547CEDF30ACD4368B40482684CD65607"/>
        <w:category>
          <w:name w:val="General"/>
          <w:gallery w:val="placeholder"/>
        </w:category>
        <w:types>
          <w:type w:val="bbPlcHdr"/>
        </w:types>
        <w:behaviors>
          <w:behavior w:val="content"/>
        </w:behaviors>
        <w:guid w:val="{B914975A-2F17-49D4-B304-0742FDFAEA9E}"/>
      </w:docPartPr>
      <w:docPartBody>
        <w:p w:rsidR="00000000" w:rsidRDefault="001E412C">
          <w:pPr>
            <w:pStyle w:val="547CEDF30ACD4368B40482684CD65607"/>
          </w:pPr>
          <w:r>
            <w:t>Project communication table</w:t>
          </w:r>
        </w:p>
      </w:docPartBody>
    </w:docPart>
    <w:docPart>
      <w:docPartPr>
        <w:name w:val="02B7AFA72570446EADEAFA08D8157FCB"/>
        <w:category>
          <w:name w:val="General"/>
          <w:gallery w:val="placeholder"/>
        </w:category>
        <w:types>
          <w:type w:val="bbPlcHdr"/>
        </w:types>
        <w:behaviors>
          <w:behavior w:val="content"/>
        </w:behaviors>
        <w:guid w:val="{DD2FAE8F-6A27-476B-BD3E-144E264C42D4}"/>
      </w:docPartPr>
      <w:docPartBody>
        <w:p w:rsidR="00000000" w:rsidRDefault="001E412C">
          <w:pPr>
            <w:pStyle w:val="02B7AFA72570446EADEAFA08D8157FCB"/>
          </w:pPr>
          <w:r>
            <w:t>Document</w:t>
          </w:r>
        </w:p>
      </w:docPartBody>
    </w:docPart>
    <w:docPart>
      <w:docPartPr>
        <w:name w:val="23F14888D6E64909B73B9474C42A5CFA"/>
        <w:category>
          <w:name w:val="General"/>
          <w:gallery w:val="placeholder"/>
        </w:category>
        <w:types>
          <w:type w:val="bbPlcHdr"/>
        </w:types>
        <w:behaviors>
          <w:behavior w:val="content"/>
        </w:behaviors>
        <w:guid w:val="{88C9B9CF-A1A9-4B28-BAD4-FCF076AE8523}"/>
      </w:docPartPr>
      <w:docPartBody>
        <w:p w:rsidR="00000000" w:rsidRDefault="001E412C">
          <w:pPr>
            <w:pStyle w:val="23F14888D6E64909B73B9474C42A5CFA"/>
          </w:pPr>
          <w:r>
            <w:t>Recipients</w:t>
          </w:r>
        </w:p>
      </w:docPartBody>
    </w:docPart>
    <w:docPart>
      <w:docPartPr>
        <w:name w:val="68BED3A3608C4CCDB5A3823C7E0B80AC"/>
        <w:category>
          <w:name w:val="General"/>
          <w:gallery w:val="placeholder"/>
        </w:category>
        <w:types>
          <w:type w:val="bbPlcHdr"/>
        </w:types>
        <w:behaviors>
          <w:behavior w:val="content"/>
        </w:behaviors>
        <w:guid w:val="{CA0F2DE2-3067-4A94-B44A-FE5A565006D2}"/>
      </w:docPartPr>
      <w:docPartBody>
        <w:p w:rsidR="00000000" w:rsidRDefault="001E412C">
          <w:pPr>
            <w:pStyle w:val="68BED3A3608C4CCDB5A3823C7E0B80AC"/>
          </w:pPr>
          <w:r>
            <w:t>Responsibilities</w:t>
          </w:r>
        </w:p>
      </w:docPartBody>
    </w:docPart>
    <w:docPart>
      <w:docPartPr>
        <w:name w:val="314E62D02F624FA38FF2AD5EBB2F89FE"/>
        <w:category>
          <w:name w:val="General"/>
          <w:gallery w:val="placeholder"/>
        </w:category>
        <w:types>
          <w:type w:val="bbPlcHdr"/>
        </w:types>
        <w:behaviors>
          <w:behavior w:val="content"/>
        </w:behaviors>
        <w:guid w:val="{C40212B4-EAEA-43F6-8A60-0736A511F386}"/>
      </w:docPartPr>
      <w:docPartBody>
        <w:p w:rsidR="00000000" w:rsidRDefault="001E412C">
          <w:pPr>
            <w:pStyle w:val="314E62D02F624FA38FF2AD5EBB2F89FE"/>
          </w:pPr>
          <w:r>
            <w:t>Update frequency</w:t>
          </w:r>
        </w:p>
      </w:docPartBody>
    </w:docPart>
    <w:docPart>
      <w:docPartPr>
        <w:name w:val="3703848C10CD421DB37089B8D2147952"/>
        <w:category>
          <w:name w:val="General"/>
          <w:gallery w:val="placeholder"/>
        </w:category>
        <w:types>
          <w:type w:val="bbPlcHdr"/>
        </w:types>
        <w:behaviors>
          <w:behavior w:val="content"/>
        </w:behaviors>
        <w:guid w:val="{2AB2C973-E2A8-4661-8CAD-E851E8AE95B0}"/>
      </w:docPartPr>
      <w:docPartBody>
        <w:p w:rsidR="00000000" w:rsidRDefault="001E412C">
          <w:pPr>
            <w:pStyle w:val="3703848C10CD421DB37089B8D2147952"/>
          </w:pPr>
          <w:r>
            <w:t>Executive status report</w:t>
          </w:r>
        </w:p>
      </w:docPartBody>
    </w:docPart>
    <w:docPart>
      <w:docPartPr>
        <w:name w:val="45A34FE65FBD4D779B2484AB65B946BF"/>
        <w:category>
          <w:name w:val="General"/>
          <w:gallery w:val="placeholder"/>
        </w:category>
        <w:types>
          <w:type w:val="bbPlcHdr"/>
        </w:types>
        <w:behaviors>
          <w:behavior w:val="content"/>
        </w:behaviors>
        <w:guid w:val="{3AC4A805-F203-47BA-875D-963B4D3E16A2}"/>
      </w:docPartPr>
      <w:docPartBody>
        <w:p w:rsidR="00000000" w:rsidRDefault="001E412C">
          <w:pPr>
            <w:pStyle w:val="45A34FE65FBD4D779B2484AB65B946BF"/>
          </w:pPr>
          <w:r>
            <w:t>Name</w:t>
          </w:r>
        </w:p>
      </w:docPartBody>
    </w:docPart>
    <w:docPart>
      <w:docPartPr>
        <w:name w:val="42059C20B27245F7859F805D3E10B645"/>
        <w:category>
          <w:name w:val="General"/>
          <w:gallery w:val="placeholder"/>
        </w:category>
        <w:types>
          <w:type w:val="bbPlcHdr"/>
        </w:types>
        <w:behaviors>
          <w:behavior w:val="content"/>
        </w:behaviors>
        <w:guid w:val="{902A82B0-6C4D-4CF5-BBE9-374ECCB513E3}"/>
      </w:docPartPr>
      <w:docPartBody>
        <w:p w:rsidR="00000000" w:rsidRDefault="001E412C">
          <w:pPr>
            <w:pStyle w:val="42059C20B27245F7859F805D3E10B645"/>
          </w:pPr>
          <w:r>
            <w:t>Responsibility</w:t>
          </w:r>
        </w:p>
      </w:docPartBody>
    </w:docPart>
    <w:docPart>
      <w:docPartPr>
        <w:name w:val="44CFBBCB9FF44062A98E08F3A7DC8A0B"/>
        <w:category>
          <w:name w:val="General"/>
          <w:gallery w:val="placeholder"/>
        </w:category>
        <w:types>
          <w:type w:val="bbPlcHdr"/>
        </w:types>
        <w:behaviors>
          <w:behavior w:val="content"/>
        </w:behaviors>
        <w:guid w:val="{A67DB605-3B6E-4AF9-B4FC-C847DE61A12C}"/>
      </w:docPartPr>
      <w:docPartBody>
        <w:p w:rsidR="00000000" w:rsidRDefault="001E412C">
          <w:pPr>
            <w:pStyle w:val="44CFBBCB9FF44062A98E08F3A7DC8A0B"/>
          </w:pPr>
          <w:r>
            <w:t>Number</w:t>
          </w:r>
        </w:p>
      </w:docPartBody>
    </w:docPart>
    <w:docPart>
      <w:docPartPr>
        <w:name w:val="89748F8DE8AF462E9F33AE590DF0A6CA"/>
        <w:category>
          <w:name w:val="General"/>
          <w:gallery w:val="placeholder"/>
        </w:category>
        <w:types>
          <w:type w:val="bbPlcHdr"/>
        </w:types>
        <w:behaviors>
          <w:behavior w:val="content"/>
        </w:behaviors>
        <w:guid w:val="{4F73E36F-A485-47FD-BA6E-BAD28CF45841}"/>
      </w:docPartPr>
      <w:docPartBody>
        <w:p w:rsidR="00000000" w:rsidRDefault="001E412C">
          <w:pPr>
            <w:pStyle w:val="89748F8DE8AF462E9F33AE590DF0A6CA"/>
          </w:pPr>
          <w:r>
            <w:t>Risk management document</w:t>
          </w:r>
        </w:p>
      </w:docPartBody>
    </w:docPart>
    <w:docPart>
      <w:docPartPr>
        <w:name w:val="266704A101504E978A91612F3121AB78"/>
        <w:category>
          <w:name w:val="General"/>
          <w:gallery w:val="placeholder"/>
        </w:category>
        <w:types>
          <w:type w:val="bbPlcHdr"/>
        </w:types>
        <w:behaviors>
          <w:behavior w:val="content"/>
        </w:behaviors>
        <w:guid w:val="{01EAC70C-3B2D-4CFF-87FE-5ADF37BE58D8}"/>
      </w:docPartPr>
      <w:docPartBody>
        <w:p w:rsidR="00000000" w:rsidRDefault="001E412C">
          <w:pPr>
            <w:pStyle w:val="266704A101504E978A91612F3121AB78"/>
          </w:pPr>
          <w:r>
            <w:t>Name</w:t>
          </w:r>
        </w:p>
      </w:docPartBody>
    </w:docPart>
    <w:docPart>
      <w:docPartPr>
        <w:name w:val="3FB6632155CA4684B30A9739EECD4AE1"/>
        <w:category>
          <w:name w:val="General"/>
          <w:gallery w:val="placeholder"/>
        </w:category>
        <w:types>
          <w:type w:val="bbPlcHdr"/>
        </w:types>
        <w:behaviors>
          <w:behavior w:val="content"/>
        </w:behaviors>
        <w:guid w:val="{9E10E901-499E-4E6E-9D87-32FD0B6F706D}"/>
      </w:docPartPr>
      <w:docPartBody>
        <w:p w:rsidR="00000000" w:rsidRDefault="001E412C">
          <w:pPr>
            <w:pStyle w:val="3FB6632155CA4684B30A9739EECD4AE1"/>
          </w:pPr>
          <w:r>
            <w:t>Responsibility</w:t>
          </w:r>
        </w:p>
      </w:docPartBody>
    </w:docPart>
    <w:docPart>
      <w:docPartPr>
        <w:name w:val="C385A0AD70374E1C9B83C198FCEC5AAC"/>
        <w:category>
          <w:name w:val="General"/>
          <w:gallery w:val="placeholder"/>
        </w:category>
        <w:types>
          <w:type w:val="bbPlcHdr"/>
        </w:types>
        <w:behaviors>
          <w:behavior w:val="content"/>
        </w:behaviors>
        <w:guid w:val="{E71C9CE6-CAAB-40D3-B9D0-779DDB2B73A1}"/>
      </w:docPartPr>
      <w:docPartBody>
        <w:p w:rsidR="00000000" w:rsidRDefault="001E412C">
          <w:pPr>
            <w:pStyle w:val="C385A0AD70374E1C9B83C198FCEC5AAC"/>
          </w:pPr>
          <w:r>
            <w:t>Number</w:t>
          </w:r>
        </w:p>
      </w:docPartBody>
    </w:docPart>
    <w:docPart>
      <w:docPartPr>
        <w:name w:val="E92FE24EEA5648A9A2181B69EBB32C70"/>
        <w:category>
          <w:name w:val="General"/>
          <w:gallery w:val="placeholder"/>
        </w:category>
        <w:types>
          <w:type w:val="bbPlcHdr"/>
        </w:types>
        <w:behaviors>
          <w:behavior w:val="content"/>
        </w:behaviors>
        <w:guid w:val="{85D9136D-E4E2-4CC5-8CB2-BF4936ED4D70}"/>
      </w:docPartPr>
      <w:docPartBody>
        <w:p w:rsidR="00000000" w:rsidRDefault="001E412C">
          <w:pPr>
            <w:pStyle w:val="E92FE24EEA5648A9A2181B69EBB32C70"/>
          </w:pPr>
          <w:r>
            <w:t>Issue management document</w:t>
          </w:r>
        </w:p>
      </w:docPartBody>
    </w:docPart>
    <w:docPart>
      <w:docPartPr>
        <w:name w:val="B797D861FE554F2F8FDB30F2E22D97C1"/>
        <w:category>
          <w:name w:val="General"/>
          <w:gallery w:val="placeholder"/>
        </w:category>
        <w:types>
          <w:type w:val="bbPlcHdr"/>
        </w:types>
        <w:behaviors>
          <w:behavior w:val="content"/>
        </w:behaviors>
        <w:guid w:val="{90E8BF03-E207-417B-BAF3-2AA827546EF1}"/>
      </w:docPartPr>
      <w:docPartBody>
        <w:p w:rsidR="00000000" w:rsidRDefault="001E412C">
          <w:pPr>
            <w:pStyle w:val="B797D861FE554F2F8FDB30F2E22D97C1"/>
          </w:pPr>
          <w:r>
            <w:t>Name</w:t>
          </w:r>
        </w:p>
      </w:docPartBody>
    </w:docPart>
    <w:docPart>
      <w:docPartPr>
        <w:name w:val="A0C97697B9A846A4A764FAAD19A11160"/>
        <w:category>
          <w:name w:val="General"/>
          <w:gallery w:val="placeholder"/>
        </w:category>
        <w:types>
          <w:type w:val="bbPlcHdr"/>
        </w:types>
        <w:behaviors>
          <w:behavior w:val="content"/>
        </w:behaviors>
        <w:guid w:val="{E9A27B75-77DC-4C94-884E-DD23DD010B95}"/>
      </w:docPartPr>
      <w:docPartBody>
        <w:p w:rsidR="00000000" w:rsidRDefault="001E412C">
          <w:pPr>
            <w:pStyle w:val="A0C97697B9A846A4A764FAAD19A11160"/>
          </w:pPr>
          <w:r>
            <w:t>Responsibility</w:t>
          </w:r>
        </w:p>
      </w:docPartBody>
    </w:docPart>
    <w:docPart>
      <w:docPartPr>
        <w:name w:val="6459641041EF4C8AAB6C9EE9C1611C17"/>
        <w:category>
          <w:name w:val="General"/>
          <w:gallery w:val="placeholder"/>
        </w:category>
        <w:types>
          <w:type w:val="bbPlcHdr"/>
        </w:types>
        <w:behaviors>
          <w:behavior w:val="content"/>
        </w:behaviors>
        <w:guid w:val="{E7FA0E99-7A5B-454F-A1FA-F847DF22FEB2}"/>
      </w:docPartPr>
      <w:docPartBody>
        <w:p w:rsidR="00000000" w:rsidRDefault="001E412C">
          <w:pPr>
            <w:pStyle w:val="6459641041EF4C8AAB6C9EE9C1611C17"/>
          </w:pPr>
          <w:r>
            <w:t>Number</w:t>
          </w:r>
        </w:p>
      </w:docPartBody>
    </w:docPart>
    <w:docPart>
      <w:docPartPr>
        <w:name w:val="7BC2BAFED386444F894E0CD76F159723"/>
        <w:category>
          <w:name w:val="General"/>
          <w:gallery w:val="placeholder"/>
        </w:category>
        <w:types>
          <w:type w:val="bbPlcHdr"/>
        </w:types>
        <w:behaviors>
          <w:behavior w:val="content"/>
        </w:behaviors>
        <w:guid w:val="{7D4A43D9-AB39-4823-B612-A7AC523B2B5F}"/>
      </w:docPartPr>
      <w:docPartBody>
        <w:p w:rsidR="00000000" w:rsidRDefault="001E412C">
          <w:pPr>
            <w:pStyle w:val="7BC2BAFED386444F894E0CD76F159723"/>
          </w:pPr>
          <w:r>
            <w:t>Change co</w:t>
          </w:r>
          <w:r>
            <w:t>ntrol document</w:t>
          </w:r>
        </w:p>
      </w:docPartBody>
    </w:docPart>
    <w:docPart>
      <w:docPartPr>
        <w:name w:val="5D8E33633804474FAA6D4BC8C26ADEDE"/>
        <w:category>
          <w:name w:val="General"/>
          <w:gallery w:val="placeholder"/>
        </w:category>
        <w:types>
          <w:type w:val="bbPlcHdr"/>
        </w:types>
        <w:behaviors>
          <w:behavior w:val="content"/>
        </w:behaviors>
        <w:guid w:val="{A9DA911E-5CC4-49DC-8943-258E1FDA8620}"/>
      </w:docPartPr>
      <w:docPartBody>
        <w:p w:rsidR="00000000" w:rsidRDefault="001E412C">
          <w:pPr>
            <w:pStyle w:val="5D8E33633804474FAA6D4BC8C26ADEDE"/>
          </w:pPr>
          <w:r>
            <w:t>Name</w:t>
          </w:r>
        </w:p>
      </w:docPartBody>
    </w:docPart>
    <w:docPart>
      <w:docPartPr>
        <w:name w:val="25DF4BB2464F436D9076959CD9535198"/>
        <w:category>
          <w:name w:val="General"/>
          <w:gallery w:val="placeholder"/>
        </w:category>
        <w:types>
          <w:type w:val="bbPlcHdr"/>
        </w:types>
        <w:behaviors>
          <w:behavior w:val="content"/>
        </w:behaviors>
        <w:guid w:val="{15E7DEDA-6029-47BB-908C-604AC12013F1}"/>
      </w:docPartPr>
      <w:docPartBody>
        <w:p w:rsidR="00000000" w:rsidRDefault="001E412C">
          <w:pPr>
            <w:pStyle w:val="25DF4BB2464F436D9076959CD9535198"/>
          </w:pPr>
          <w:r>
            <w:t>Responsibility</w:t>
          </w:r>
        </w:p>
      </w:docPartBody>
    </w:docPart>
    <w:docPart>
      <w:docPartPr>
        <w:name w:val="6B6F105F23F74380855FE69F4C94886A"/>
        <w:category>
          <w:name w:val="General"/>
          <w:gallery w:val="placeholder"/>
        </w:category>
        <w:types>
          <w:type w:val="bbPlcHdr"/>
        </w:types>
        <w:behaviors>
          <w:behavior w:val="content"/>
        </w:behaviors>
        <w:guid w:val="{21D0B2E0-E8DC-45D3-B5E6-0717F08EC53C}"/>
      </w:docPartPr>
      <w:docPartBody>
        <w:p w:rsidR="00000000" w:rsidRDefault="001E412C">
          <w:pPr>
            <w:pStyle w:val="6B6F105F23F74380855FE69F4C94886A"/>
          </w:pPr>
          <w:r>
            <w:t>Number</w:t>
          </w:r>
        </w:p>
      </w:docPartBody>
    </w:docPart>
    <w:docPart>
      <w:docPartPr>
        <w:name w:val="C07CE130E2CD459CA38BD5678EAE7DBF"/>
        <w:category>
          <w:name w:val="General"/>
          <w:gallery w:val="placeholder"/>
        </w:category>
        <w:types>
          <w:type w:val="bbPlcHdr"/>
        </w:types>
        <w:behaviors>
          <w:behavior w:val="content"/>
        </w:behaviors>
        <w:guid w:val="{CDFCF96A-79A3-4F8C-9F57-A429CB146627}"/>
      </w:docPartPr>
      <w:docPartBody>
        <w:p w:rsidR="00000000" w:rsidRDefault="001E412C">
          <w:pPr>
            <w:pStyle w:val="C07CE130E2CD459CA38BD5678EAE7DBF"/>
          </w:pPr>
          <w:r>
            <w:t>Project schedule</w:t>
          </w:r>
        </w:p>
      </w:docPartBody>
    </w:docPart>
    <w:docPart>
      <w:docPartPr>
        <w:name w:val="86760613A1054B3D82AD3A6E4F1FE696"/>
        <w:category>
          <w:name w:val="General"/>
          <w:gallery w:val="placeholder"/>
        </w:category>
        <w:types>
          <w:type w:val="bbPlcHdr"/>
        </w:types>
        <w:behaviors>
          <w:behavior w:val="content"/>
        </w:behaviors>
        <w:guid w:val="{7317DCD7-ADBC-4FE2-98E7-CAD40EDBC83F}"/>
      </w:docPartPr>
      <w:docPartBody>
        <w:p w:rsidR="00000000" w:rsidRDefault="001E412C">
          <w:pPr>
            <w:pStyle w:val="86760613A1054B3D82AD3A6E4F1FE696"/>
          </w:pPr>
          <w:r>
            <w:t>Name</w:t>
          </w:r>
        </w:p>
      </w:docPartBody>
    </w:docPart>
    <w:docPart>
      <w:docPartPr>
        <w:name w:val="655141FE9C334C4EBE5776B16CAFD058"/>
        <w:category>
          <w:name w:val="General"/>
          <w:gallery w:val="placeholder"/>
        </w:category>
        <w:types>
          <w:type w:val="bbPlcHdr"/>
        </w:types>
        <w:behaviors>
          <w:behavior w:val="content"/>
        </w:behaviors>
        <w:guid w:val="{DC47B22B-005E-4FE2-A909-077F8D3F5240}"/>
      </w:docPartPr>
      <w:docPartBody>
        <w:p w:rsidR="00000000" w:rsidRDefault="001E412C">
          <w:pPr>
            <w:pStyle w:val="655141FE9C334C4EBE5776B16CAFD058"/>
          </w:pPr>
          <w:r>
            <w:t>Responsibility</w:t>
          </w:r>
        </w:p>
      </w:docPartBody>
    </w:docPart>
    <w:docPart>
      <w:docPartPr>
        <w:name w:val="2F38C4F9B5B640CDA86CE79D657AF0D8"/>
        <w:category>
          <w:name w:val="General"/>
          <w:gallery w:val="placeholder"/>
        </w:category>
        <w:types>
          <w:type w:val="bbPlcHdr"/>
        </w:types>
        <w:behaviors>
          <w:behavior w:val="content"/>
        </w:behaviors>
        <w:guid w:val="{C9063907-B394-4AD7-B073-431287581BBB}"/>
      </w:docPartPr>
      <w:docPartBody>
        <w:p w:rsidR="00000000" w:rsidRDefault="001E412C">
          <w:pPr>
            <w:pStyle w:val="2F38C4F9B5B640CDA86CE79D657AF0D8"/>
          </w:pPr>
          <w:r>
            <w:t>Number</w:t>
          </w:r>
        </w:p>
      </w:docPartBody>
    </w:docPart>
    <w:docPart>
      <w:docPartPr>
        <w:name w:val="FD646E5ADB3A4408A194121D42CDB0CA"/>
        <w:category>
          <w:name w:val="General"/>
          <w:gallery w:val="placeholder"/>
        </w:category>
        <w:types>
          <w:type w:val="bbPlcHdr"/>
        </w:types>
        <w:behaviors>
          <w:behavior w:val="content"/>
        </w:behaviors>
        <w:guid w:val="{56623179-2FA1-4D00-AA5B-DFEB47D2DF9B}"/>
      </w:docPartPr>
      <w:docPartBody>
        <w:p w:rsidR="00000000" w:rsidRDefault="001E412C">
          <w:pPr>
            <w:pStyle w:val="FD646E5ADB3A4408A194121D42CDB0CA"/>
          </w:pPr>
          <w:r>
            <w:t>Document 1</w:t>
          </w:r>
        </w:p>
      </w:docPartBody>
    </w:docPart>
    <w:docPart>
      <w:docPartPr>
        <w:name w:val="C6DACF270FF84A02B73E4E65731EE732"/>
        <w:category>
          <w:name w:val="General"/>
          <w:gallery w:val="placeholder"/>
        </w:category>
        <w:types>
          <w:type w:val="bbPlcHdr"/>
        </w:types>
        <w:behaviors>
          <w:behavior w:val="content"/>
        </w:behaviors>
        <w:guid w:val="{54A8354C-5B4D-4205-ABEE-04BB1EA73918}"/>
      </w:docPartPr>
      <w:docPartBody>
        <w:p w:rsidR="00000000" w:rsidRDefault="001E412C">
          <w:pPr>
            <w:pStyle w:val="C6DACF270FF84A02B73E4E65731EE732"/>
          </w:pPr>
          <w:r>
            <w:t>Name</w:t>
          </w:r>
        </w:p>
      </w:docPartBody>
    </w:docPart>
    <w:docPart>
      <w:docPartPr>
        <w:name w:val="067DF4B55C0B4C01B4A4C3F2237D28A8"/>
        <w:category>
          <w:name w:val="General"/>
          <w:gallery w:val="placeholder"/>
        </w:category>
        <w:types>
          <w:type w:val="bbPlcHdr"/>
        </w:types>
        <w:behaviors>
          <w:behavior w:val="content"/>
        </w:behaviors>
        <w:guid w:val="{0FD3D706-CDB0-4AFE-92DB-BAF63949EC58}"/>
      </w:docPartPr>
      <w:docPartBody>
        <w:p w:rsidR="00000000" w:rsidRDefault="001E412C">
          <w:pPr>
            <w:pStyle w:val="067DF4B55C0B4C01B4A4C3F2237D28A8"/>
          </w:pPr>
          <w:r>
            <w:t>Responsibility</w:t>
          </w:r>
        </w:p>
      </w:docPartBody>
    </w:docPart>
    <w:docPart>
      <w:docPartPr>
        <w:name w:val="30B8903EA1E940148B5FF8FEE1F161E5"/>
        <w:category>
          <w:name w:val="General"/>
          <w:gallery w:val="placeholder"/>
        </w:category>
        <w:types>
          <w:type w:val="bbPlcHdr"/>
        </w:types>
        <w:behaviors>
          <w:behavior w:val="content"/>
        </w:behaviors>
        <w:guid w:val="{D2B30A34-4D66-44B8-8728-235D202CBFEE}"/>
      </w:docPartPr>
      <w:docPartBody>
        <w:p w:rsidR="00000000" w:rsidRDefault="001E412C">
          <w:pPr>
            <w:pStyle w:val="30B8903EA1E940148B5FF8FEE1F161E5"/>
          </w:pPr>
          <w:r>
            <w:t>Number</w:t>
          </w:r>
        </w:p>
      </w:docPartBody>
    </w:docPart>
    <w:docPart>
      <w:docPartPr>
        <w:name w:val="70EC38C8EEE940648AAF3EC190AFF5E6"/>
        <w:category>
          <w:name w:val="General"/>
          <w:gallery w:val="placeholder"/>
        </w:category>
        <w:types>
          <w:type w:val="bbPlcHdr"/>
        </w:types>
        <w:behaviors>
          <w:behavior w:val="content"/>
        </w:behaviors>
        <w:guid w:val="{FF6FB58E-194E-4D3A-A74A-E7CBDEA65938}"/>
      </w:docPartPr>
      <w:docPartBody>
        <w:p w:rsidR="00000000" w:rsidRDefault="001E412C">
          <w:pPr>
            <w:pStyle w:val="70EC38C8EEE940648AAF3EC190AFF5E6"/>
          </w:pPr>
          <w:r>
            <w:t>Document 2</w:t>
          </w:r>
        </w:p>
      </w:docPartBody>
    </w:docPart>
    <w:docPart>
      <w:docPartPr>
        <w:name w:val="07882B4CFE914400B9B36737E7014C49"/>
        <w:category>
          <w:name w:val="General"/>
          <w:gallery w:val="placeholder"/>
        </w:category>
        <w:types>
          <w:type w:val="bbPlcHdr"/>
        </w:types>
        <w:behaviors>
          <w:behavior w:val="content"/>
        </w:behaviors>
        <w:guid w:val="{4EA2C1A5-DC50-467D-A12E-A2646C0EC171}"/>
      </w:docPartPr>
      <w:docPartBody>
        <w:p w:rsidR="00000000" w:rsidRDefault="001E412C">
          <w:pPr>
            <w:pStyle w:val="07882B4CFE914400B9B36737E7014C49"/>
          </w:pPr>
          <w:r>
            <w:t>Name</w:t>
          </w:r>
        </w:p>
      </w:docPartBody>
    </w:docPart>
    <w:docPart>
      <w:docPartPr>
        <w:name w:val="B7BEC70ADE4A45ACA959E5E8FF9ABECD"/>
        <w:category>
          <w:name w:val="General"/>
          <w:gallery w:val="placeholder"/>
        </w:category>
        <w:types>
          <w:type w:val="bbPlcHdr"/>
        </w:types>
        <w:behaviors>
          <w:behavior w:val="content"/>
        </w:behaviors>
        <w:guid w:val="{0151504C-715D-4114-AFCB-A6513ED43EEB}"/>
      </w:docPartPr>
      <w:docPartBody>
        <w:p w:rsidR="00000000" w:rsidRDefault="001E412C">
          <w:pPr>
            <w:pStyle w:val="B7BEC70ADE4A45ACA959E5E8FF9ABECD"/>
          </w:pPr>
          <w:r>
            <w:t>Responsibility</w:t>
          </w:r>
        </w:p>
      </w:docPartBody>
    </w:docPart>
    <w:docPart>
      <w:docPartPr>
        <w:name w:val="9BBEF5729C7546A692CDC63B17CFAF5A"/>
        <w:category>
          <w:name w:val="General"/>
          <w:gallery w:val="placeholder"/>
        </w:category>
        <w:types>
          <w:type w:val="bbPlcHdr"/>
        </w:types>
        <w:behaviors>
          <w:behavior w:val="content"/>
        </w:behaviors>
        <w:guid w:val="{89DB5812-AF44-4D43-9379-1DF11AE9DC94}"/>
      </w:docPartPr>
      <w:docPartBody>
        <w:p w:rsidR="00000000" w:rsidRDefault="001E412C">
          <w:pPr>
            <w:pStyle w:val="9BBEF5729C7546A692CDC63B17CFAF5A"/>
          </w:pPr>
          <w:r>
            <w:t>Number</w:t>
          </w:r>
        </w:p>
      </w:docPartBody>
    </w:docPart>
    <w:docPart>
      <w:docPartPr>
        <w:name w:val="077FA7C8E9E9466D949A985A21B7C846"/>
        <w:category>
          <w:name w:val="General"/>
          <w:gallery w:val="placeholder"/>
        </w:category>
        <w:types>
          <w:type w:val="bbPlcHdr"/>
        </w:types>
        <w:behaviors>
          <w:behavior w:val="content"/>
        </w:behaviors>
        <w:guid w:val="{EE9D4B9A-3FF9-4C04-AF1F-08A2A0711FCA}"/>
      </w:docPartPr>
      <w:docPartBody>
        <w:p w:rsidR="00000000" w:rsidRDefault="001E412C">
          <w:pPr>
            <w:pStyle w:val="077FA7C8E9E9466D949A985A21B7C846"/>
          </w:pPr>
          <w:r>
            <w:t>Team structure</w:t>
          </w:r>
        </w:p>
      </w:docPartBody>
    </w:docPart>
    <w:docPart>
      <w:docPartPr>
        <w:name w:val="5EAC4CBA95764574A7186F2A1A1823E4"/>
        <w:category>
          <w:name w:val="General"/>
          <w:gallery w:val="placeholder"/>
        </w:category>
        <w:types>
          <w:type w:val="bbPlcHdr"/>
        </w:types>
        <w:behaviors>
          <w:behavior w:val="content"/>
        </w:behaviors>
        <w:guid w:val="{6DB2E004-BB54-47EA-A50D-1435973B4FA6}"/>
      </w:docPartPr>
      <w:docPartBody>
        <w:p w:rsidR="00000000" w:rsidRDefault="001E412C">
          <w:pPr>
            <w:pStyle w:val="5EAC4CBA95764574A7186F2A1A1823E4"/>
          </w:pPr>
          <w:r>
            <w:t>Identify the key roles of members of your marketing team and the normal patterns of communication between roles. You can create a diagram or table to illustrate communication relationships.</w:t>
          </w:r>
        </w:p>
      </w:docPartBody>
    </w:docPart>
    <w:docPart>
      <w:docPartPr>
        <w:name w:val="2ABC6364B41F4EBD8AAD7F389A952087"/>
        <w:category>
          <w:name w:val="General"/>
          <w:gallery w:val="placeholder"/>
        </w:category>
        <w:types>
          <w:type w:val="bbPlcHdr"/>
        </w:types>
        <w:behaviors>
          <w:behavior w:val="content"/>
        </w:behaviors>
        <w:guid w:val="{F9721162-E02D-43ED-87A4-B63EB5C1B6E2}"/>
      </w:docPartPr>
      <w:docPartBody>
        <w:p w:rsidR="00000000" w:rsidRDefault="001E412C">
          <w:pPr>
            <w:pStyle w:val="2ABC6364B41F4EBD8AAD7F389A952087"/>
          </w:pPr>
          <w:r>
            <w:t>Team goals</w:t>
          </w:r>
        </w:p>
      </w:docPartBody>
    </w:docPart>
    <w:docPart>
      <w:docPartPr>
        <w:name w:val="60007ADE3D584616ADD5F048545C8909"/>
        <w:category>
          <w:name w:val="General"/>
          <w:gallery w:val="placeholder"/>
        </w:category>
        <w:types>
          <w:type w:val="bbPlcHdr"/>
        </w:types>
        <w:behaviors>
          <w:behavior w:val="content"/>
        </w:behaviors>
        <w:guid w:val="{89B56E6D-04DA-43FD-8D5F-DF274C4EB962}"/>
      </w:docPartPr>
      <w:docPartBody>
        <w:p w:rsidR="00000000" w:rsidRDefault="001E412C">
          <w:pPr>
            <w:pStyle w:val="60007ADE3D584616ADD5F048545C8909"/>
          </w:pPr>
          <w:r>
            <w:t>List your team's quality goals.</w:t>
          </w:r>
        </w:p>
      </w:docPartBody>
    </w:docPart>
    <w:docPart>
      <w:docPartPr>
        <w:name w:val="82B1E68C6D084E369CEA73E97ECFBBFC"/>
        <w:category>
          <w:name w:val="General"/>
          <w:gallery w:val="placeholder"/>
        </w:category>
        <w:types>
          <w:type w:val="bbPlcHdr"/>
        </w:types>
        <w:behaviors>
          <w:behavior w:val="content"/>
        </w:behaviors>
        <w:guid w:val="{ED9E17C4-8804-4C99-B196-806A52592279}"/>
      </w:docPartPr>
      <w:docPartBody>
        <w:p w:rsidR="00000000" w:rsidRDefault="001E412C">
          <w:pPr>
            <w:pStyle w:val="82B1E68C6D084E369CEA73E97ECFBBFC"/>
          </w:pPr>
          <w:r>
            <w:t>Team assignments</w:t>
          </w:r>
        </w:p>
      </w:docPartBody>
    </w:docPart>
    <w:docPart>
      <w:docPartPr>
        <w:name w:val="DDA58342ECCC471DA7CF4EA445A33397"/>
        <w:category>
          <w:name w:val="General"/>
          <w:gallery w:val="placeholder"/>
        </w:category>
        <w:types>
          <w:type w:val="bbPlcHdr"/>
        </w:types>
        <w:behaviors>
          <w:behavior w:val="content"/>
        </w:behaviors>
        <w:guid w:val="{806F02FB-BFFA-4A66-90D6-076F89B0A6AA}"/>
      </w:docPartPr>
      <w:docPartBody>
        <w:p w:rsidR="00000000" w:rsidRDefault="001E412C">
          <w:pPr>
            <w:pStyle w:val="DDA58342ECCC471DA7CF4EA445A33397"/>
          </w:pPr>
          <w:r>
            <w:t>Use the following table to outline</w:t>
          </w:r>
          <w:r>
            <w:t xml:space="preserve"> the project's marketing teams, team goals, team leads, and team roles.</w:t>
          </w:r>
        </w:p>
      </w:docPartBody>
    </w:docPart>
    <w:docPart>
      <w:docPartPr>
        <w:name w:val="01AC47D916F44F369A280B6A1622C363"/>
        <w:category>
          <w:name w:val="General"/>
          <w:gallery w:val="placeholder"/>
        </w:category>
        <w:types>
          <w:type w:val="bbPlcHdr"/>
        </w:types>
        <w:behaviors>
          <w:behavior w:val="content"/>
        </w:behaviors>
        <w:guid w:val="{562C9D7B-C504-416C-A100-0F3E5D128D0B}"/>
      </w:docPartPr>
      <w:docPartBody>
        <w:p w:rsidR="00000000" w:rsidRDefault="001E412C">
          <w:pPr>
            <w:pStyle w:val="01AC47D916F44F369A280B6A1622C363"/>
          </w:pPr>
          <w:r>
            <w:rPr>
              <w:rStyle w:val="Strong"/>
            </w:rPr>
            <w:t>Project Name</w:t>
          </w:r>
        </w:p>
      </w:docPartBody>
    </w:docPart>
    <w:docPart>
      <w:docPartPr>
        <w:name w:val="4A6CEEC626624116BF0EC7F7FC23A9BA"/>
        <w:category>
          <w:name w:val="General"/>
          <w:gallery w:val="placeholder"/>
        </w:category>
        <w:types>
          <w:type w:val="bbPlcHdr"/>
        </w:types>
        <w:behaviors>
          <w:behavior w:val="content"/>
        </w:behaviors>
        <w:guid w:val="{931F551C-D308-40D3-86E5-15F222E2C692}"/>
      </w:docPartPr>
      <w:docPartBody>
        <w:p w:rsidR="00000000" w:rsidRDefault="001E412C">
          <w:pPr>
            <w:pStyle w:val="4A6CEEC626624116BF0EC7F7FC23A9BA"/>
          </w:pPr>
          <w:r>
            <w:rPr>
              <w:rStyle w:val="Strong"/>
            </w:rPr>
            <w:t>project team</w:t>
          </w:r>
        </w:p>
      </w:docPartBody>
    </w:docPart>
    <w:docPart>
      <w:docPartPr>
        <w:name w:val="75873464ACA74699B9F09CD19410AD8D"/>
        <w:category>
          <w:name w:val="General"/>
          <w:gallery w:val="placeholder"/>
        </w:category>
        <w:types>
          <w:type w:val="bbPlcHdr"/>
        </w:types>
        <w:behaviors>
          <w:behavior w:val="content"/>
        </w:behaviors>
        <w:guid w:val="{51862F5A-EC48-498B-AB86-28B1E00F7E94}"/>
      </w:docPartPr>
      <w:docPartBody>
        <w:p w:rsidR="00000000" w:rsidRDefault="001E412C">
          <w:pPr>
            <w:pStyle w:val="75873464ACA74699B9F09CD19410AD8D"/>
          </w:pPr>
          <w:r>
            <w:t>Name of team</w:t>
          </w:r>
        </w:p>
      </w:docPartBody>
    </w:docPart>
    <w:docPart>
      <w:docPartPr>
        <w:name w:val="8F7E5798317C43AF9852EE5170797862"/>
        <w:category>
          <w:name w:val="General"/>
          <w:gallery w:val="placeholder"/>
        </w:category>
        <w:types>
          <w:type w:val="bbPlcHdr"/>
        </w:types>
        <w:behaviors>
          <w:behavior w:val="content"/>
        </w:behaviors>
        <w:guid w:val="{C4DD3BE4-E0F8-49FB-BFAE-5718D20087FB}"/>
      </w:docPartPr>
      <w:docPartBody>
        <w:p w:rsidR="00000000" w:rsidRDefault="001E412C">
          <w:pPr>
            <w:pStyle w:val="8F7E5798317C43AF9852EE5170797862"/>
          </w:pPr>
          <w:r>
            <w:t>Team goals</w:t>
          </w:r>
        </w:p>
      </w:docPartBody>
    </w:docPart>
    <w:docPart>
      <w:docPartPr>
        <w:name w:val="272A29E92D2B46C3BA61FEA132E5487C"/>
        <w:category>
          <w:name w:val="General"/>
          <w:gallery w:val="placeholder"/>
        </w:category>
        <w:types>
          <w:type w:val="bbPlcHdr"/>
        </w:types>
        <w:behaviors>
          <w:behavior w:val="content"/>
        </w:behaviors>
        <w:guid w:val="{CBD2717C-A5CA-4B05-B29D-9CC123333AF9}"/>
      </w:docPartPr>
      <w:docPartBody>
        <w:p w:rsidR="00000000" w:rsidRDefault="001E412C">
          <w:pPr>
            <w:pStyle w:val="272A29E92D2B46C3BA61FEA132E5487C"/>
          </w:pPr>
          <w:r>
            <w:t>Team leads</w:t>
          </w:r>
        </w:p>
      </w:docPartBody>
    </w:docPart>
    <w:docPart>
      <w:docPartPr>
        <w:name w:val="94EDDACFFFB948F49EE9761668B15D6D"/>
        <w:category>
          <w:name w:val="General"/>
          <w:gallery w:val="placeholder"/>
        </w:category>
        <w:types>
          <w:type w:val="bbPlcHdr"/>
        </w:types>
        <w:behaviors>
          <w:behavior w:val="content"/>
        </w:behaviors>
        <w:guid w:val="{8BE01FB5-FC3B-4F3D-AA43-FCAF2800483F}"/>
      </w:docPartPr>
      <w:docPartBody>
        <w:p w:rsidR="00000000" w:rsidRDefault="001E412C">
          <w:pPr>
            <w:pStyle w:val="94EDDACFFFB948F49EE9761668B15D6D"/>
          </w:pPr>
          <w:r>
            <w:t>Team roles</w:t>
          </w:r>
        </w:p>
      </w:docPartBody>
    </w:docPart>
    <w:docPart>
      <w:docPartPr>
        <w:name w:val="184DDEAE1DCA4FC698DA28BECFB233F0"/>
        <w:category>
          <w:name w:val="General"/>
          <w:gallery w:val="placeholder"/>
        </w:category>
        <w:types>
          <w:type w:val="bbPlcHdr"/>
        </w:types>
        <w:behaviors>
          <w:behavior w:val="content"/>
        </w:behaviors>
        <w:guid w:val="{B849BC76-07D2-41B7-82EF-DB526B376703}"/>
      </w:docPartPr>
      <w:docPartBody>
        <w:p w:rsidR="00000000" w:rsidRDefault="001E412C">
          <w:pPr>
            <w:pStyle w:val="184DDEAE1DCA4FC698DA28BECFB233F0"/>
          </w:pPr>
          <w:r>
            <w:t>Name 1</w:t>
          </w:r>
        </w:p>
      </w:docPartBody>
    </w:docPart>
    <w:docPart>
      <w:docPartPr>
        <w:name w:val="5DF76FAA3B644DF5B1BE1BD237F13E3D"/>
        <w:category>
          <w:name w:val="General"/>
          <w:gallery w:val="placeholder"/>
        </w:category>
        <w:types>
          <w:type w:val="bbPlcHdr"/>
        </w:types>
        <w:behaviors>
          <w:behavior w:val="content"/>
        </w:behaviors>
        <w:guid w:val="{81A930CA-5030-487C-81E7-5E6420FFC3CC}"/>
      </w:docPartPr>
      <w:docPartBody>
        <w:p w:rsidR="00000000" w:rsidRDefault="001E412C">
          <w:pPr>
            <w:pStyle w:val="5DF76FAA3B644DF5B1BE1BD237F13E3D"/>
          </w:pPr>
          <w:r>
            <w:t>Goals</w:t>
          </w:r>
        </w:p>
      </w:docPartBody>
    </w:docPart>
    <w:docPart>
      <w:docPartPr>
        <w:name w:val="D3663A843C6C4B8F908C34E97B298A6C"/>
        <w:category>
          <w:name w:val="General"/>
          <w:gallery w:val="placeholder"/>
        </w:category>
        <w:types>
          <w:type w:val="bbPlcHdr"/>
        </w:types>
        <w:behaviors>
          <w:behavior w:val="content"/>
        </w:behaviors>
        <w:guid w:val="{52C25BE1-9166-4FCD-B7BD-DE0687CB96CB}"/>
      </w:docPartPr>
      <w:docPartBody>
        <w:p w:rsidR="00000000" w:rsidRDefault="001E412C">
          <w:pPr>
            <w:pStyle w:val="D3663A843C6C4B8F908C34E97B298A6C"/>
          </w:pPr>
          <w:r>
            <w:t>Lead name</w:t>
          </w:r>
        </w:p>
      </w:docPartBody>
    </w:docPart>
    <w:docPart>
      <w:docPartPr>
        <w:name w:val="C5A9182790B449F78488E578CF288CD5"/>
        <w:category>
          <w:name w:val="General"/>
          <w:gallery w:val="placeholder"/>
        </w:category>
        <w:types>
          <w:type w:val="bbPlcHdr"/>
        </w:types>
        <w:behaviors>
          <w:behavior w:val="content"/>
        </w:behaviors>
        <w:guid w:val="{D990E446-5CE4-4FF4-BE64-A26C61DBFAE3}"/>
      </w:docPartPr>
      <w:docPartBody>
        <w:p w:rsidR="00000000" w:rsidRDefault="001E412C">
          <w:pPr>
            <w:pStyle w:val="C5A9182790B449F78488E578CF288CD5"/>
          </w:pPr>
          <w:r>
            <w:t>Roles</w:t>
          </w:r>
        </w:p>
      </w:docPartBody>
    </w:docPart>
    <w:docPart>
      <w:docPartPr>
        <w:name w:val="086EDA5EF1A944F394DC722C6AB2BE2E"/>
        <w:category>
          <w:name w:val="General"/>
          <w:gallery w:val="placeholder"/>
        </w:category>
        <w:types>
          <w:type w:val="bbPlcHdr"/>
        </w:types>
        <w:behaviors>
          <w:behavior w:val="content"/>
        </w:behaviors>
        <w:guid w:val="{17EC5799-B263-46BD-A073-C56FEDDAA441}"/>
      </w:docPartPr>
      <w:docPartBody>
        <w:p w:rsidR="00000000" w:rsidRDefault="001E412C">
          <w:pPr>
            <w:pStyle w:val="086EDA5EF1A944F394DC722C6AB2BE2E"/>
          </w:pPr>
          <w:r>
            <w:t>Name 2</w:t>
          </w:r>
        </w:p>
      </w:docPartBody>
    </w:docPart>
    <w:docPart>
      <w:docPartPr>
        <w:name w:val="B707AF9380514177BA45CF268DF700D8"/>
        <w:category>
          <w:name w:val="General"/>
          <w:gallery w:val="placeholder"/>
        </w:category>
        <w:types>
          <w:type w:val="bbPlcHdr"/>
        </w:types>
        <w:behaviors>
          <w:behavior w:val="content"/>
        </w:behaviors>
        <w:guid w:val="{76979257-AB32-42F8-B72D-A13503D86DF9}"/>
      </w:docPartPr>
      <w:docPartBody>
        <w:p w:rsidR="00000000" w:rsidRDefault="001E412C">
          <w:pPr>
            <w:pStyle w:val="B707AF9380514177BA45CF268DF700D8"/>
          </w:pPr>
          <w:r>
            <w:t>Goals</w:t>
          </w:r>
        </w:p>
      </w:docPartBody>
    </w:docPart>
    <w:docPart>
      <w:docPartPr>
        <w:name w:val="E4384A850CBC4F9E988458416336AC2F"/>
        <w:category>
          <w:name w:val="General"/>
          <w:gallery w:val="placeholder"/>
        </w:category>
        <w:types>
          <w:type w:val="bbPlcHdr"/>
        </w:types>
        <w:behaviors>
          <w:behavior w:val="content"/>
        </w:behaviors>
        <w:guid w:val="{D867D619-B516-4B8A-9CC2-95DA7CF819C5}"/>
      </w:docPartPr>
      <w:docPartBody>
        <w:p w:rsidR="00000000" w:rsidRDefault="001E412C">
          <w:pPr>
            <w:pStyle w:val="E4384A850CBC4F9E988458416336AC2F"/>
          </w:pPr>
          <w:r>
            <w:t>Lead name</w:t>
          </w:r>
        </w:p>
      </w:docPartBody>
    </w:docPart>
    <w:docPart>
      <w:docPartPr>
        <w:name w:val="DDA5608C4E2E4C0A97100BB72F54228B"/>
        <w:category>
          <w:name w:val="General"/>
          <w:gallery w:val="placeholder"/>
        </w:category>
        <w:types>
          <w:type w:val="bbPlcHdr"/>
        </w:types>
        <w:behaviors>
          <w:behavior w:val="content"/>
        </w:behaviors>
        <w:guid w:val="{F6658FC6-4D2F-4DAA-9143-A7C4B0FBDBD2}"/>
      </w:docPartPr>
      <w:docPartBody>
        <w:p w:rsidR="00000000" w:rsidRDefault="001E412C">
          <w:pPr>
            <w:pStyle w:val="DDA5608C4E2E4C0A97100BB72F54228B"/>
          </w:pPr>
          <w:r>
            <w:t>Roles</w:t>
          </w:r>
        </w:p>
      </w:docPartBody>
    </w:docPart>
    <w:docPart>
      <w:docPartPr>
        <w:name w:val="FC64830DFCFD4282954365F91D61A761"/>
        <w:category>
          <w:name w:val="General"/>
          <w:gallery w:val="placeholder"/>
        </w:category>
        <w:types>
          <w:type w:val="bbPlcHdr"/>
        </w:types>
        <w:behaviors>
          <w:behavior w:val="content"/>
        </w:behaviors>
        <w:guid w:val="{04116663-DD7E-4F77-AE2D-147D0A7365D5}"/>
      </w:docPartPr>
      <w:docPartBody>
        <w:p w:rsidR="00000000" w:rsidRDefault="001E412C">
          <w:pPr>
            <w:pStyle w:val="FC64830DFCFD4282954365F91D61A761"/>
          </w:pPr>
          <w:r>
            <w:t>Name 3</w:t>
          </w:r>
        </w:p>
      </w:docPartBody>
    </w:docPart>
    <w:docPart>
      <w:docPartPr>
        <w:name w:val="3581F620292E40B9975AAB221F48537E"/>
        <w:category>
          <w:name w:val="General"/>
          <w:gallery w:val="placeholder"/>
        </w:category>
        <w:types>
          <w:type w:val="bbPlcHdr"/>
        </w:types>
        <w:behaviors>
          <w:behavior w:val="content"/>
        </w:behaviors>
        <w:guid w:val="{391B4743-E08A-412F-AA1D-B8CE6B75E759}"/>
      </w:docPartPr>
      <w:docPartBody>
        <w:p w:rsidR="00000000" w:rsidRDefault="001E412C">
          <w:pPr>
            <w:pStyle w:val="3581F620292E40B9975AAB221F48537E"/>
          </w:pPr>
          <w:r>
            <w:t>Goals</w:t>
          </w:r>
        </w:p>
      </w:docPartBody>
    </w:docPart>
    <w:docPart>
      <w:docPartPr>
        <w:name w:val="345AA9DDF7F047539787AC297D7DC345"/>
        <w:category>
          <w:name w:val="General"/>
          <w:gallery w:val="placeholder"/>
        </w:category>
        <w:types>
          <w:type w:val="bbPlcHdr"/>
        </w:types>
        <w:behaviors>
          <w:behavior w:val="content"/>
        </w:behaviors>
        <w:guid w:val="{58D71431-F82C-4139-B9CB-962294CD3348}"/>
      </w:docPartPr>
      <w:docPartBody>
        <w:p w:rsidR="00000000" w:rsidRDefault="001E412C">
          <w:pPr>
            <w:pStyle w:val="345AA9DDF7F047539787AC297D7DC345"/>
          </w:pPr>
          <w:r>
            <w:t>Lead name</w:t>
          </w:r>
        </w:p>
      </w:docPartBody>
    </w:docPart>
    <w:docPart>
      <w:docPartPr>
        <w:name w:val="D1625FCB8DEF421796AABA55C063FDC5"/>
        <w:category>
          <w:name w:val="General"/>
          <w:gallery w:val="placeholder"/>
        </w:category>
        <w:types>
          <w:type w:val="bbPlcHdr"/>
        </w:types>
        <w:behaviors>
          <w:behavior w:val="content"/>
        </w:behaviors>
        <w:guid w:val="{FC11F284-25EB-40C5-9DFF-79157975E62A}"/>
      </w:docPartPr>
      <w:docPartBody>
        <w:p w:rsidR="00000000" w:rsidRDefault="001E412C">
          <w:pPr>
            <w:pStyle w:val="D1625FCB8DEF421796AABA55C063FDC5"/>
          </w:pPr>
          <w:r>
            <w:t>Roles</w:t>
          </w:r>
        </w:p>
      </w:docPartBody>
    </w:docPart>
    <w:docPart>
      <w:docPartPr>
        <w:name w:val="D39770CBF2FC48EB9F0B047D59027D6A"/>
        <w:category>
          <w:name w:val="General"/>
          <w:gallery w:val="placeholder"/>
        </w:category>
        <w:types>
          <w:type w:val="bbPlcHdr"/>
        </w:types>
        <w:behaviors>
          <w:behavior w:val="content"/>
        </w:behaviors>
        <w:guid w:val="{82FF4E72-0D0E-4418-8DE7-B7A962898838}"/>
      </w:docPartPr>
      <w:docPartBody>
        <w:p w:rsidR="00000000" w:rsidRDefault="001E412C">
          <w:pPr>
            <w:pStyle w:val="D39770CBF2FC48EB9F0B047D59027D6A"/>
          </w:pPr>
          <w:r>
            <w:t>Name 4</w:t>
          </w:r>
        </w:p>
      </w:docPartBody>
    </w:docPart>
    <w:docPart>
      <w:docPartPr>
        <w:name w:val="A0DE1C914A0C4B22A9161B01548AAC25"/>
        <w:category>
          <w:name w:val="General"/>
          <w:gallery w:val="placeholder"/>
        </w:category>
        <w:types>
          <w:type w:val="bbPlcHdr"/>
        </w:types>
        <w:behaviors>
          <w:behavior w:val="content"/>
        </w:behaviors>
        <w:guid w:val="{64616C42-49B8-4B03-9CBA-AF5DB8B2C105}"/>
      </w:docPartPr>
      <w:docPartBody>
        <w:p w:rsidR="00000000" w:rsidRDefault="001E412C">
          <w:pPr>
            <w:pStyle w:val="A0DE1C914A0C4B22A9161B01548AAC25"/>
          </w:pPr>
          <w:r>
            <w:t>Goals</w:t>
          </w:r>
        </w:p>
      </w:docPartBody>
    </w:docPart>
    <w:docPart>
      <w:docPartPr>
        <w:name w:val="4C31BFF6C9E14A99B9D0C9C722106CE2"/>
        <w:category>
          <w:name w:val="General"/>
          <w:gallery w:val="placeholder"/>
        </w:category>
        <w:types>
          <w:type w:val="bbPlcHdr"/>
        </w:types>
        <w:behaviors>
          <w:behavior w:val="content"/>
        </w:behaviors>
        <w:guid w:val="{A834E9D2-D56A-4A88-9D7E-4BC861612AF2}"/>
      </w:docPartPr>
      <w:docPartBody>
        <w:p w:rsidR="00000000" w:rsidRDefault="001E412C">
          <w:pPr>
            <w:pStyle w:val="4C31BFF6C9E14A99B9D0C9C722106CE2"/>
          </w:pPr>
          <w:r>
            <w:t>Lead name</w:t>
          </w:r>
        </w:p>
      </w:docPartBody>
    </w:docPart>
    <w:docPart>
      <w:docPartPr>
        <w:name w:val="CD9919BA2C4248BC98E43198398ED30A"/>
        <w:category>
          <w:name w:val="General"/>
          <w:gallery w:val="placeholder"/>
        </w:category>
        <w:types>
          <w:type w:val="bbPlcHdr"/>
        </w:types>
        <w:behaviors>
          <w:behavior w:val="content"/>
        </w:behaviors>
        <w:guid w:val="{194CD53C-C823-4CE7-973E-E525DC763D99}"/>
      </w:docPartPr>
      <w:docPartBody>
        <w:p w:rsidR="00000000" w:rsidRDefault="001E412C">
          <w:pPr>
            <w:pStyle w:val="CD9919BA2C4248BC98E43198398ED30A"/>
          </w:pPr>
          <w:r>
            <w:t>Roles</w:t>
          </w:r>
        </w:p>
      </w:docPartBody>
    </w:docPart>
    <w:docPart>
      <w:docPartPr>
        <w:name w:val="3984E1EBDB0349D68D1C799AB4600E01"/>
        <w:category>
          <w:name w:val="General"/>
          <w:gallery w:val="placeholder"/>
        </w:category>
        <w:types>
          <w:type w:val="bbPlcHdr"/>
        </w:types>
        <w:behaviors>
          <w:behavior w:val="content"/>
        </w:behaviors>
        <w:guid w:val="{3680AB43-27D5-4C87-9AF9-901793698BC5}"/>
      </w:docPartPr>
      <w:docPartBody>
        <w:p w:rsidR="00000000" w:rsidRDefault="001E412C">
          <w:pPr>
            <w:pStyle w:val="3984E1EBDB0349D68D1C799AB4600E01"/>
          </w:pPr>
          <w:r>
            <w:t>Name 5</w:t>
          </w:r>
        </w:p>
      </w:docPartBody>
    </w:docPart>
    <w:docPart>
      <w:docPartPr>
        <w:name w:val="FB0BC10289A849AC99AC55BA40793E81"/>
        <w:category>
          <w:name w:val="General"/>
          <w:gallery w:val="placeholder"/>
        </w:category>
        <w:types>
          <w:type w:val="bbPlcHdr"/>
        </w:types>
        <w:behaviors>
          <w:behavior w:val="content"/>
        </w:behaviors>
        <w:guid w:val="{E0E5FC20-C416-46A6-A1C6-09B49A69BB11}"/>
      </w:docPartPr>
      <w:docPartBody>
        <w:p w:rsidR="00000000" w:rsidRDefault="001E412C">
          <w:pPr>
            <w:pStyle w:val="FB0BC10289A849AC99AC55BA40793E81"/>
          </w:pPr>
          <w:r>
            <w:t>Goals</w:t>
          </w:r>
        </w:p>
      </w:docPartBody>
    </w:docPart>
    <w:docPart>
      <w:docPartPr>
        <w:name w:val="B2795B0C1A984663953251F85E0FA776"/>
        <w:category>
          <w:name w:val="General"/>
          <w:gallery w:val="placeholder"/>
        </w:category>
        <w:types>
          <w:type w:val="bbPlcHdr"/>
        </w:types>
        <w:behaviors>
          <w:behavior w:val="content"/>
        </w:behaviors>
        <w:guid w:val="{8D005D51-27EB-4DF9-B6AA-F9C63BF83CFC}"/>
      </w:docPartPr>
      <w:docPartBody>
        <w:p w:rsidR="00000000" w:rsidRDefault="001E412C">
          <w:pPr>
            <w:pStyle w:val="B2795B0C1A984663953251F85E0FA776"/>
          </w:pPr>
          <w:r>
            <w:t>Lead name</w:t>
          </w:r>
        </w:p>
      </w:docPartBody>
    </w:docPart>
    <w:docPart>
      <w:docPartPr>
        <w:name w:val="B272A6CA71D8425F871F7CEF69572188"/>
        <w:category>
          <w:name w:val="General"/>
          <w:gallery w:val="placeholder"/>
        </w:category>
        <w:types>
          <w:type w:val="bbPlcHdr"/>
        </w:types>
        <w:behaviors>
          <w:behavior w:val="content"/>
        </w:behaviors>
        <w:guid w:val="{F0EFE1C5-321C-43E2-84E6-BFE1BA3CF1E3}"/>
      </w:docPartPr>
      <w:docPartBody>
        <w:p w:rsidR="00000000" w:rsidRDefault="001E412C">
          <w:pPr>
            <w:pStyle w:val="B272A6CA71D8425F871F7CEF69572188"/>
          </w:pPr>
          <w:r>
            <w:t>Roles</w:t>
          </w:r>
        </w:p>
      </w:docPartBody>
    </w:docPart>
    <w:docPart>
      <w:docPartPr>
        <w:name w:val="1E9F8E9D1DF049628AFBA81397C7A60A"/>
        <w:category>
          <w:name w:val="General"/>
          <w:gallery w:val="placeholder"/>
        </w:category>
        <w:types>
          <w:type w:val="bbPlcHdr"/>
        </w:types>
        <w:behaviors>
          <w:behavior w:val="content"/>
        </w:behaviors>
        <w:guid w:val="{C324FFDC-07F5-46E8-9E7C-780356226D98}"/>
      </w:docPartPr>
      <w:docPartBody>
        <w:p w:rsidR="00000000" w:rsidRDefault="001E412C">
          <w:pPr>
            <w:pStyle w:val="1E9F8E9D1DF049628AFBA81397C7A60A"/>
          </w:pPr>
          <w:r>
            <w:t xml:space="preserve">Team roles and </w:t>
          </w:r>
          <w:r>
            <w:t>responsibilities</w:t>
          </w:r>
        </w:p>
      </w:docPartBody>
    </w:docPart>
    <w:docPart>
      <w:docPartPr>
        <w:name w:val="B3F07B1AAC3141098D148DFB25DB7CDF"/>
        <w:category>
          <w:name w:val="General"/>
          <w:gallery w:val="placeholder"/>
        </w:category>
        <w:types>
          <w:type w:val="bbPlcHdr"/>
        </w:types>
        <w:behaviors>
          <w:behavior w:val="content"/>
        </w:behaviors>
        <w:guid w:val="{DAAC70D2-61B9-4A94-BC32-E585D976113D}"/>
      </w:docPartPr>
      <w:docPartBody>
        <w:p w:rsidR="00000000" w:rsidRDefault="001E412C">
          <w:pPr>
            <w:pStyle w:val="B3F07B1AAC3141098D148DFB25DB7CDF"/>
          </w:pPr>
          <w:r>
            <w:t>Identify the responsibilities assigned to each of the team roles.</w:t>
          </w:r>
        </w:p>
      </w:docPartBody>
    </w:docPart>
    <w:docPart>
      <w:docPartPr>
        <w:name w:val="7A2EF3995DB1439FA0EFB090E457019A"/>
        <w:category>
          <w:name w:val="General"/>
          <w:gallery w:val="placeholder"/>
        </w:category>
        <w:types>
          <w:type w:val="bbPlcHdr"/>
        </w:types>
        <w:behaviors>
          <w:behavior w:val="content"/>
        </w:behaviors>
        <w:guid w:val="{0D131597-9230-4B41-BE4D-C23E903F04B6}"/>
      </w:docPartPr>
      <w:docPartBody>
        <w:p w:rsidR="00000000" w:rsidRDefault="001E412C">
          <w:pPr>
            <w:pStyle w:val="7A2EF3995DB1439FA0EFB090E457019A"/>
          </w:pPr>
          <w:r>
            <w:t>Risks and issues management</w:t>
          </w:r>
        </w:p>
      </w:docPartBody>
    </w:docPart>
    <w:docPart>
      <w:docPartPr>
        <w:name w:val="FABF41854DC74241A216C32EB05337A8"/>
        <w:category>
          <w:name w:val="General"/>
          <w:gallery w:val="placeholder"/>
        </w:category>
        <w:types>
          <w:type w:val="bbPlcHdr"/>
        </w:types>
        <w:behaviors>
          <w:behavior w:val="content"/>
        </w:behaviors>
        <w:guid w:val="{C43C2E26-1572-471D-A43F-9E63FC1C3B25}"/>
      </w:docPartPr>
      <w:docPartBody>
        <w:p w:rsidR="00000000" w:rsidRDefault="001E412C">
          <w:pPr>
            <w:pStyle w:val="FABF41854DC74241A216C32EB05337A8"/>
          </w:pPr>
          <w:r>
            <w:t>Potential exceptions and problems</w:t>
          </w:r>
        </w:p>
      </w:docPartBody>
    </w:docPart>
    <w:docPart>
      <w:docPartPr>
        <w:name w:val="148A242D1B6044E38E37D0462CD9C612"/>
        <w:category>
          <w:name w:val="General"/>
          <w:gallery w:val="placeholder"/>
        </w:category>
        <w:types>
          <w:type w:val="bbPlcHdr"/>
        </w:types>
        <w:behaviors>
          <w:behavior w:val="content"/>
        </w:behaviors>
        <w:guid w:val="{31B5821F-AEF8-489A-9AA9-E524772456FA}"/>
      </w:docPartPr>
      <w:docPartBody>
        <w:p w:rsidR="00000000" w:rsidRDefault="001E412C">
          <w:pPr>
            <w:pStyle w:val="148A242D1B6044E38E37D0462CD9C612"/>
          </w:pPr>
          <w:r>
            <w:t>List all potential problems that might arise during the project, and list their causes, symptoms, consequences, and po</w:t>
          </w:r>
          <w:r>
            <w:t>ssible solutions.</w:t>
          </w:r>
        </w:p>
      </w:docPartBody>
    </w:docPart>
    <w:docPart>
      <w:docPartPr>
        <w:name w:val="8951C024412A4D32AAC8CB17ED45071D"/>
        <w:category>
          <w:name w:val="General"/>
          <w:gallery w:val="placeholder"/>
        </w:category>
        <w:types>
          <w:type w:val="bbPlcHdr"/>
        </w:types>
        <w:behaviors>
          <w:behavior w:val="content"/>
        </w:behaviors>
        <w:guid w:val="{7FEA4405-75A5-40E8-B8DE-95F8FE692FCD}"/>
      </w:docPartPr>
      <w:docPartBody>
        <w:p w:rsidR="00000000" w:rsidRDefault="001E412C">
          <w:pPr>
            <w:pStyle w:val="8951C024412A4D32AAC8CB17ED45071D"/>
          </w:pPr>
          <w:r>
            <w:t>Appropriate corrective measures</w:t>
          </w:r>
        </w:p>
      </w:docPartBody>
    </w:docPart>
    <w:docPart>
      <w:docPartPr>
        <w:name w:val="D94CF1F2A8E7464B96E4AAFC853F2AA5"/>
        <w:category>
          <w:name w:val="General"/>
          <w:gallery w:val="placeholder"/>
        </w:category>
        <w:types>
          <w:type w:val="bbPlcHdr"/>
        </w:types>
        <w:behaviors>
          <w:behavior w:val="content"/>
        </w:behaviors>
        <w:guid w:val="{1010FDF4-AEAB-4ABF-AB68-3100D2AACD1A}"/>
      </w:docPartPr>
      <w:docPartBody>
        <w:p w:rsidR="00000000" w:rsidRDefault="001E412C">
          <w:pPr>
            <w:pStyle w:val="D94CF1F2A8E7464B96E4AAFC853F2AA5"/>
          </w:pPr>
          <w:r>
            <w:t>For each issue, identify the optimal way to resolve the issue and then identify the steps that your team needs to take in order to implement the resolution.</w:t>
          </w:r>
        </w:p>
      </w:docPartBody>
    </w:docPart>
    <w:docPart>
      <w:docPartPr>
        <w:name w:val="EC1DB8A6129B412F95D524DDCA4A4CC7"/>
        <w:category>
          <w:name w:val="General"/>
          <w:gallery w:val="placeholder"/>
        </w:category>
        <w:types>
          <w:type w:val="bbPlcHdr"/>
        </w:types>
        <w:behaviors>
          <w:behavior w:val="content"/>
        </w:behaviors>
        <w:guid w:val="{E63C4B9C-3261-42CC-BB5D-9B090DDF234F}"/>
      </w:docPartPr>
      <w:docPartBody>
        <w:p w:rsidR="00000000" w:rsidRDefault="001E412C">
          <w:pPr>
            <w:pStyle w:val="EC1DB8A6129B412F95D524DDCA4A4CC7"/>
          </w:pPr>
          <w:r>
            <w:t>Tracking risks and issues</w:t>
          </w:r>
        </w:p>
      </w:docPartBody>
    </w:docPart>
    <w:docPart>
      <w:docPartPr>
        <w:name w:val="92F9F22CCEEA4D44AE1F912F1CB7B8E1"/>
        <w:category>
          <w:name w:val="General"/>
          <w:gallery w:val="placeholder"/>
        </w:category>
        <w:types>
          <w:type w:val="bbPlcHdr"/>
        </w:types>
        <w:behaviors>
          <w:behavior w:val="content"/>
        </w:behaviors>
        <w:guid w:val="{E12EC75A-7590-4288-A116-B17AB101C8D6}"/>
      </w:docPartPr>
      <w:docPartBody>
        <w:p w:rsidR="00000000" w:rsidRDefault="001E412C">
          <w:pPr>
            <w:pStyle w:val="92F9F22CCEEA4D44AE1F912F1CB7B8E1"/>
          </w:pPr>
          <w:r>
            <w:t>In the following table, track the risks and issues that you identified.</w:t>
          </w:r>
        </w:p>
      </w:docPartBody>
    </w:docPart>
    <w:docPart>
      <w:docPartPr>
        <w:name w:val="761694EBC319432FB992117BE19CF7C7"/>
        <w:category>
          <w:name w:val="General"/>
          <w:gallery w:val="placeholder"/>
        </w:category>
        <w:types>
          <w:type w:val="bbPlcHdr"/>
        </w:types>
        <w:behaviors>
          <w:behavior w:val="content"/>
        </w:behaviors>
        <w:guid w:val="{DEC52C49-3A2F-47F0-8083-8F362273E596}"/>
      </w:docPartPr>
      <w:docPartBody>
        <w:p w:rsidR="00000000" w:rsidRDefault="001E412C">
          <w:pPr>
            <w:pStyle w:val="761694EBC319432FB992117BE19CF7C7"/>
          </w:pPr>
          <w:r>
            <w:t>Date recorded</w:t>
          </w:r>
        </w:p>
      </w:docPartBody>
    </w:docPart>
    <w:docPart>
      <w:docPartPr>
        <w:name w:val="E021D4B154B34989BD7484C49CA0D86E"/>
        <w:category>
          <w:name w:val="General"/>
          <w:gallery w:val="placeholder"/>
        </w:category>
        <w:types>
          <w:type w:val="bbPlcHdr"/>
        </w:types>
        <w:behaviors>
          <w:behavior w:val="content"/>
        </w:behaviors>
        <w:guid w:val="{B11D6FA8-15DE-492C-AEBC-B4A808B5DEE9}"/>
      </w:docPartPr>
      <w:docPartBody>
        <w:p w:rsidR="00000000" w:rsidRDefault="001E412C">
          <w:pPr>
            <w:pStyle w:val="E021D4B154B34989BD7484C49CA0D86E"/>
          </w:pPr>
          <w:r>
            <w:t>Risk description</w:t>
          </w:r>
        </w:p>
      </w:docPartBody>
    </w:docPart>
    <w:docPart>
      <w:docPartPr>
        <w:name w:val="17B71A56446C42C6BFE34C23323BD6FA"/>
        <w:category>
          <w:name w:val="General"/>
          <w:gallery w:val="placeholder"/>
        </w:category>
        <w:types>
          <w:type w:val="bbPlcHdr"/>
        </w:types>
        <w:behaviors>
          <w:behavior w:val="content"/>
        </w:behaviors>
        <w:guid w:val="{333FA533-8CEE-495E-BCE0-9C4A3EAC88E0}"/>
      </w:docPartPr>
      <w:docPartBody>
        <w:p w:rsidR="00000000" w:rsidRDefault="001E412C">
          <w:pPr>
            <w:pStyle w:val="17B71A56446C42C6BFE34C23323BD6FA"/>
          </w:pPr>
          <w:r>
            <w:t>Probability</w:t>
          </w:r>
        </w:p>
      </w:docPartBody>
    </w:docPart>
    <w:docPart>
      <w:docPartPr>
        <w:name w:val="69A65D4AA4CA4B76B0D43A531EE7DAD7"/>
        <w:category>
          <w:name w:val="General"/>
          <w:gallery w:val="placeholder"/>
        </w:category>
        <w:types>
          <w:type w:val="bbPlcHdr"/>
        </w:types>
        <w:behaviors>
          <w:behavior w:val="content"/>
        </w:behaviors>
        <w:guid w:val="{EC8366BD-9625-48A5-8369-0EF7181D79D2}"/>
      </w:docPartPr>
      <w:docPartBody>
        <w:p w:rsidR="00000000" w:rsidRDefault="001E412C">
          <w:pPr>
            <w:pStyle w:val="69A65D4AA4CA4B76B0D43A531EE7DAD7"/>
          </w:pPr>
          <w:r>
            <w:t>Impact</w:t>
          </w:r>
        </w:p>
      </w:docPartBody>
    </w:docPart>
    <w:docPart>
      <w:docPartPr>
        <w:name w:val="357C7AD3C35F4FB999CD65A85865E1D5"/>
        <w:category>
          <w:name w:val="General"/>
          <w:gallery w:val="placeholder"/>
        </w:category>
        <w:types>
          <w:type w:val="bbPlcHdr"/>
        </w:types>
        <w:behaviors>
          <w:behavior w:val="content"/>
        </w:behaviors>
        <w:guid w:val="{072BD2E1-1690-4B22-A898-7A54E4AEC312}"/>
      </w:docPartPr>
      <w:docPartBody>
        <w:p w:rsidR="00000000" w:rsidRDefault="001E412C">
          <w:pPr>
            <w:pStyle w:val="357C7AD3C35F4FB999CD65A85865E1D5"/>
          </w:pPr>
          <w:r>
            <w:t>Mitigation plan</w:t>
          </w:r>
        </w:p>
      </w:docPartBody>
    </w:docPart>
    <w:docPart>
      <w:docPartPr>
        <w:name w:val="FC41F8DCB4AA425C84F5B627E1189D91"/>
        <w:category>
          <w:name w:val="General"/>
          <w:gallery w:val="placeholder"/>
        </w:category>
        <w:types>
          <w:type w:val="bbPlcHdr"/>
        </w:types>
        <w:behaviors>
          <w:behavior w:val="content"/>
        </w:behaviors>
        <w:guid w:val="{DB2E7B88-BC93-4FEC-9E44-2F2E4781D70F}"/>
      </w:docPartPr>
      <w:docPartBody>
        <w:p w:rsidR="00000000" w:rsidRDefault="001E412C">
          <w:pPr>
            <w:pStyle w:val="FC41F8DCB4AA425C84F5B627E1189D91"/>
          </w:pPr>
          <w:r>
            <w:t>Date 1</w:t>
          </w:r>
        </w:p>
      </w:docPartBody>
    </w:docPart>
    <w:docPart>
      <w:docPartPr>
        <w:name w:val="6B1D52B964A1445ABF01947134598052"/>
        <w:category>
          <w:name w:val="General"/>
          <w:gallery w:val="placeholder"/>
        </w:category>
        <w:types>
          <w:type w:val="bbPlcHdr"/>
        </w:types>
        <w:behaviors>
          <w:behavior w:val="content"/>
        </w:behaviors>
        <w:guid w:val="{615EBA39-069E-4D57-954B-453028BCB13C}"/>
      </w:docPartPr>
      <w:docPartBody>
        <w:p w:rsidR="00000000" w:rsidRDefault="001E412C">
          <w:pPr>
            <w:pStyle w:val="6B1D52B964A1445ABF01947134598052"/>
          </w:pPr>
          <w:r>
            <w:t>Description</w:t>
          </w:r>
        </w:p>
      </w:docPartBody>
    </w:docPart>
    <w:docPart>
      <w:docPartPr>
        <w:name w:val="3192608304CC4837A5A89704C7EC0AC9"/>
        <w:category>
          <w:name w:val="General"/>
          <w:gallery w:val="placeholder"/>
        </w:category>
        <w:types>
          <w:type w:val="bbPlcHdr"/>
        </w:types>
        <w:behaviors>
          <w:behavior w:val="content"/>
        </w:behaviors>
        <w:guid w:val="{FDA1866E-0876-4033-864C-028155258446}"/>
      </w:docPartPr>
      <w:docPartBody>
        <w:p w:rsidR="00000000" w:rsidRDefault="001E412C">
          <w:pPr>
            <w:pStyle w:val="3192608304CC4837A5A89704C7EC0AC9"/>
          </w:pPr>
          <w:r>
            <w:t>Probability</w:t>
          </w:r>
        </w:p>
      </w:docPartBody>
    </w:docPart>
    <w:docPart>
      <w:docPartPr>
        <w:name w:val="AE4D2F500B7849F28157D6EA91DEBF75"/>
        <w:category>
          <w:name w:val="General"/>
          <w:gallery w:val="placeholder"/>
        </w:category>
        <w:types>
          <w:type w:val="bbPlcHdr"/>
        </w:types>
        <w:behaviors>
          <w:behavior w:val="content"/>
        </w:behaviors>
        <w:guid w:val="{6DBF3676-3576-4D52-957E-97890BC44656}"/>
      </w:docPartPr>
      <w:docPartBody>
        <w:p w:rsidR="00000000" w:rsidRDefault="001E412C">
          <w:pPr>
            <w:pStyle w:val="AE4D2F500B7849F28157D6EA91DEBF75"/>
          </w:pPr>
          <w:r>
            <w:t>Impact</w:t>
          </w:r>
        </w:p>
      </w:docPartBody>
    </w:docPart>
    <w:docPart>
      <w:docPartPr>
        <w:name w:val="E51A80125F4A46DBA998E20EC2E04877"/>
        <w:category>
          <w:name w:val="General"/>
          <w:gallery w:val="placeholder"/>
        </w:category>
        <w:types>
          <w:type w:val="bbPlcHdr"/>
        </w:types>
        <w:behaviors>
          <w:behavior w:val="content"/>
        </w:behaviors>
        <w:guid w:val="{9E759BB4-8405-486D-9A1A-797AC088192F}"/>
      </w:docPartPr>
      <w:docPartBody>
        <w:p w:rsidR="00000000" w:rsidRDefault="001E412C">
          <w:pPr>
            <w:pStyle w:val="E51A80125F4A46DBA998E20EC2E04877"/>
          </w:pPr>
          <w:r>
            <w:t>Plan</w:t>
          </w:r>
        </w:p>
      </w:docPartBody>
    </w:docPart>
    <w:docPart>
      <w:docPartPr>
        <w:name w:val="1017CD39BFAF42F8976B2EEEB09EC5FC"/>
        <w:category>
          <w:name w:val="General"/>
          <w:gallery w:val="placeholder"/>
        </w:category>
        <w:types>
          <w:type w:val="bbPlcHdr"/>
        </w:types>
        <w:behaviors>
          <w:behavior w:val="content"/>
        </w:behaviors>
        <w:guid w:val="{583AF6CB-A034-4048-977C-BA8BF8A59130}"/>
      </w:docPartPr>
      <w:docPartBody>
        <w:p w:rsidR="00000000" w:rsidRDefault="001E412C">
          <w:pPr>
            <w:pStyle w:val="1017CD39BFAF42F8976B2EEEB09EC5FC"/>
          </w:pPr>
          <w:r>
            <w:t>Date 2</w:t>
          </w:r>
        </w:p>
      </w:docPartBody>
    </w:docPart>
    <w:docPart>
      <w:docPartPr>
        <w:name w:val="1298FBC378DC46658705D29A98AD5F6C"/>
        <w:category>
          <w:name w:val="General"/>
          <w:gallery w:val="placeholder"/>
        </w:category>
        <w:types>
          <w:type w:val="bbPlcHdr"/>
        </w:types>
        <w:behaviors>
          <w:behavior w:val="content"/>
        </w:behaviors>
        <w:guid w:val="{C83195E9-F11F-421A-BD92-F978EB90DEF9}"/>
      </w:docPartPr>
      <w:docPartBody>
        <w:p w:rsidR="00000000" w:rsidRDefault="001E412C">
          <w:pPr>
            <w:pStyle w:val="1298FBC378DC46658705D29A98AD5F6C"/>
          </w:pPr>
          <w:r>
            <w:t>Description</w:t>
          </w:r>
        </w:p>
      </w:docPartBody>
    </w:docPart>
    <w:docPart>
      <w:docPartPr>
        <w:name w:val="F32EDD701D584752A382B7E43C47FCB3"/>
        <w:category>
          <w:name w:val="General"/>
          <w:gallery w:val="placeholder"/>
        </w:category>
        <w:types>
          <w:type w:val="bbPlcHdr"/>
        </w:types>
        <w:behaviors>
          <w:behavior w:val="content"/>
        </w:behaviors>
        <w:guid w:val="{B77065F8-DE9F-4EA1-BE55-DE29BD728987}"/>
      </w:docPartPr>
      <w:docPartBody>
        <w:p w:rsidR="00000000" w:rsidRDefault="001E412C">
          <w:pPr>
            <w:pStyle w:val="F32EDD701D584752A382B7E43C47FCB3"/>
          </w:pPr>
          <w:r>
            <w:t>Probability</w:t>
          </w:r>
        </w:p>
      </w:docPartBody>
    </w:docPart>
    <w:docPart>
      <w:docPartPr>
        <w:name w:val="AE16483C07C24CD1AC188608A501EA2A"/>
        <w:category>
          <w:name w:val="General"/>
          <w:gallery w:val="placeholder"/>
        </w:category>
        <w:types>
          <w:type w:val="bbPlcHdr"/>
        </w:types>
        <w:behaviors>
          <w:behavior w:val="content"/>
        </w:behaviors>
        <w:guid w:val="{A5BF7597-981C-47C0-82F7-A80DC378F757}"/>
      </w:docPartPr>
      <w:docPartBody>
        <w:p w:rsidR="00000000" w:rsidRDefault="001E412C">
          <w:pPr>
            <w:pStyle w:val="AE16483C07C24CD1AC188608A501EA2A"/>
          </w:pPr>
          <w:r>
            <w:t>Impact</w:t>
          </w:r>
        </w:p>
      </w:docPartBody>
    </w:docPart>
    <w:docPart>
      <w:docPartPr>
        <w:name w:val="2D17EA7F393F40F499FBE07A3B04FB11"/>
        <w:category>
          <w:name w:val="General"/>
          <w:gallery w:val="placeholder"/>
        </w:category>
        <w:types>
          <w:type w:val="bbPlcHdr"/>
        </w:types>
        <w:behaviors>
          <w:behavior w:val="content"/>
        </w:behaviors>
        <w:guid w:val="{3C22F864-E0A2-4DE7-881A-42815350FEBF}"/>
      </w:docPartPr>
      <w:docPartBody>
        <w:p w:rsidR="00000000" w:rsidRDefault="001E412C">
          <w:pPr>
            <w:pStyle w:val="2D17EA7F393F40F499FBE07A3B04FB11"/>
          </w:pPr>
          <w:r>
            <w:t>Plan</w:t>
          </w:r>
        </w:p>
      </w:docPartBody>
    </w:docPart>
    <w:docPart>
      <w:docPartPr>
        <w:name w:val="B40D182413624D868E4AD082E90B977C"/>
        <w:category>
          <w:name w:val="General"/>
          <w:gallery w:val="placeholder"/>
        </w:category>
        <w:types>
          <w:type w:val="bbPlcHdr"/>
        </w:types>
        <w:behaviors>
          <w:behavior w:val="content"/>
        </w:behaviors>
        <w:guid w:val="{54118A68-360A-4BFA-883E-1C17A3C1D574}"/>
      </w:docPartPr>
      <w:docPartBody>
        <w:p w:rsidR="00000000" w:rsidRDefault="001E412C">
          <w:pPr>
            <w:pStyle w:val="B40D182413624D868E4AD082E90B977C"/>
          </w:pPr>
          <w:r>
            <w:t>Date 3</w:t>
          </w:r>
        </w:p>
      </w:docPartBody>
    </w:docPart>
    <w:docPart>
      <w:docPartPr>
        <w:name w:val="019ADCBE07F6480FACB591BDC26DCF34"/>
        <w:category>
          <w:name w:val="General"/>
          <w:gallery w:val="placeholder"/>
        </w:category>
        <w:types>
          <w:type w:val="bbPlcHdr"/>
        </w:types>
        <w:behaviors>
          <w:behavior w:val="content"/>
        </w:behaviors>
        <w:guid w:val="{BDC7E5A1-F7D0-485E-91A3-B2996E071ADA}"/>
      </w:docPartPr>
      <w:docPartBody>
        <w:p w:rsidR="00000000" w:rsidRDefault="001E412C">
          <w:pPr>
            <w:pStyle w:val="019ADCBE07F6480FACB591BDC26DCF34"/>
          </w:pPr>
          <w:r>
            <w:t>Description</w:t>
          </w:r>
        </w:p>
      </w:docPartBody>
    </w:docPart>
    <w:docPart>
      <w:docPartPr>
        <w:name w:val="884935B27771416BA81607A6CC9D959A"/>
        <w:category>
          <w:name w:val="General"/>
          <w:gallery w:val="placeholder"/>
        </w:category>
        <w:types>
          <w:type w:val="bbPlcHdr"/>
        </w:types>
        <w:behaviors>
          <w:behavior w:val="content"/>
        </w:behaviors>
        <w:guid w:val="{F2C57B80-1A18-4D69-AC18-E12584B2781B}"/>
      </w:docPartPr>
      <w:docPartBody>
        <w:p w:rsidR="00000000" w:rsidRDefault="001E412C">
          <w:pPr>
            <w:pStyle w:val="884935B27771416BA81607A6CC9D959A"/>
          </w:pPr>
          <w:r>
            <w:t>Probability</w:t>
          </w:r>
        </w:p>
      </w:docPartBody>
    </w:docPart>
    <w:docPart>
      <w:docPartPr>
        <w:name w:val="D5A8886F9EF34EC5A14FC885172B9830"/>
        <w:category>
          <w:name w:val="General"/>
          <w:gallery w:val="placeholder"/>
        </w:category>
        <w:types>
          <w:type w:val="bbPlcHdr"/>
        </w:types>
        <w:behaviors>
          <w:behavior w:val="content"/>
        </w:behaviors>
        <w:guid w:val="{77D68BFB-E0DD-4384-B9BE-3A7FFC9EA601}"/>
      </w:docPartPr>
      <w:docPartBody>
        <w:p w:rsidR="00000000" w:rsidRDefault="001E412C">
          <w:pPr>
            <w:pStyle w:val="D5A8886F9EF34EC5A14FC885172B9830"/>
          </w:pPr>
          <w:r>
            <w:t>Impact</w:t>
          </w:r>
        </w:p>
      </w:docPartBody>
    </w:docPart>
    <w:docPart>
      <w:docPartPr>
        <w:name w:val="F88F784C31AC403B8A253595DFF2E40C"/>
        <w:category>
          <w:name w:val="General"/>
          <w:gallery w:val="placeholder"/>
        </w:category>
        <w:types>
          <w:type w:val="bbPlcHdr"/>
        </w:types>
        <w:behaviors>
          <w:behavior w:val="content"/>
        </w:behaviors>
        <w:guid w:val="{9A615AA5-1457-400F-AE86-0FCFCFBF194D}"/>
      </w:docPartPr>
      <w:docPartBody>
        <w:p w:rsidR="00000000" w:rsidRDefault="001E412C">
          <w:pPr>
            <w:pStyle w:val="F88F784C31AC403B8A253595DFF2E40C"/>
          </w:pPr>
          <w:r>
            <w:t>Plan</w:t>
          </w:r>
        </w:p>
      </w:docPartBody>
    </w:docPart>
    <w:docPart>
      <w:docPartPr>
        <w:name w:val="AFF28C493263450AB775F6BE036DD28F"/>
        <w:category>
          <w:name w:val="General"/>
          <w:gallery w:val="placeholder"/>
        </w:category>
        <w:types>
          <w:type w:val="bbPlcHdr"/>
        </w:types>
        <w:behaviors>
          <w:behavior w:val="content"/>
        </w:behaviors>
        <w:guid w:val="{212F766D-4FA9-4C97-BCB1-48E52A4005EC}"/>
      </w:docPartPr>
      <w:docPartBody>
        <w:p w:rsidR="00000000" w:rsidRDefault="001E412C">
          <w:pPr>
            <w:pStyle w:val="AFF28C493263450AB775F6BE036DD28F"/>
          </w:pPr>
          <w:r>
            <w:t>Change management process</w:t>
          </w:r>
        </w:p>
      </w:docPartBody>
    </w:docPart>
    <w:docPart>
      <w:docPartPr>
        <w:name w:val="0F0E82174EDC465397EF58DF41962AC5"/>
        <w:category>
          <w:name w:val="General"/>
          <w:gallery w:val="placeholder"/>
        </w:category>
        <w:types>
          <w:type w:val="bbPlcHdr"/>
        </w:types>
        <w:behaviors>
          <w:behavior w:val="content"/>
        </w:behaviors>
        <w:guid w:val="{A6288E44-5B51-4936-835D-6E3CD3E8B106}"/>
      </w:docPartPr>
      <w:docPartBody>
        <w:p w:rsidR="00000000" w:rsidRDefault="001E412C">
          <w:pPr>
            <w:pStyle w:val="0F0E82174EDC465397EF58DF41962AC5"/>
          </w:pPr>
          <w:r>
            <w:t>Change management process steps</w:t>
          </w:r>
        </w:p>
      </w:docPartBody>
    </w:docPart>
    <w:docPart>
      <w:docPartPr>
        <w:name w:val="B2B74027F4774CF8B4A8FD5BF3A322FC"/>
        <w:category>
          <w:name w:val="General"/>
          <w:gallery w:val="placeholder"/>
        </w:category>
        <w:types>
          <w:type w:val="bbPlcHdr"/>
        </w:types>
        <w:behaviors>
          <w:behavior w:val="content"/>
        </w:behaviors>
        <w:guid w:val="{485F0BE4-0967-4418-A389-C0724D76A294}"/>
      </w:docPartPr>
      <w:docPartBody>
        <w:p w:rsidR="00000000" w:rsidRDefault="001E412C">
          <w:pPr>
            <w:pStyle w:val="B2B74027F4774CF8B4A8FD5BF3A322FC"/>
          </w:pPr>
          <w:r>
            <w:t xml:space="preserve">Describe </w:t>
          </w:r>
          <w:r>
            <w:t>the process that your team will follow to document and approve changes to the project. If your team uses a change control document, identify how and when team members should fill it out.</w:t>
          </w:r>
        </w:p>
      </w:docPartBody>
    </w:docPart>
    <w:docPart>
      <w:docPartPr>
        <w:name w:val="9873918CCC5A4FD387B1CB2EDC670D8C"/>
        <w:category>
          <w:name w:val="General"/>
          <w:gallery w:val="placeholder"/>
        </w:category>
        <w:types>
          <w:type w:val="bbPlcHdr"/>
        </w:types>
        <w:behaviors>
          <w:behavior w:val="content"/>
        </w:behaviors>
        <w:guid w:val="{B5402542-AF42-4861-A34A-D880FBC088B0}"/>
      </w:docPartPr>
      <w:docPartBody>
        <w:p w:rsidR="00000000" w:rsidRDefault="001E412C">
          <w:pPr>
            <w:pStyle w:val="9873918CCC5A4FD387B1CB2EDC670D8C"/>
          </w:pPr>
          <w:r>
            <w:t>Change management process flow</w:t>
          </w:r>
        </w:p>
      </w:docPartBody>
    </w:docPart>
    <w:docPart>
      <w:docPartPr>
        <w:name w:val="B97917659D57498B9B868BCF6CC07845"/>
        <w:category>
          <w:name w:val="General"/>
          <w:gallery w:val="placeholder"/>
        </w:category>
        <w:types>
          <w:type w:val="bbPlcHdr"/>
        </w:types>
        <w:behaviors>
          <w:behavior w:val="content"/>
        </w:behaviors>
        <w:guid w:val="{6C05C231-E8FE-450D-B5D0-BC725000DB3D}"/>
      </w:docPartPr>
      <w:docPartBody>
        <w:p w:rsidR="00000000" w:rsidRDefault="001E412C">
          <w:pPr>
            <w:pStyle w:val="B97917659D57498B9B868BCF6CC07845"/>
          </w:pPr>
          <w:r>
            <w:t>Create a flow diagram of your change process.</w:t>
          </w:r>
        </w:p>
      </w:docPartBody>
    </w:docPart>
    <w:docPart>
      <w:docPartPr>
        <w:name w:val="17002BC5AF9044D1B4A5DE21E5AB4EDF"/>
        <w:category>
          <w:name w:val="General"/>
          <w:gallery w:val="placeholder"/>
        </w:category>
        <w:types>
          <w:type w:val="bbPlcHdr"/>
        </w:types>
        <w:behaviors>
          <w:behavior w:val="content"/>
        </w:behaviors>
        <w:guid w:val="{12ADD3AE-790E-442F-BA82-F6A104C3DE8F}"/>
      </w:docPartPr>
      <w:docPartBody>
        <w:p w:rsidR="00000000" w:rsidRDefault="001E412C">
          <w:pPr>
            <w:pStyle w:val="17002BC5AF9044D1B4A5DE21E5AB4EDF"/>
          </w:pPr>
          <w:r>
            <w:t>Change control board (CCB)</w:t>
          </w:r>
        </w:p>
      </w:docPartBody>
    </w:docPart>
    <w:docPart>
      <w:docPartPr>
        <w:name w:val="BF877BC2DE7B463EB7B7DB561DFB2771"/>
        <w:category>
          <w:name w:val="General"/>
          <w:gallery w:val="placeholder"/>
        </w:category>
        <w:types>
          <w:type w:val="bbPlcHdr"/>
        </w:types>
        <w:behaviors>
          <w:behavior w:val="content"/>
        </w:behaviors>
        <w:guid w:val="{AA6957A6-EA61-4AB6-92A5-6135B75D22C7}"/>
      </w:docPartPr>
      <w:docPartBody>
        <w:p w:rsidR="00000000" w:rsidRDefault="001E412C">
          <w:pPr>
            <w:pStyle w:val="BF877BC2DE7B463EB7B7DB561DFB2771"/>
          </w:pPr>
          <w:r>
            <w:t>Identify w</w:t>
          </w:r>
          <w:r>
            <w:t>ho will serve on the CCB, which determines whether issues are within the current project scope and whether they should be addressed.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12C"/>
    <w:rsid w:val="001E41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DE6BFDEF854579A1B93C715F4DD684">
    <w:name w:val="87DE6BFDEF854579A1B93C715F4DD684"/>
  </w:style>
  <w:style w:type="paragraph" w:customStyle="1" w:styleId="846766DF3990403BBDA8FF866107131D">
    <w:name w:val="846766DF3990403BBDA8FF866107131D"/>
  </w:style>
  <w:style w:type="paragraph" w:customStyle="1" w:styleId="59E1959BDEAD4C16B9685F9917875A9E">
    <w:name w:val="59E1959BDEAD4C16B9685F9917875A9E"/>
  </w:style>
  <w:style w:type="paragraph" w:customStyle="1" w:styleId="AD61FB6D06CC404895A08DEA08606864">
    <w:name w:val="AD61FB6D06CC404895A08DEA08606864"/>
  </w:style>
  <w:style w:type="paragraph" w:customStyle="1" w:styleId="1D9F03324DA8429CBC555FE92757C1EC">
    <w:name w:val="1D9F03324DA8429CBC555FE92757C1EC"/>
  </w:style>
  <w:style w:type="paragraph" w:customStyle="1" w:styleId="E03D09130F684DDF826FB2ECCF47DC5C">
    <w:name w:val="E03D09130F684DDF826FB2ECCF47DC5C"/>
  </w:style>
  <w:style w:type="paragraph" w:customStyle="1" w:styleId="C006173472CF4D7F96AB18312EF02E12">
    <w:name w:val="C006173472CF4D7F96AB18312EF02E12"/>
  </w:style>
  <w:style w:type="paragraph" w:customStyle="1" w:styleId="07E272F242A241DCAF7907C35DD74874">
    <w:name w:val="07E272F242A241DCAF7907C35DD74874"/>
  </w:style>
  <w:style w:type="paragraph" w:customStyle="1" w:styleId="A728226C6ABD4458A4B305E4793B2305">
    <w:name w:val="A728226C6ABD4458A4B305E4793B2305"/>
  </w:style>
  <w:style w:type="paragraph" w:customStyle="1" w:styleId="0D6F25E7AD5447D983DBDED1835F5613">
    <w:name w:val="0D6F25E7AD5447D983DBDED1835F5613"/>
  </w:style>
  <w:style w:type="paragraph" w:customStyle="1" w:styleId="547CEDF30ACD4368B40482684CD65607">
    <w:name w:val="547CEDF30ACD4368B40482684CD65607"/>
  </w:style>
  <w:style w:type="paragraph" w:customStyle="1" w:styleId="02B7AFA72570446EADEAFA08D8157FCB">
    <w:name w:val="02B7AFA72570446EADEAFA08D8157FCB"/>
  </w:style>
  <w:style w:type="paragraph" w:customStyle="1" w:styleId="23F14888D6E64909B73B9474C42A5CFA">
    <w:name w:val="23F14888D6E64909B73B9474C42A5CFA"/>
  </w:style>
  <w:style w:type="paragraph" w:customStyle="1" w:styleId="68BED3A3608C4CCDB5A3823C7E0B80AC">
    <w:name w:val="68BED3A3608C4CCDB5A3823C7E0B80AC"/>
  </w:style>
  <w:style w:type="paragraph" w:customStyle="1" w:styleId="314E62D02F624FA38FF2AD5EBB2F89FE">
    <w:name w:val="314E62D02F624FA38FF2AD5EBB2F89FE"/>
  </w:style>
  <w:style w:type="paragraph" w:customStyle="1" w:styleId="3703848C10CD421DB37089B8D2147952">
    <w:name w:val="3703848C10CD421DB37089B8D2147952"/>
  </w:style>
  <w:style w:type="paragraph" w:customStyle="1" w:styleId="45A34FE65FBD4D779B2484AB65B946BF">
    <w:name w:val="45A34FE65FBD4D779B2484AB65B946BF"/>
  </w:style>
  <w:style w:type="paragraph" w:customStyle="1" w:styleId="42059C20B27245F7859F805D3E10B645">
    <w:name w:val="42059C20B27245F7859F805D3E10B645"/>
  </w:style>
  <w:style w:type="paragraph" w:customStyle="1" w:styleId="44CFBBCB9FF44062A98E08F3A7DC8A0B">
    <w:name w:val="44CFBBCB9FF44062A98E08F3A7DC8A0B"/>
  </w:style>
  <w:style w:type="paragraph" w:customStyle="1" w:styleId="89748F8DE8AF462E9F33AE590DF0A6CA">
    <w:name w:val="89748F8DE8AF462E9F33AE590DF0A6CA"/>
  </w:style>
  <w:style w:type="paragraph" w:customStyle="1" w:styleId="266704A101504E978A91612F3121AB78">
    <w:name w:val="266704A101504E978A91612F3121AB78"/>
  </w:style>
  <w:style w:type="paragraph" w:customStyle="1" w:styleId="3FB6632155CA4684B30A9739EECD4AE1">
    <w:name w:val="3FB6632155CA4684B30A9739EECD4AE1"/>
  </w:style>
  <w:style w:type="paragraph" w:customStyle="1" w:styleId="C385A0AD70374E1C9B83C198FCEC5AAC">
    <w:name w:val="C385A0AD70374E1C9B83C198FCEC5AAC"/>
  </w:style>
  <w:style w:type="paragraph" w:customStyle="1" w:styleId="E92FE24EEA5648A9A2181B69EBB32C70">
    <w:name w:val="E92FE24EEA5648A9A2181B69EBB32C70"/>
  </w:style>
  <w:style w:type="paragraph" w:customStyle="1" w:styleId="B797D861FE554F2F8FDB30F2E22D97C1">
    <w:name w:val="B797D861FE554F2F8FDB30F2E22D97C1"/>
  </w:style>
  <w:style w:type="paragraph" w:customStyle="1" w:styleId="A0C97697B9A846A4A764FAAD19A11160">
    <w:name w:val="A0C97697B9A846A4A764FAAD19A11160"/>
  </w:style>
  <w:style w:type="paragraph" w:customStyle="1" w:styleId="6459641041EF4C8AAB6C9EE9C1611C17">
    <w:name w:val="6459641041EF4C8AAB6C9EE9C1611C17"/>
  </w:style>
  <w:style w:type="paragraph" w:customStyle="1" w:styleId="7BC2BAFED386444F894E0CD76F159723">
    <w:name w:val="7BC2BAFED386444F894E0CD76F159723"/>
  </w:style>
  <w:style w:type="paragraph" w:customStyle="1" w:styleId="5D8E33633804474FAA6D4BC8C26ADEDE">
    <w:name w:val="5D8E33633804474FAA6D4BC8C26ADEDE"/>
  </w:style>
  <w:style w:type="paragraph" w:customStyle="1" w:styleId="25DF4BB2464F436D9076959CD9535198">
    <w:name w:val="25DF4BB2464F436D9076959CD9535198"/>
  </w:style>
  <w:style w:type="paragraph" w:customStyle="1" w:styleId="6B6F105F23F74380855FE69F4C94886A">
    <w:name w:val="6B6F105F23F74380855FE69F4C94886A"/>
  </w:style>
  <w:style w:type="paragraph" w:customStyle="1" w:styleId="C07CE130E2CD459CA38BD5678EAE7DBF">
    <w:name w:val="C07CE130E2CD459CA38BD5678EAE7DBF"/>
  </w:style>
  <w:style w:type="paragraph" w:customStyle="1" w:styleId="86760613A1054B3D82AD3A6E4F1FE696">
    <w:name w:val="86760613A1054B3D82AD3A6E4F1FE696"/>
  </w:style>
  <w:style w:type="paragraph" w:customStyle="1" w:styleId="655141FE9C334C4EBE5776B16CAFD058">
    <w:name w:val="655141FE9C334C4EBE5776B16CAFD058"/>
  </w:style>
  <w:style w:type="paragraph" w:customStyle="1" w:styleId="2F38C4F9B5B640CDA86CE79D657AF0D8">
    <w:name w:val="2F38C4F9B5B640CDA86CE79D657AF0D8"/>
  </w:style>
  <w:style w:type="paragraph" w:customStyle="1" w:styleId="FD646E5ADB3A4408A194121D42CDB0CA">
    <w:name w:val="FD646E5ADB3A4408A194121D42CDB0CA"/>
  </w:style>
  <w:style w:type="paragraph" w:customStyle="1" w:styleId="C6DACF270FF84A02B73E4E65731EE732">
    <w:name w:val="C6DACF270FF84A02B73E4E65731EE732"/>
  </w:style>
  <w:style w:type="paragraph" w:customStyle="1" w:styleId="067DF4B55C0B4C01B4A4C3F2237D28A8">
    <w:name w:val="067DF4B55C0B4C01B4A4C3F2237D28A8"/>
  </w:style>
  <w:style w:type="paragraph" w:customStyle="1" w:styleId="30B8903EA1E940148B5FF8FEE1F161E5">
    <w:name w:val="30B8903EA1E940148B5FF8FEE1F161E5"/>
  </w:style>
  <w:style w:type="paragraph" w:customStyle="1" w:styleId="70EC38C8EEE940648AAF3EC190AFF5E6">
    <w:name w:val="70EC38C8EEE940648AAF3EC190AFF5E6"/>
  </w:style>
  <w:style w:type="paragraph" w:customStyle="1" w:styleId="07882B4CFE914400B9B36737E7014C49">
    <w:name w:val="07882B4CFE914400B9B36737E7014C49"/>
  </w:style>
  <w:style w:type="paragraph" w:customStyle="1" w:styleId="B7BEC70ADE4A45ACA959E5E8FF9ABECD">
    <w:name w:val="B7BEC70ADE4A45ACA959E5E8FF9ABECD"/>
  </w:style>
  <w:style w:type="paragraph" w:customStyle="1" w:styleId="9BBEF5729C7546A692CDC63B17CFAF5A">
    <w:name w:val="9BBEF5729C7546A692CDC63B17CFAF5A"/>
  </w:style>
  <w:style w:type="paragraph" w:customStyle="1" w:styleId="077FA7C8E9E9466D949A985A21B7C846">
    <w:name w:val="077FA7C8E9E9466D949A985A21B7C846"/>
  </w:style>
  <w:style w:type="paragraph" w:customStyle="1" w:styleId="5EAC4CBA95764574A7186F2A1A1823E4">
    <w:name w:val="5EAC4CBA95764574A7186F2A1A1823E4"/>
  </w:style>
  <w:style w:type="paragraph" w:customStyle="1" w:styleId="2ABC6364B41F4EBD8AAD7F389A952087">
    <w:name w:val="2ABC6364B41F4EBD8AAD7F389A952087"/>
  </w:style>
  <w:style w:type="paragraph" w:customStyle="1" w:styleId="60007ADE3D584616ADD5F048545C8909">
    <w:name w:val="60007ADE3D584616ADD5F048545C8909"/>
  </w:style>
  <w:style w:type="paragraph" w:customStyle="1" w:styleId="82B1E68C6D084E369CEA73E97ECFBBFC">
    <w:name w:val="82B1E68C6D084E369CEA73E97ECFBBFC"/>
  </w:style>
  <w:style w:type="paragraph" w:customStyle="1" w:styleId="DDA58342ECCC471DA7CF4EA445A33397">
    <w:name w:val="DDA58342ECCC471DA7CF4EA445A33397"/>
  </w:style>
  <w:style w:type="character" w:styleId="Strong">
    <w:name w:val="Strong"/>
    <w:basedOn w:val="DefaultParagraphFont"/>
    <w:uiPriority w:val="1"/>
    <w:qFormat/>
    <w:rPr>
      <w:b/>
      <w:bCs/>
    </w:rPr>
  </w:style>
  <w:style w:type="paragraph" w:customStyle="1" w:styleId="01AC47D916F44F369A280B6A1622C363">
    <w:name w:val="01AC47D916F44F369A280B6A1622C363"/>
  </w:style>
  <w:style w:type="paragraph" w:customStyle="1" w:styleId="4A6CEEC626624116BF0EC7F7FC23A9BA">
    <w:name w:val="4A6CEEC626624116BF0EC7F7FC23A9BA"/>
  </w:style>
  <w:style w:type="paragraph" w:customStyle="1" w:styleId="75873464ACA74699B9F09CD19410AD8D">
    <w:name w:val="75873464ACA74699B9F09CD19410AD8D"/>
  </w:style>
  <w:style w:type="paragraph" w:customStyle="1" w:styleId="8F7E5798317C43AF9852EE5170797862">
    <w:name w:val="8F7E5798317C43AF9852EE5170797862"/>
  </w:style>
  <w:style w:type="paragraph" w:customStyle="1" w:styleId="272A29E92D2B46C3BA61FEA132E5487C">
    <w:name w:val="272A29E92D2B46C3BA61FEA132E5487C"/>
  </w:style>
  <w:style w:type="paragraph" w:customStyle="1" w:styleId="94EDDACFFFB948F49EE9761668B15D6D">
    <w:name w:val="94EDDACFFFB948F49EE9761668B15D6D"/>
  </w:style>
  <w:style w:type="paragraph" w:customStyle="1" w:styleId="184DDEAE1DCA4FC698DA28BECFB233F0">
    <w:name w:val="184DDEAE1DCA4FC698DA28BECFB233F0"/>
  </w:style>
  <w:style w:type="paragraph" w:customStyle="1" w:styleId="5DF76FAA3B644DF5B1BE1BD237F13E3D">
    <w:name w:val="5DF76FAA3B644DF5B1BE1BD237F13E3D"/>
  </w:style>
  <w:style w:type="paragraph" w:customStyle="1" w:styleId="D3663A843C6C4B8F908C34E97B298A6C">
    <w:name w:val="D3663A843C6C4B8F908C34E97B298A6C"/>
  </w:style>
  <w:style w:type="paragraph" w:customStyle="1" w:styleId="C5A9182790B449F78488E578CF288CD5">
    <w:name w:val="C5A9182790B449F78488E578CF288CD5"/>
  </w:style>
  <w:style w:type="paragraph" w:customStyle="1" w:styleId="086EDA5EF1A944F394DC722C6AB2BE2E">
    <w:name w:val="086EDA5EF1A944F394DC722C6AB2BE2E"/>
  </w:style>
  <w:style w:type="paragraph" w:customStyle="1" w:styleId="B707AF9380514177BA45CF268DF700D8">
    <w:name w:val="B707AF9380514177BA45CF268DF700D8"/>
  </w:style>
  <w:style w:type="paragraph" w:customStyle="1" w:styleId="E4384A850CBC4F9E988458416336AC2F">
    <w:name w:val="E4384A850CBC4F9E988458416336AC2F"/>
  </w:style>
  <w:style w:type="paragraph" w:customStyle="1" w:styleId="DDA5608C4E2E4C0A97100BB72F54228B">
    <w:name w:val="DDA5608C4E2E4C0A97100BB72F54228B"/>
  </w:style>
  <w:style w:type="paragraph" w:customStyle="1" w:styleId="FC64830DFCFD4282954365F91D61A761">
    <w:name w:val="FC64830DFCFD4282954365F91D61A761"/>
  </w:style>
  <w:style w:type="paragraph" w:customStyle="1" w:styleId="3581F620292E40B9975AAB221F48537E">
    <w:name w:val="3581F620292E40B9975AAB221F48537E"/>
  </w:style>
  <w:style w:type="paragraph" w:customStyle="1" w:styleId="345AA9DDF7F047539787AC297D7DC345">
    <w:name w:val="345AA9DDF7F047539787AC297D7DC345"/>
  </w:style>
  <w:style w:type="paragraph" w:customStyle="1" w:styleId="D1625FCB8DEF421796AABA55C063FDC5">
    <w:name w:val="D1625FCB8DEF421796AABA55C063FDC5"/>
  </w:style>
  <w:style w:type="paragraph" w:customStyle="1" w:styleId="D39770CBF2FC48EB9F0B047D59027D6A">
    <w:name w:val="D39770CBF2FC48EB9F0B047D59027D6A"/>
  </w:style>
  <w:style w:type="paragraph" w:customStyle="1" w:styleId="A0DE1C914A0C4B22A9161B01548AAC25">
    <w:name w:val="A0DE1C914A0C4B22A9161B01548AAC25"/>
  </w:style>
  <w:style w:type="paragraph" w:customStyle="1" w:styleId="4C31BFF6C9E14A99B9D0C9C722106CE2">
    <w:name w:val="4C31BFF6C9E14A99B9D0C9C722106CE2"/>
  </w:style>
  <w:style w:type="paragraph" w:customStyle="1" w:styleId="CD9919BA2C4248BC98E43198398ED30A">
    <w:name w:val="CD9919BA2C4248BC98E43198398ED30A"/>
  </w:style>
  <w:style w:type="paragraph" w:customStyle="1" w:styleId="3984E1EBDB0349D68D1C799AB4600E01">
    <w:name w:val="3984E1EBDB0349D68D1C799AB4600E01"/>
  </w:style>
  <w:style w:type="paragraph" w:customStyle="1" w:styleId="FB0BC10289A849AC99AC55BA40793E81">
    <w:name w:val="FB0BC10289A849AC99AC55BA40793E81"/>
  </w:style>
  <w:style w:type="paragraph" w:customStyle="1" w:styleId="B2795B0C1A984663953251F85E0FA776">
    <w:name w:val="B2795B0C1A984663953251F85E0FA776"/>
  </w:style>
  <w:style w:type="paragraph" w:customStyle="1" w:styleId="B272A6CA71D8425F871F7CEF69572188">
    <w:name w:val="B272A6CA71D8425F871F7CEF69572188"/>
  </w:style>
  <w:style w:type="paragraph" w:customStyle="1" w:styleId="1E9F8E9D1DF049628AFBA81397C7A60A">
    <w:name w:val="1E9F8E9D1DF049628AFBA81397C7A60A"/>
  </w:style>
  <w:style w:type="paragraph" w:customStyle="1" w:styleId="B3F07B1AAC3141098D148DFB25DB7CDF">
    <w:name w:val="B3F07B1AAC3141098D148DFB25DB7CDF"/>
  </w:style>
  <w:style w:type="paragraph" w:customStyle="1" w:styleId="7A2EF3995DB1439FA0EFB090E457019A">
    <w:name w:val="7A2EF3995DB1439FA0EFB090E457019A"/>
  </w:style>
  <w:style w:type="paragraph" w:customStyle="1" w:styleId="FABF41854DC74241A216C32EB05337A8">
    <w:name w:val="FABF41854DC74241A216C32EB05337A8"/>
  </w:style>
  <w:style w:type="paragraph" w:customStyle="1" w:styleId="148A242D1B6044E38E37D0462CD9C612">
    <w:name w:val="148A242D1B6044E38E37D0462CD9C612"/>
  </w:style>
  <w:style w:type="paragraph" w:customStyle="1" w:styleId="8951C024412A4D32AAC8CB17ED45071D">
    <w:name w:val="8951C024412A4D32AAC8CB17ED45071D"/>
  </w:style>
  <w:style w:type="paragraph" w:customStyle="1" w:styleId="D94CF1F2A8E7464B96E4AAFC853F2AA5">
    <w:name w:val="D94CF1F2A8E7464B96E4AAFC853F2AA5"/>
  </w:style>
  <w:style w:type="paragraph" w:customStyle="1" w:styleId="EC1DB8A6129B412F95D524DDCA4A4CC7">
    <w:name w:val="EC1DB8A6129B412F95D524DDCA4A4CC7"/>
  </w:style>
  <w:style w:type="paragraph" w:customStyle="1" w:styleId="92F9F22CCEEA4D44AE1F912F1CB7B8E1">
    <w:name w:val="92F9F22CCEEA4D44AE1F912F1CB7B8E1"/>
  </w:style>
  <w:style w:type="paragraph" w:customStyle="1" w:styleId="761694EBC319432FB992117BE19CF7C7">
    <w:name w:val="761694EBC319432FB992117BE19CF7C7"/>
  </w:style>
  <w:style w:type="paragraph" w:customStyle="1" w:styleId="E021D4B154B34989BD7484C49CA0D86E">
    <w:name w:val="E021D4B154B34989BD7484C49CA0D86E"/>
  </w:style>
  <w:style w:type="paragraph" w:customStyle="1" w:styleId="17B71A56446C42C6BFE34C23323BD6FA">
    <w:name w:val="17B71A56446C42C6BFE34C23323BD6FA"/>
  </w:style>
  <w:style w:type="paragraph" w:customStyle="1" w:styleId="69A65D4AA4CA4B76B0D43A531EE7DAD7">
    <w:name w:val="69A65D4AA4CA4B76B0D43A531EE7DAD7"/>
  </w:style>
  <w:style w:type="paragraph" w:customStyle="1" w:styleId="357C7AD3C35F4FB999CD65A85865E1D5">
    <w:name w:val="357C7AD3C35F4FB999CD65A85865E1D5"/>
  </w:style>
  <w:style w:type="paragraph" w:customStyle="1" w:styleId="FC41F8DCB4AA425C84F5B627E1189D91">
    <w:name w:val="FC41F8DCB4AA425C84F5B627E1189D91"/>
  </w:style>
  <w:style w:type="paragraph" w:customStyle="1" w:styleId="6B1D52B964A1445ABF01947134598052">
    <w:name w:val="6B1D52B964A1445ABF01947134598052"/>
  </w:style>
  <w:style w:type="paragraph" w:customStyle="1" w:styleId="3192608304CC4837A5A89704C7EC0AC9">
    <w:name w:val="3192608304CC4837A5A89704C7EC0AC9"/>
  </w:style>
  <w:style w:type="paragraph" w:customStyle="1" w:styleId="AE4D2F500B7849F28157D6EA91DEBF75">
    <w:name w:val="AE4D2F500B7849F28157D6EA91DEBF75"/>
  </w:style>
  <w:style w:type="paragraph" w:customStyle="1" w:styleId="E51A80125F4A46DBA998E20EC2E04877">
    <w:name w:val="E51A80125F4A46DBA998E20EC2E04877"/>
  </w:style>
  <w:style w:type="paragraph" w:customStyle="1" w:styleId="1017CD39BFAF42F8976B2EEEB09EC5FC">
    <w:name w:val="1017CD39BFAF42F8976B2EEEB09EC5FC"/>
  </w:style>
  <w:style w:type="paragraph" w:customStyle="1" w:styleId="1298FBC378DC46658705D29A98AD5F6C">
    <w:name w:val="1298FBC378DC46658705D29A98AD5F6C"/>
  </w:style>
  <w:style w:type="paragraph" w:customStyle="1" w:styleId="F32EDD701D584752A382B7E43C47FCB3">
    <w:name w:val="F32EDD701D584752A382B7E43C47FCB3"/>
  </w:style>
  <w:style w:type="paragraph" w:customStyle="1" w:styleId="AE16483C07C24CD1AC188608A501EA2A">
    <w:name w:val="AE16483C07C24CD1AC188608A501EA2A"/>
  </w:style>
  <w:style w:type="paragraph" w:customStyle="1" w:styleId="2D17EA7F393F40F499FBE07A3B04FB11">
    <w:name w:val="2D17EA7F393F40F499FBE07A3B04FB11"/>
  </w:style>
  <w:style w:type="paragraph" w:customStyle="1" w:styleId="B40D182413624D868E4AD082E90B977C">
    <w:name w:val="B40D182413624D868E4AD082E90B977C"/>
  </w:style>
  <w:style w:type="paragraph" w:customStyle="1" w:styleId="019ADCBE07F6480FACB591BDC26DCF34">
    <w:name w:val="019ADCBE07F6480FACB591BDC26DCF34"/>
  </w:style>
  <w:style w:type="paragraph" w:customStyle="1" w:styleId="884935B27771416BA81607A6CC9D959A">
    <w:name w:val="884935B27771416BA81607A6CC9D959A"/>
  </w:style>
  <w:style w:type="paragraph" w:customStyle="1" w:styleId="D5A8886F9EF34EC5A14FC885172B9830">
    <w:name w:val="D5A8886F9EF34EC5A14FC885172B9830"/>
  </w:style>
  <w:style w:type="paragraph" w:customStyle="1" w:styleId="F88F784C31AC403B8A253595DFF2E40C">
    <w:name w:val="F88F784C31AC403B8A253595DFF2E40C"/>
  </w:style>
  <w:style w:type="paragraph" w:customStyle="1" w:styleId="AFF28C493263450AB775F6BE036DD28F">
    <w:name w:val="AFF28C493263450AB775F6BE036DD28F"/>
  </w:style>
  <w:style w:type="paragraph" w:customStyle="1" w:styleId="0F0E82174EDC465397EF58DF41962AC5">
    <w:name w:val="0F0E82174EDC465397EF58DF41962AC5"/>
  </w:style>
  <w:style w:type="paragraph" w:customStyle="1" w:styleId="B2B74027F4774CF8B4A8FD5BF3A322FC">
    <w:name w:val="B2B74027F4774CF8B4A8FD5BF3A322FC"/>
  </w:style>
  <w:style w:type="paragraph" w:customStyle="1" w:styleId="9873918CCC5A4FD387B1CB2EDC670D8C">
    <w:name w:val="9873918CCC5A4FD387B1CB2EDC670D8C"/>
  </w:style>
  <w:style w:type="paragraph" w:customStyle="1" w:styleId="B97917659D57498B9B868BCF6CC07845">
    <w:name w:val="B97917659D57498B9B868BCF6CC07845"/>
  </w:style>
  <w:style w:type="paragraph" w:customStyle="1" w:styleId="17002BC5AF9044D1B4A5DE21E5AB4EDF">
    <w:name w:val="17002BC5AF9044D1B4A5DE21E5AB4EDF"/>
  </w:style>
  <w:style w:type="paragraph" w:customStyle="1" w:styleId="BF877BC2DE7B463EB7B7DB561DFB2771">
    <w:name w:val="BF877BC2DE7B463EB7B7DB561DFB27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roject communication pl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communication plan(2)</Template>
  <TotalTime>13</TotalTime>
  <Pages>4</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Tomecek</dc:creator>
  <cp:keywords/>
  <cp:lastModifiedBy>D Tomecek</cp:lastModifiedBy>
  <cp:revision>1</cp:revision>
  <dcterms:created xsi:type="dcterms:W3CDTF">2019-12-09T19:18:00Z</dcterms:created>
  <dcterms:modified xsi:type="dcterms:W3CDTF">2019-12-09T19:31:00Z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SIP_Label_f42aa342-8706-4288-bd11-ebb85995028c_Enabled">
    <vt:lpwstr>True</vt:lpwstr>
  </property>
  <property fmtid="{D5CDD505-2E9C-101B-9397-08002B2CF9AE}" pid="9" name="MSIP_Label_f42aa342-8706-4288-bd11-ebb85995028c_SiteId">
    <vt:lpwstr>72f988bf-86f1-41af-91ab-2d7cd011db47</vt:lpwstr>
  </property>
  <property fmtid="{D5CDD505-2E9C-101B-9397-08002B2CF9AE}" pid="10" name="MSIP_Label_f42aa342-8706-4288-bd11-ebb85995028c_Owner">
    <vt:lpwstr>v-shbahu@microsoft.com</vt:lpwstr>
  </property>
  <property fmtid="{D5CDD505-2E9C-101B-9397-08002B2CF9AE}" pid="11" name="MSIP_Label_f42aa342-8706-4288-bd11-ebb85995028c_SetDate">
    <vt:lpwstr>2018-04-07T12:27:56.5276527Z</vt:lpwstr>
  </property>
  <property fmtid="{D5CDD505-2E9C-101B-9397-08002B2CF9AE}" pid="12" name="MSIP_Label_f42aa342-8706-4288-bd11-ebb85995028c_Name">
    <vt:lpwstr>General</vt:lpwstr>
  </property>
  <property fmtid="{D5CDD505-2E9C-101B-9397-08002B2CF9AE}" pid="13" name="MSIP_Label_f42aa342-8706-4288-bd11-ebb85995028c_Application">
    <vt:lpwstr>Microsoft Azure Information Protection</vt:lpwstr>
  </property>
  <property fmtid="{D5CDD505-2E9C-101B-9397-08002B2CF9AE}" pid="14" name="MSIP_Label_f42aa342-8706-4288-bd11-ebb85995028c_Extended_MSFT_Method">
    <vt:lpwstr>Automatic</vt:lpwstr>
  </property>
  <property fmtid="{D5CDD505-2E9C-101B-9397-08002B2CF9AE}" pid="15" name="Sensitivity">
    <vt:lpwstr>General</vt:lpwstr>
  </property>
</Properties>
</file>